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FB9B8" w14:textId="77777777" w:rsidR="0042696D" w:rsidRPr="00656616" w:rsidRDefault="00044568" w:rsidP="00656616">
      <w:pPr>
        <w:autoSpaceDE w:val="0"/>
        <w:autoSpaceDN w:val="0"/>
        <w:adjustRightInd w:val="0"/>
        <w:spacing w:before="40" w:after="60" w:line="276" w:lineRule="auto"/>
        <w:ind w:left="2160" w:firstLine="720"/>
        <w:jc w:val="right"/>
        <w:rPr>
          <w:rFonts w:cs="Open Sans"/>
          <w:b/>
          <w:bCs/>
          <w:sz w:val="32"/>
          <w:szCs w:val="32"/>
        </w:rPr>
      </w:pPr>
      <w:r w:rsidRPr="00656616">
        <w:rPr>
          <w:rFonts w:cs="Open Sans"/>
          <w:b/>
          <w:bCs/>
          <w:sz w:val="32"/>
          <w:szCs w:val="32"/>
        </w:rPr>
        <w:fldChar w:fldCharType="begin"/>
      </w:r>
      <w:r w:rsidRPr="00656616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656616">
        <w:rPr>
          <w:rFonts w:cs="Open Sans"/>
          <w:b/>
          <w:bCs/>
          <w:sz w:val="32"/>
          <w:szCs w:val="32"/>
        </w:rPr>
        <w:fldChar w:fldCharType="separate"/>
      </w:r>
      <w:r w:rsidR="00454A12" w:rsidRPr="00656616">
        <w:rPr>
          <w:rFonts w:cs="Open Sans"/>
          <w:b/>
          <w:bCs/>
          <w:sz w:val="32"/>
          <w:szCs w:val="32"/>
        </w:rPr>
        <w:t>Zintegrowany System Poboru Należności i Rozrachunków z UE i Budżetem ZEFIR 2</w:t>
      </w:r>
      <w:r w:rsidRPr="00656616">
        <w:rPr>
          <w:rFonts w:cs="Open Sans"/>
          <w:b/>
          <w:bCs/>
          <w:sz w:val="32"/>
          <w:szCs w:val="32"/>
        </w:rPr>
        <w:fldChar w:fldCharType="end"/>
      </w:r>
    </w:p>
    <w:p w14:paraId="3CC48343" w14:textId="77777777" w:rsidR="00535984" w:rsidRPr="00656616" w:rsidRDefault="0006207D" w:rsidP="00656616">
      <w:pPr>
        <w:pStyle w:val="Tytu"/>
        <w:spacing w:before="5040" w:after="240" w:line="276" w:lineRule="auto"/>
        <w:ind w:left="0"/>
        <w:jc w:val="right"/>
        <w:rPr>
          <w:rFonts w:eastAsia="Yu Gothic Light" w:cstheme="minorHAnsi"/>
          <w:bCs/>
          <w:sz w:val="56"/>
          <w:szCs w:val="28"/>
          <w:lang w:val="pl-PL"/>
        </w:rPr>
      </w:pPr>
      <w:r w:rsidRPr="00656616">
        <w:rPr>
          <w:rFonts w:eastAsia="Yu Gothic Light" w:cstheme="minorHAnsi"/>
          <w:bCs/>
          <w:sz w:val="56"/>
          <w:szCs w:val="28"/>
          <w:lang w:val="pl-PL"/>
        </w:rPr>
        <w:fldChar w:fldCharType="begin"/>
      </w:r>
      <w:r w:rsidRPr="00656616">
        <w:rPr>
          <w:rFonts w:eastAsia="Yu Gothic Light" w:cstheme="minorHAnsi"/>
          <w:bCs/>
          <w:sz w:val="56"/>
          <w:szCs w:val="28"/>
          <w:lang w:val="pl-PL"/>
        </w:rPr>
        <w:instrText xml:space="preserve"> TITLE   \* MERGEFORMAT </w:instrText>
      </w:r>
      <w:r w:rsidRPr="00656616">
        <w:rPr>
          <w:rFonts w:eastAsia="Yu Gothic Light" w:cstheme="minorHAnsi"/>
          <w:bCs/>
          <w:sz w:val="56"/>
          <w:szCs w:val="28"/>
          <w:lang w:val="pl-PL"/>
        </w:rPr>
        <w:fldChar w:fldCharType="separate"/>
      </w:r>
      <w:r w:rsidR="00454A12" w:rsidRPr="00656616">
        <w:rPr>
          <w:rFonts w:eastAsia="Yu Gothic Light" w:cstheme="minorHAnsi"/>
          <w:bCs/>
          <w:sz w:val="56"/>
          <w:szCs w:val="28"/>
          <w:lang w:val="pl-PL"/>
        </w:rPr>
        <w:t>Dokumentacja techniczna powykonawcza: Specyfikacja XML dla podmiotów w zakresie elektronicznej obsługi deklaracji dla podatku od gier urządzających turniej gry pokera POGP</w:t>
      </w:r>
      <w:r w:rsidRPr="00656616">
        <w:rPr>
          <w:rFonts w:eastAsia="Yu Gothic Light" w:cstheme="minorHAnsi"/>
          <w:bCs/>
          <w:sz w:val="56"/>
          <w:szCs w:val="28"/>
          <w:lang w:val="pl-PL"/>
        </w:rPr>
        <w:fldChar w:fldCharType="end"/>
      </w:r>
    </w:p>
    <w:p w14:paraId="608AE9B1" w14:textId="566DE972" w:rsidR="003F3585" w:rsidRPr="00656616" w:rsidRDefault="001D1ACD" w:rsidP="00541D36">
      <w:pPr>
        <w:autoSpaceDE w:val="0"/>
        <w:autoSpaceDN w:val="0"/>
        <w:adjustRightInd w:val="0"/>
        <w:spacing w:before="1560" w:after="60" w:line="276" w:lineRule="auto"/>
        <w:jc w:val="right"/>
      </w:pPr>
      <w:r w:rsidRPr="00656616">
        <w:rPr>
          <w:rFonts w:cs="Open Sans"/>
          <w:b/>
          <w:bCs/>
          <w:sz w:val="32"/>
          <w:szCs w:val="32"/>
        </w:rPr>
        <w:t>Wersja</w:t>
      </w:r>
      <w:r w:rsidR="0058798F" w:rsidRPr="00656616">
        <w:rPr>
          <w:rFonts w:cs="Open Sans"/>
          <w:b/>
          <w:bCs/>
          <w:sz w:val="32"/>
          <w:szCs w:val="32"/>
        </w:rPr>
        <w:t xml:space="preserve"> </w:t>
      </w:r>
      <w:r w:rsidR="00917ED3" w:rsidRPr="00656616">
        <w:rPr>
          <w:rFonts w:cs="Open Sans"/>
          <w:b/>
          <w:bCs/>
          <w:sz w:val="32"/>
          <w:szCs w:val="32"/>
        </w:rPr>
        <w:fldChar w:fldCharType="begin"/>
      </w:r>
      <w:r w:rsidR="00917ED3" w:rsidRPr="00656616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656616">
        <w:rPr>
          <w:rFonts w:cs="Open Sans"/>
          <w:b/>
          <w:bCs/>
          <w:sz w:val="32"/>
          <w:szCs w:val="32"/>
        </w:rPr>
        <w:fldChar w:fldCharType="separate"/>
      </w:r>
      <w:r w:rsidR="000D14C2" w:rsidRPr="00656616">
        <w:rPr>
          <w:rFonts w:cs="Open Sans"/>
          <w:b/>
          <w:bCs/>
          <w:sz w:val="32"/>
          <w:szCs w:val="32"/>
        </w:rPr>
        <w:t>1.7</w:t>
      </w:r>
      <w:r w:rsidR="00917ED3" w:rsidRPr="00656616">
        <w:rPr>
          <w:rFonts w:cs="Open Sans"/>
          <w:b/>
          <w:bCs/>
          <w:sz w:val="32"/>
          <w:szCs w:val="32"/>
        </w:rPr>
        <w:fldChar w:fldCharType="end"/>
      </w:r>
    </w:p>
    <w:p w14:paraId="4C3427C2" w14:textId="77777777" w:rsidR="0058798F" w:rsidRPr="00656616" w:rsidRDefault="0058798F" w:rsidP="007D0A84"/>
    <w:p w14:paraId="07E60C01" w14:textId="77777777" w:rsidR="00F6340E" w:rsidRPr="00656616" w:rsidRDefault="00F6340E" w:rsidP="007D0A84">
      <w:pPr>
        <w:sectPr w:rsidR="00F6340E" w:rsidRPr="00656616" w:rsidSect="00454A12">
          <w:footerReference w:type="even" r:id="rId8"/>
          <w:footerReference w:type="default" r:id="rId9"/>
          <w:headerReference w:type="first" r:id="rId10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54D7CD7E" w14:textId="23A3FAB7" w:rsidR="0056652C" w:rsidRDefault="0056652C" w:rsidP="0056652C">
      <w:pPr>
        <w:pStyle w:val="Legenda"/>
      </w:pPr>
      <w:bookmarkStart w:id="0" w:name="_Toc184287473"/>
      <w:r>
        <w:lastRenderedPageBreak/>
        <w:t xml:space="preserve">Tabela </w:t>
      </w:r>
      <w:r w:rsidR="008939EB">
        <w:fldChar w:fldCharType="begin"/>
      </w:r>
      <w:r w:rsidR="008939EB">
        <w:instrText xml:space="preserve"> SEQ Tabela \* ARABIC </w:instrText>
      </w:r>
      <w:r w:rsidR="008939EB">
        <w:fldChar w:fldCharType="separate"/>
      </w:r>
      <w:r w:rsidR="00CE000F">
        <w:rPr>
          <w:noProof/>
        </w:rPr>
        <w:t>1</w:t>
      </w:r>
      <w:r w:rsidR="008939EB">
        <w:rPr>
          <w:noProof/>
        </w:rPr>
        <w:fldChar w:fldCharType="end"/>
      </w:r>
      <w:r>
        <w:t xml:space="preserve">. </w:t>
      </w:r>
      <w:r w:rsidRPr="004F635B">
        <w:t>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656616" w14:paraId="684FE61B" w14:textId="77777777" w:rsidTr="00541D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800" w:type="dxa"/>
          </w:tcPr>
          <w:p w14:paraId="579A32FB" w14:textId="77777777" w:rsidR="00BB6B75" w:rsidRPr="00656616" w:rsidRDefault="00BB6B75" w:rsidP="007D0A84">
            <w:pPr>
              <w:pStyle w:val="Z2Nagwektabeli"/>
              <w:rPr>
                <w:rStyle w:val="Numerstrony"/>
                <w:rFonts w:ascii="Lato" w:eastAsia="Cambria" w:hAnsi="Lato"/>
              </w:rPr>
            </w:pPr>
            <w:r w:rsidRPr="00656616">
              <w:rPr>
                <w:rFonts w:ascii="Lato" w:hAnsi="Lato"/>
              </w:rPr>
              <w:t>Projekt</w:t>
            </w:r>
          </w:p>
        </w:tc>
        <w:tc>
          <w:tcPr>
            <w:tcW w:w="7560" w:type="dxa"/>
          </w:tcPr>
          <w:p w14:paraId="51A2A990" w14:textId="77777777" w:rsidR="00BB6B75" w:rsidRPr="00656616" w:rsidRDefault="00BB6B75" w:rsidP="007D0A84">
            <w:pPr>
              <w:pStyle w:val="Z2Nagwektabeli"/>
              <w:rPr>
                <w:rFonts w:ascii="Lato" w:hAnsi="Lato"/>
              </w:rPr>
            </w:pPr>
            <w:r w:rsidRPr="00656616">
              <w:rPr>
                <w:rFonts w:ascii="Lato" w:hAnsi="Lato"/>
              </w:rPr>
              <w:t>ZEFIR 2</w:t>
            </w:r>
          </w:p>
        </w:tc>
      </w:tr>
      <w:tr w:rsidR="00BB6B75" w:rsidRPr="00656616" w14:paraId="5C4316A9" w14:textId="77777777" w:rsidTr="00541D36">
        <w:tc>
          <w:tcPr>
            <w:tcW w:w="1800" w:type="dxa"/>
          </w:tcPr>
          <w:p w14:paraId="5C3B901E" w14:textId="77777777" w:rsidR="00BB6B75" w:rsidRPr="0056652C" w:rsidRDefault="00FF41D0" w:rsidP="009E5F0B">
            <w:pPr>
              <w:pStyle w:val="Tabelazwyky"/>
            </w:pPr>
            <w:r w:rsidRPr="0056652C">
              <w:t>Nazwa Wykonawcy</w:t>
            </w:r>
          </w:p>
        </w:tc>
        <w:tc>
          <w:tcPr>
            <w:tcW w:w="7560" w:type="dxa"/>
          </w:tcPr>
          <w:p w14:paraId="7414C7D4" w14:textId="77777777" w:rsidR="00BB6B75" w:rsidRPr="0056652C" w:rsidRDefault="001D1ACD" w:rsidP="00004C2C">
            <w:pPr>
              <w:pStyle w:val="Tabelazwyky"/>
            </w:pPr>
            <w:r w:rsidRPr="0056652C">
              <w:t>Asseco Poland S.A.</w:t>
            </w:r>
          </w:p>
        </w:tc>
      </w:tr>
      <w:tr w:rsidR="00BB6B75" w:rsidRPr="00656616" w14:paraId="1039A807" w14:textId="77777777" w:rsidTr="00541D36">
        <w:tc>
          <w:tcPr>
            <w:tcW w:w="1800" w:type="dxa"/>
          </w:tcPr>
          <w:p w14:paraId="14C93AF9" w14:textId="77777777" w:rsidR="00BB6B75" w:rsidRPr="0056652C" w:rsidRDefault="00FF41D0" w:rsidP="004520B9">
            <w:pPr>
              <w:pStyle w:val="Tabelazwyky"/>
            </w:pPr>
            <w:r w:rsidRPr="0056652C">
              <w:t>Nazwa p</w:t>
            </w:r>
            <w:r w:rsidR="00BB6B75" w:rsidRPr="0056652C">
              <w:t>rodukt</w:t>
            </w:r>
            <w:r w:rsidRPr="0056652C">
              <w:t>u</w:t>
            </w:r>
          </w:p>
        </w:tc>
        <w:tc>
          <w:tcPr>
            <w:tcW w:w="7560" w:type="dxa"/>
          </w:tcPr>
          <w:p w14:paraId="06E81350" w14:textId="77777777" w:rsidR="00BB6B75" w:rsidRPr="0056652C" w:rsidRDefault="0006207D" w:rsidP="00CD2511">
            <w:pPr>
              <w:pStyle w:val="Tabelazwyky"/>
            </w:pPr>
            <w:fldSimple w:instr=" TITLE   \* MERGEFORMAT ">
              <w:r w:rsidR="00454A12" w:rsidRPr="0056652C">
                <w:t>Dokumentacja techniczna powykonawcza: Specyfikacja XML dla podmiotów w zakresie elektronicznej obsługi deklaracji dla podatku od gier urządzających turniej gry pokera POGP</w:t>
              </w:r>
            </w:fldSimple>
          </w:p>
        </w:tc>
      </w:tr>
      <w:tr w:rsidR="00BB6B75" w:rsidRPr="00656616" w14:paraId="63CAA18A" w14:textId="77777777" w:rsidTr="00541D36">
        <w:tc>
          <w:tcPr>
            <w:tcW w:w="1800" w:type="dxa"/>
          </w:tcPr>
          <w:p w14:paraId="0EEFBE5B" w14:textId="77777777" w:rsidR="00BB6B75" w:rsidRPr="0056652C" w:rsidRDefault="00BB6B75" w:rsidP="004520B9">
            <w:pPr>
              <w:pStyle w:val="Tabelazwyky"/>
            </w:pPr>
            <w:r w:rsidRPr="0056652C">
              <w:t>Opis</w:t>
            </w:r>
            <w:r w:rsidR="00FF41D0" w:rsidRPr="0056652C">
              <w:t xml:space="preserve"> produktu</w:t>
            </w:r>
          </w:p>
        </w:tc>
        <w:tc>
          <w:tcPr>
            <w:tcW w:w="7560" w:type="dxa"/>
          </w:tcPr>
          <w:p w14:paraId="1E666A2C" w14:textId="77777777" w:rsidR="00062F2C" w:rsidRPr="0056652C" w:rsidRDefault="00062F2C" w:rsidP="00062F2C">
            <w:pPr>
              <w:pStyle w:val="PJP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Dokument jest produktem zrealizowanym w ramach Umowy nr 35-ILGW-253-182/2011, </w:t>
            </w:r>
            <w:r w:rsidRPr="0056652C">
              <w:rPr>
                <w:rFonts w:ascii="Lato" w:hAnsi="Lato" w:cs="Arial"/>
                <w:bCs/>
                <w:sz w:val="20"/>
                <w:szCs w:val="20"/>
                <w:lang w:val="pl-PL" w:eastAsia="pl-PL"/>
              </w:rPr>
              <w:t>Aneks z dnia 19.12.2012, Aneks z dnia 09.04.2013, Aneks z dnia 25.04.2014, Aneks z dnia 28.10.2014, Aneks z dnia 28.11.2014, Aneks z dnia 31.03.2015, Aneks z dnia 23.06.2015, Aneks z dnia 29.09.2015, Aneks z dnia 23.12.2015, Aneks z dnia 30.06.2016 i Aneks z dnia 30.11.2016</w:t>
            </w:r>
          </w:p>
          <w:p w14:paraId="5A03EDE7" w14:textId="77777777" w:rsidR="00004C2C" w:rsidRPr="0056652C" w:rsidRDefault="00004C2C" w:rsidP="004520B9">
            <w:pPr>
              <w:pStyle w:val="Tabelazwyky"/>
            </w:pPr>
            <w:r w:rsidRPr="0056652C">
              <w:t>Dokument zawiera</w:t>
            </w:r>
            <w:r w:rsidR="008A4189" w:rsidRPr="0056652C">
              <w:t xml:space="preserve"> </w:t>
            </w:r>
            <w:r w:rsidR="00050718" w:rsidRPr="0056652C">
              <w:t xml:space="preserve">definicję struktury </w:t>
            </w:r>
            <w:r w:rsidR="00A65992" w:rsidRPr="0056652C">
              <w:t>dek</w:t>
            </w:r>
            <w:r w:rsidR="00B932C3" w:rsidRPr="0056652C">
              <w:t xml:space="preserve">laracji </w:t>
            </w:r>
            <w:r w:rsidR="00910D43" w:rsidRPr="0056652C">
              <w:t>POG-P</w:t>
            </w:r>
            <w:r w:rsidR="000A71C7" w:rsidRPr="0056652C">
              <w:t xml:space="preserve">. </w:t>
            </w:r>
          </w:p>
        </w:tc>
      </w:tr>
      <w:tr w:rsidR="00BB6B75" w:rsidRPr="00656616" w14:paraId="54E5CCE2" w14:textId="77777777" w:rsidTr="00541D36">
        <w:tc>
          <w:tcPr>
            <w:tcW w:w="1800" w:type="dxa"/>
          </w:tcPr>
          <w:p w14:paraId="6FA4172D" w14:textId="77777777" w:rsidR="00BB6B75" w:rsidRPr="0056652C" w:rsidRDefault="00FF41D0" w:rsidP="004520B9">
            <w:pPr>
              <w:pStyle w:val="Tabelazwyky"/>
            </w:pPr>
            <w:r w:rsidRPr="0056652C">
              <w:t>Autor/</w:t>
            </w:r>
            <w:proofErr w:type="spellStart"/>
            <w:r w:rsidRPr="0056652C">
              <w:t>rzy</w:t>
            </w:r>
            <w:proofErr w:type="spellEnd"/>
          </w:p>
        </w:tc>
        <w:tc>
          <w:tcPr>
            <w:tcW w:w="7560" w:type="dxa"/>
          </w:tcPr>
          <w:p w14:paraId="051A16B5" w14:textId="77777777" w:rsidR="00BB6B75" w:rsidRPr="0056652C" w:rsidRDefault="008A4189" w:rsidP="004520B9">
            <w:pPr>
              <w:pStyle w:val="Tabelazwyky"/>
            </w:pPr>
            <w:r w:rsidRPr="0056652C">
              <w:t>Projektant –</w:t>
            </w:r>
            <w:r w:rsidR="005F0D77" w:rsidRPr="0056652C">
              <w:t xml:space="preserve"> </w:t>
            </w:r>
            <w:r w:rsidR="00B67094" w:rsidRPr="0056652C">
              <w:t>Rafał Złoty</w:t>
            </w:r>
            <w:r w:rsidR="00062F2C" w:rsidRPr="0056652C">
              <w:t>; Analityk – Bogdan Schmidt</w:t>
            </w:r>
          </w:p>
        </w:tc>
      </w:tr>
      <w:tr w:rsidR="00541D36" w:rsidRPr="00656616" w14:paraId="415242A9" w14:textId="77777777" w:rsidTr="00541D36">
        <w:tc>
          <w:tcPr>
            <w:tcW w:w="1800" w:type="dxa"/>
          </w:tcPr>
          <w:p w14:paraId="203ED002" w14:textId="43D6E350" w:rsidR="00541D36" w:rsidRPr="0056652C" w:rsidRDefault="00541D36" w:rsidP="00541D36">
            <w:pPr>
              <w:pStyle w:val="Tabelazwyky"/>
            </w:pPr>
            <w:r w:rsidRPr="0056652C">
              <w:t>Nazwa pliku</w:t>
            </w:r>
          </w:p>
        </w:tc>
        <w:tc>
          <w:tcPr>
            <w:tcW w:w="7560" w:type="dxa"/>
          </w:tcPr>
          <w:p w14:paraId="24BEA87B" w14:textId="25DB5E63" w:rsidR="00541D36" w:rsidRPr="0056652C" w:rsidRDefault="00541D36" w:rsidP="00541D36">
            <w:pPr>
              <w:pStyle w:val="Tabelazwyky"/>
            </w:pPr>
            <w:r w:rsidRPr="0056652C">
              <w:fldChar w:fldCharType="begin"/>
            </w:r>
            <w:r w:rsidRPr="0056652C">
              <w:instrText xml:space="preserve"> FILENAME   \* MERGEFORMAT </w:instrText>
            </w:r>
            <w:r w:rsidRPr="0056652C">
              <w:fldChar w:fldCharType="separate"/>
            </w:r>
            <w:r w:rsidRPr="0056652C">
              <w:rPr>
                <w:noProof/>
              </w:rPr>
              <w:t>ZF2-PWT-KXML-POGP_v1.7</w:t>
            </w:r>
            <w:r w:rsidRPr="0056652C">
              <w:fldChar w:fldCharType="end"/>
            </w:r>
          </w:p>
        </w:tc>
      </w:tr>
      <w:tr w:rsidR="00541D36" w:rsidRPr="00656616" w14:paraId="38E08F5E" w14:textId="77777777" w:rsidTr="00541D36">
        <w:tc>
          <w:tcPr>
            <w:tcW w:w="1800" w:type="dxa"/>
          </w:tcPr>
          <w:p w14:paraId="2FFD88B5" w14:textId="78D51938" w:rsidR="00541D36" w:rsidRPr="0056652C" w:rsidRDefault="00541D36" w:rsidP="00541D36">
            <w:pPr>
              <w:pStyle w:val="Tabelazwyky"/>
            </w:pPr>
            <w:r w:rsidRPr="0056652C">
              <w:t>Liczba stron</w:t>
            </w:r>
          </w:p>
        </w:tc>
        <w:tc>
          <w:tcPr>
            <w:tcW w:w="7560" w:type="dxa"/>
          </w:tcPr>
          <w:p w14:paraId="2C7252D5" w14:textId="22356C83" w:rsidR="00541D36" w:rsidRPr="0056652C" w:rsidRDefault="00541D36" w:rsidP="00541D36">
            <w:pPr>
              <w:pStyle w:val="Tabelazwyky"/>
            </w:pPr>
            <w:r w:rsidRPr="0056652C">
              <w:fldChar w:fldCharType="begin"/>
            </w:r>
            <w:r w:rsidRPr="0056652C">
              <w:instrText xml:space="preserve"> NUMPAGES   \* MERGEFORMAT </w:instrText>
            </w:r>
            <w:r w:rsidRPr="0056652C">
              <w:fldChar w:fldCharType="separate"/>
            </w:r>
            <w:r w:rsidRPr="0056652C">
              <w:rPr>
                <w:noProof/>
              </w:rPr>
              <w:t>16</w:t>
            </w:r>
            <w:r w:rsidRPr="0056652C">
              <w:rPr>
                <w:noProof/>
              </w:rPr>
              <w:fldChar w:fldCharType="end"/>
            </w:r>
          </w:p>
        </w:tc>
      </w:tr>
    </w:tbl>
    <w:p w14:paraId="03C6B4FA" w14:textId="51A0FC35" w:rsidR="0056652C" w:rsidRDefault="0056652C" w:rsidP="0056652C">
      <w:pPr>
        <w:pStyle w:val="Legenda"/>
      </w:pPr>
      <w:bookmarkStart w:id="1" w:name="_Toc184287474"/>
      <w:r>
        <w:t xml:space="preserve">Tabela </w:t>
      </w:r>
      <w:r w:rsidR="008939EB">
        <w:fldChar w:fldCharType="begin"/>
      </w:r>
      <w:r w:rsidR="008939EB">
        <w:instrText xml:space="preserve"> SEQ Tabela \* ARABIC </w:instrText>
      </w:r>
      <w:r w:rsidR="008939EB">
        <w:fldChar w:fldCharType="separate"/>
      </w:r>
      <w:r w:rsidR="00CE000F">
        <w:rPr>
          <w:noProof/>
        </w:rPr>
        <w:t>2</w:t>
      </w:r>
      <w:r w:rsidR="008939EB">
        <w:rPr>
          <w:noProof/>
        </w:rPr>
        <w:fldChar w:fldCharType="end"/>
      </w:r>
      <w:r>
        <w:t xml:space="preserve">. </w:t>
      </w:r>
      <w:r w:rsidRPr="00CB6326">
        <w:t>Historia zmian dokumentu</w:t>
      </w:r>
      <w:bookmarkEnd w:id="1"/>
    </w:p>
    <w:tbl>
      <w:tblPr>
        <w:tblStyle w:val="Tabela-Siatka"/>
        <w:tblW w:w="9360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206"/>
        <w:gridCol w:w="2400"/>
        <w:gridCol w:w="720"/>
        <w:gridCol w:w="1080"/>
        <w:gridCol w:w="1080"/>
        <w:gridCol w:w="1200"/>
      </w:tblGrid>
      <w:tr w:rsidR="005366D3" w:rsidRPr="00656616" w14:paraId="0217D371" w14:textId="77777777" w:rsidTr="00541D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97" w:type="dxa"/>
          </w:tcPr>
          <w:p w14:paraId="6446BD6D" w14:textId="77777777" w:rsidR="00A45A2F" w:rsidRPr="00656616" w:rsidRDefault="005366D3" w:rsidP="007D0A84">
            <w:pPr>
              <w:pStyle w:val="Z2Nagwektabeli"/>
              <w:rPr>
                <w:rFonts w:ascii="Lato" w:hAnsi="Lato"/>
              </w:rPr>
            </w:pPr>
            <w:r w:rsidRPr="00656616">
              <w:rPr>
                <w:rFonts w:ascii="Lato" w:hAnsi="Lato"/>
              </w:rPr>
              <w:t>E</w:t>
            </w:r>
            <w:r w:rsidR="00A45A2F" w:rsidRPr="00656616">
              <w:rPr>
                <w:rFonts w:ascii="Lato" w:hAnsi="Lato"/>
              </w:rPr>
              <w:t>dycj</w:t>
            </w:r>
            <w:r w:rsidRPr="00656616">
              <w:rPr>
                <w:rFonts w:ascii="Lato" w:hAnsi="Lato"/>
              </w:rPr>
              <w:t>a</w:t>
            </w:r>
          </w:p>
        </w:tc>
        <w:tc>
          <w:tcPr>
            <w:tcW w:w="877" w:type="dxa"/>
          </w:tcPr>
          <w:p w14:paraId="08DDE6FA" w14:textId="77777777" w:rsidR="00A45A2F" w:rsidRPr="00656616" w:rsidRDefault="005366D3" w:rsidP="007D0A84">
            <w:pPr>
              <w:pStyle w:val="Z2Nagwektabeli"/>
              <w:rPr>
                <w:rFonts w:ascii="Lato" w:hAnsi="Lato"/>
              </w:rPr>
            </w:pPr>
            <w:r w:rsidRPr="00656616">
              <w:rPr>
                <w:rFonts w:ascii="Lato" w:hAnsi="Lato"/>
              </w:rPr>
              <w:t>Rewizja</w:t>
            </w:r>
          </w:p>
        </w:tc>
        <w:tc>
          <w:tcPr>
            <w:tcW w:w="1206" w:type="dxa"/>
          </w:tcPr>
          <w:p w14:paraId="43F2B945" w14:textId="77777777" w:rsidR="00A45A2F" w:rsidRPr="00656616" w:rsidRDefault="00A45A2F" w:rsidP="007D0A84">
            <w:pPr>
              <w:pStyle w:val="Z2Nagwektabeli"/>
              <w:rPr>
                <w:rFonts w:ascii="Lato" w:hAnsi="Lato"/>
              </w:rPr>
            </w:pPr>
            <w:r w:rsidRPr="00656616">
              <w:rPr>
                <w:rFonts w:ascii="Lato" w:hAnsi="Lato"/>
              </w:rPr>
              <w:t>Data wydania</w:t>
            </w:r>
          </w:p>
        </w:tc>
        <w:tc>
          <w:tcPr>
            <w:tcW w:w="2400" w:type="dxa"/>
          </w:tcPr>
          <w:p w14:paraId="51BA6B99" w14:textId="77777777" w:rsidR="00A45A2F" w:rsidRPr="00656616" w:rsidRDefault="00A45A2F" w:rsidP="007D0A84">
            <w:pPr>
              <w:pStyle w:val="Z2Nagwektabeli"/>
              <w:rPr>
                <w:rFonts w:ascii="Lato" w:hAnsi="Lato"/>
              </w:rPr>
            </w:pPr>
            <w:r w:rsidRPr="00656616">
              <w:rPr>
                <w:rFonts w:ascii="Lato" w:hAnsi="Lato"/>
              </w:rPr>
              <w:t>Opis</w:t>
            </w:r>
          </w:p>
        </w:tc>
        <w:tc>
          <w:tcPr>
            <w:tcW w:w="720" w:type="dxa"/>
          </w:tcPr>
          <w:p w14:paraId="77BEBD1F" w14:textId="77777777" w:rsidR="00A45A2F" w:rsidRPr="00656616" w:rsidRDefault="005366D3" w:rsidP="007D0A84">
            <w:pPr>
              <w:pStyle w:val="Z2Nagwektabeli"/>
              <w:rPr>
                <w:rFonts w:ascii="Lato" w:hAnsi="Lato"/>
              </w:rPr>
            </w:pPr>
            <w:r w:rsidRPr="00656616">
              <w:rPr>
                <w:rFonts w:ascii="Lato" w:hAnsi="Lato"/>
              </w:rPr>
              <w:t>A</w:t>
            </w:r>
            <w:r w:rsidR="00A45A2F" w:rsidRPr="00656616">
              <w:rPr>
                <w:rFonts w:ascii="Lato" w:hAnsi="Lato"/>
              </w:rPr>
              <w:t>kcja (*)</w:t>
            </w:r>
          </w:p>
        </w:tc>
        <w:tc>
          <w:tcPr>
            <w:tcW w:w="1080" w:type="dxa"/>
          </w:tcPr>
          <w:p w14:paraId="6B6A47B8" w14:textId="77777777" w:rsidR="00A45A2F" w:rsidRPr="00656616" w:rsidRDefault="00A45A2F" w:rsidP="007D0A84">
            <w:pPr>
              <w:pStyle w:val="Z2Nagwektabeli"/>
              <w:rPr>
                <w:rFonts w:ascii="Lato" w:hAnsi="Lato"/>
              </w:rPr>
            </w:pPr>
            <w:r w:rsidRPr="00656616">
              <w:rPr>
                <w:rFonts w:ascii="Lato" w:hAnsi="Lato"/>
              </w:rPr>
              <w:t>Rozdzi</w:t>
            </w:r>
            <w:r w:rsidR="00FF41D0" w:rsidRPr="00656616">
              <w:rPr>
                <w:rFonts w:ascii="Lato" w:hAnsi="Lato"/>
              </w:rPr>
              <w:t>ały</w:t>
            </w:r>
            <w:r w:rsidR="005366D3" w:rsidRPr="00656616">
              <w:rPr>
                <w:rFonts w:ascii="Lato" w:hAnsi="Lato"/>
              </w:rPr>
              <w:t xml:space="preserve"> </w:t>
            </w:r>
            <w:r w:rsidRPr="00656616">
              <w:rPr>
                <w:rFonts w:ascii="Lato" w:hAnsi="Lato"/>
              </w:rPr>
              <w:t>(**)</w:t>
            </w:r>
          </w:p>
        </w:tc>
        <w:tc>
          <w:tcPr>
            <w:tcW w:w="1080" w:type="dxa"/>
          </w:tcPr>
          <w:p w14:paraId="674E489D" w14:textId="77777777" w:rsidR="00A45A2F" w:rsidRPr="00656616" w:rsidRDefault="00A45A2F" w:rsidP="007D0A84">
            <w:pPr>
              <w:pStyle w:val="Z2Nagwektabeli"/>
              <w:rPr>
                <w:rFonts w:ascii="Lato" w:hAnsi="Lato"/>
              </w:rPr>
            </w:pPr>
            <w:r w:rsidRPr="00656616">
              <w:rPr>
                <w:rFonts w:ascii="Lato" w:hAnsi="Lato"/>
              </w:rPr>
              <w:t>Autor</w:t>
            </w:r>
            <w:r w:rsidR="00FF41D0" w:rsidRPr="00656616">
              <w:rPr>
                <w:rFonts w:ascii="Lato" w:hAnsi="Lato"/>
              </w:rPr>
              <w:t>/</w:t>
            </w:r>
            <w:proofErr w:type="spellStart"/>
            <w:r w:rsidR="00FF41D0" w:rsidRPr="00656616">
              <w:rPr>
                <w:rFonts w:ascii="Lato" w:hAnsi="Lato"/>
              </w:rPr>
              <w:t>rzy</w:t>
            </w:r>
            <w:proofErr w:type="spellEnd"/>
            <w:r w:rsidR="00FF41D0" w:rsidRPr="00656616">
              <w:rPr>
                <w:rFonts w:ascii="Lato" w:hAnsi="Lato"/>
              </w:rPr>
              <w:t xml:space="preserve"> </w:t>
            </w:r>
            <w:r w:rsidRPr="00656616">
              <w:rPr>
                <w:rFonts w:ascii="Lato" w:hAnsi="Lato"/>
              </w:rPr>
              <w:t>(***)</w:t>
            </w:r>
          </w:p>
        </w:tc>
        <w:tc>
          <w:tcPr>
            <w:tcW w:w="1200" w:type="dxa"/>
          </w:tcPr>
          <w:p w14:paraId="4144A918" w14:textId="77777777" w:rsidR="00A45A2F" w:rsidRPr="00656616" w:rsidRDefault="00A45A2F" w:rsidP="007D0A84">
            <w:pPr>
              <w:pStyle w:val="Z2Nagwektabeli"/>
              <w:rPr>
                <w:rFonts w:ascii="Lato" w:hAnsi="Lato"/>
              </w:rPr>
            </w:pPr>
            <w:r w:rsidRPr="00656616">
              <w:rPr>
                <w:rFonts w:ascii="Lato" w:hAnsi="Lato"/>
              </w:rPr>
              <w:t xml:space="preserve">Data </w:t>
            </w:r>
            <w:r w:rsidR="005366D3" w:rsidRPr="00656616">
              <w:rPr>
                <w:rFonts w:ascii="Lato" w:hAnsi="Lato"/>
              </w:rPr>
              <w:t>KJ</w:t>
            </w:r>
          </w:p>
        </w:tc>
      </w:tr>
      <w:tr w:rsidR="00F00A16" w:rsidRPr="00656616" w14:paraId="79B0450D" w14:textId="77777777" w:rsidTr="00541D36">
        <w:tc>
          <w:tcPr>
            <w:tcW w:w="797" w:type="dxa"/>
          </w:tcPr>
          <w:p w14:paraId="671741BB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2419F2C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2A84053F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2013-07-17</w:t>
            </w:r>
          </w:p>
        </w:tc>
        <w:tc>
          <w:tcPr>
            <w:tcW w:w="2400" w:type="dxa"/>
          </w:tcPr>
          <w:p w14:paraId="25CA0673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52663BF9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3717A343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0DF1915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200" w:type="dxa"/>
          </w:tcPr>
          <w:p w14:paraId="29D20901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F00A16" w:rsidRPr="00656616" w:rsidDel="00193612" w14:paraId="6D2C7678" w14:textId="77777777" w:rsidTr="00541D36">
        <w:tc>
          <w:tcPr>
            <w:tcW w:w="797" w:type="dxa"/>
          </w:tcPr>
          <w:p w14:paraId="7A55EDD1" w14:textId="77777777" w:rsidR="00F00A16" w:rsidRPr="0056652C" w:rsidDel="00DC1690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D9172EC" w14:textId="77777777" w:rsidR="00F00A16" w:rsidRPr="0056652C" w:rsidDel="00DC1690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5FF29549" w14:textId="77777777" w:rsidR="00F00A16" w:rsidRPr="0056652C" w:rsidDel="00193612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  <w:tc>
          <w:tcPr>
            <w:tcW w:w="2400" w:type="dxa"/>
          </w:tcPr>
          <w:p w14:paraId="7855EB48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13301A3A" w14:textId="77777777" w:rsidR="00F00A16" w:rsidRPr="0056652C" w:rsidDel="00E715AA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76ADA4B" w14:textId="77777777" w:rsidR="00F00A16" w:rsidRPr="0056652C" w:rsidDel="00E715AA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9454411" w14:textId="77777777" w:rsidR="00F00A16" w:rsidRPr="0056652C" w:rsidDel="00E715AA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Ewa Cegła</w:t>
            </w:r>
          </w:p>
        </w:tc>
        <w:tc>
          <w:tcPr>
            <w:tcW w:w="1200" w:type="dxa"/>
          </w:tcPr>
          <w:p w14:paraId="11510B55" w14:textId="77777777" w:rsidR="00F00A16" w:rsidRPr="0056652C" w:rsidDel="00193612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2013-07-30</w:t>
            </w:r>
          </w:p>
        </w:tc>
      </w:tr>
      <w:tr w:rsidR="00F00A16" w:rsidRPr="00656616" w:rsidDel="00193612" w14:paraId="0F592D08" w14:textId="77777777" w:rsidTr="00541D36">
        <w:tc>
          <w:tcPr>
            <w:tcW w:w="797" w:type="dxa"/>
          </w:tcPr>
          <w:p w14:paraId="5DC9DB71" w14:textId="77777777" w:rsidR="00F00A16" w:rsidRPr="0056652C" w:rsidDel="00DC1690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3F47603" w14:textId="77777777" w:rsidR="00F00A16" w:rsidRPr="0056652C" w:rsidDel="00DC1690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74602382" w14:textId="77777777" w:rsidR="00F00A16" w:rsidRPr="0056652C" w:rsidDel="00193612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2013-08-29</w:t>
            </w:r>
          </w:p>
        </w:tc>
        <w:tc>
          <w:tcPr>
            <w:tcW w:w="2400" w:type="dxa"/>
          </w:tcPr>
          <w:p w14:paraId="273F2AF0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Poprawki w typach pól</w:t>
            </w:r>
          </w:p>
        </w:tc>
        <w:tc>
          <w:tcPr>
            <w:tcW w:w="720" w:type="dxa"/>
          </w:tcPr>
          <w:p w14:paraId="3D5F04A4" w14:textId="77777777" w:rsidR="00F00A16" w:rsidRPr="0056652C" w:rsidDel="00E715AA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141DE0D" w14:textId="77777777" w:rsidR="00F00A16" w:rsidRPr="0056652C" w:rsidDel="00E715AA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56F03D5D" w14:textId="77777777" w:rsidR="00F00A16" w:rsidRPr="0056652C" w:rsidDel="00E715AA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200" w:type="dxa"/>
          </w:tcPr>
          <w:p w14:paraId="596EEBCE" w14:textId="77777777" w:rsidR="00F00A16" w:rsidRPr="0056652C" w:rsidDel="00193612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F00A16" w:rsidRPr="00656616" w:rsidDel="00193612" w14:paraId="76656CBE" w14:textId="77777777" w:rsidTr="00541D36">
        <w:tc>
          <w:tcPr>
            <w:tcW w:w="797" w:type="dxa"/>
          </w:tcPr>
          <w:p w14:paraId="6B2154A9" w14:textId="77777777" w:rsidR="00F00A16" w:rsidRPr="0056652C" w:rsidDel="00DC1690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8B9BF8B" w14:textId="77777777" w:rsidR="00F00A16" w:rsidRPr="0056652C" w:rsidDel="00DC1690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08F623EC" w14:textId="77777777" w:rsidR="00F00A16" w:rsidRPr="0056652C" w:rsidDel="00193612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  <w:tc>
          <w:tcPr>
            <w:tcW w:w="2400" w:type="dxa"/>
          </w:tcPr>
          <w:p w14:paraId="65CCC1EA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7B381C26" w14:textId="77777777" w:rsidR="00F00A16" w:rsidRPr="0056652C" w:rsidDel="00E715AA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29CDE75" w14:textId="77777777" w:rsidR="00F00A16" w:rsidRPr="0056652C" w:rsidDel="00E715AA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70F03B3" w14:textId="77777777" w:rsidR="00F00A16" w:rsidRPr="0056652C" w:rsidDel="00E715AA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200" w:type="dxa"/>
          </w:tcPr>
          <w:p w14:paraId="260DB1A9" w14:textId="77777777" w:rsidR="00F00A16" w:rsidRPr="0056652C" w:rsidDel="00193612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2013-08-30</w:t>
            </w:r>
          </w:p>
        </w:tc>
      </w:tr>
      <w:tr w:rsidR="00F00A16" w:rsidRPr="00656616" w:rsidDel="00193612" w14:paraId="55ACB923" w14:textId="77777777" w:rsidTr="00541D36">
        <w:tc>
          <w:tcPr>
            <w:tcW w:w="797" w:type="dxa"/>
          </w:tcPr>
          <w:p w14:paraId="2C09B8C0" w14:textId="77777777" w:rsidR="00F00A16" w:rsidRPr="0056652C" w:rsidDel="00DC1690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C015DD1" w14:textId="77777777" w:rsidR="00F00A16" w:rsidRPr="0056652C" w:rsidDel="00DC1690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2B78DA04" w14:textId="77777777" w:rsidR="00F00A16" w:rsidRPr="0056652C" w:rsidDel="00193612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2013-09-10</w:t>
            </w:r>
          </w:p>
        </w:tc>
        <w:tc>
          <w:tcPr>
            <w:tcW w:w="2400" w:type="dxa"/>
          </w:tcPr>
          <w:p w14:paraId="5650A30B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Zmiany w strukturze dokumentu</w:t>
            </w:r>
          </w:p>
        </w:tc>
        <w:tc>
          <w:tcPr>
            <w:tcW w:w="720" w:type="dxa"/>
          </w:tcPr>
          <w:p w14:paraId="6E8BC3CC" w14:textId="77777777" w:rsidR="00F00A16" w:rsidRPr="0056652C" w:rsidDel="00E715AA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2E34B0B" w14:textId="77777777" w:rsidR="00F00A16" w:rsidRPr="0056652C" w:rsidDel="00E715AA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64C2A80E" w14:textId="77777777" w:rsidR="00F00A16" w:rsidRPr="0056652C" w:rsidDel="00E715AA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200" w:type="dxa"/>
          </w:tcPr>
          <w:p w14:paraId="1AB610BC" w14:textId="77777777" w:rsidR="00F00A16" w:rsidRPr="0056652C" w:rsidDel="00193612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F00A16" w:rsidRPr="00656616" w14:paraId="4E8E9281" w14:textId="77777777" w:rsidTr="00541D36">
        <w:tc>
          <w:tcPr>
            <w:tcW w:w="797" w:type="dxa"/>
          </w:tcPr>
          <w:p w14:paraId="5E47606F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734B71AA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305483D0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3551A28C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17D5A27D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9C74FC7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E4C723C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200" w:type="dxa"/>
          </w:tcPr>
          <w:p w14:paraId="05C76C33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2013-11-08</w:t>
            </w:r>
          </w:p>
        </w:tc>
      </w:tr>
      <w:tr w:rsidR="00F00A16" w:rsidRPr="00656616" w14:paraId="6882A18B" w14:textId="77777777" w:rsidTr="00541D36">
        <w:tc>
          <w:tcPr>
            <w:tcW w:w="797" w:type="dxa"/>
          </w:tcPr>
          <w:p w14:paraId="4E973E9F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B4A38D9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0973A391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2013-11-08</w:t>
            </w:r>
          </w:p>
        </w:tc>
        <w:tc>
          <w:tcPr>
            <w:tcW w:w="2400" w:type="dxa"/>
          </w:tcPr>
          <w:p w14:paraId="3456B723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7DBC7BCC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42E64941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17951E1B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Jerzy Jeruzol</w:t>
            </w:r>
          </w:p>
        </w:tc>
        <w:tc>
          <w:tcPr>
            <w:tcW w:w="1200" w:type="dxa"/>
          </w:tcPr>
          <w:p w14:paraId="4EB09CF7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F00A16" w:rsidRPr="00656616" w14:paraId="049F6442" w14:textId="77777777" w:rsidTr="00541D36">
        <w:tc>
          <w:tcPr>
            <w:tcW w:w="797" w:type="dxa"/>
          </w:tcPr>
          <w:p w14:paraId="767C4E53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9D5B786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36EE3C6A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2013-11-28</w:t>
            </w:r>
          </w:p>
        </w:tc>
        <w:tc>
          <w:tcPr>
            <w:tcW w:w="2400" w:type="dxa"/>
          </w:tcPr>
          <w:p w14:paraId="6C9072D7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7C92951E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E6F9936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3A556317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Sławomir</w:t>
            </w:r>
          </w:p>
          <w:p w14:paraId="78C74537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Bondka</w:t>
            </w:r>
            <w:proofErr w:type="spellEnd"/>
          </w:p>
        </w:tc>
        <w:tc>
          <w:tcPr>
            <w:tcW w:w="1200" w:type="dxa"/>
          </w:tcPr>
          <w:p w14:paraId="0FB74359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F00A16" w:rsidRPr="00656616" w14:paraId="5926DFB8" w14:textId="77777777" w:rsidTr="00541D36">
        <w:tc>
          <w:tcPr>
            <w:tcW w:w="797" w:type="dxa"/>
          </w:tcPr>
          <w:p w14:paraId="71D5F0EB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788695F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073F410D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20AF338A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7C59083A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E9D83C4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BD4E937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200" w:type="dxa"/>
          </w:tcPr>
          <w:p w14:paraId="3203DC4A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2013-12-31</w:t>
            </w:r>
          </w:p>
        </w:tc>
      </w:tr>
      <w:tr w:rsidR="00F00A16" w:rsidRPr="00656616" w14:paraId="1B30E607" w14:textId="77777777" w:rsidTr="00541D36">
        <w:tc>
          <w:tcPr>
            <w:tcW w:w="797" w:type="dxa"/>
          </w:tcPr>
          <w:p w14:paraId="436171B5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C53FAC2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0CC79B54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2013-12-31</w:t>
            </w:r>
          </w:p>
        </w:tc>
        <w:tc>
          <w:tcPr>
            <w:tcW w:w="2400" w:type="dxa"/>
          </w:tcPr>
          <w:p w14:paraId="609E977E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3F269C88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474FEC7D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60306481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Jerzy Jeruzol</w:t>
            </w:r>
          </w:p>
        </w:tc>
        <w:tc>
          <w:tcPr>
            <w:tcW w:w="1200" w:type="dxa"/>
          </w:tcPr>
          <w:p w14:paraId="3B8C94B0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F00A16" w:rsidRPr="00656616" w14:paraId="30593424" w14:textId="77777777" w:rsidTr="00541D36">
        <w:tc>
          <w:tcPr>
            <w:tcW w:w="797" w:type="dxa"/>
          </w:tcPr>
          <w:p w14:paraId="3DF555F6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7EF99C9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0DEB5837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2013-01-31</w:t>
            </w:r>
          </w:p>
        </w:tc>
        <w:tc>
          <w:tcPr>
            <w:tcW w:w="2400" w:type="dxa"/>
          </w:tcPr>
          <w:p w14:paraId="18A3DF32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eastAsia="pl-PL"/>
              </w:rPr>
              <w:t>Poprawki po uwagach</w:t>
            </w: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 xml:space="preserve"> Zamawiającego</w:t>
            </w:r>
          </w:p>
        </w:tc>
        <w:tc>
          <w:tcPr>
            <w:tcW w:w="720" w:type="dxa"/>
          </w:tcPr>
          <w:p w14:paraId="61B630E4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57E8FB8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035C471C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200" w:type="dxa"/>
          </w:tcPr>
          <w:p w14:paraId="0620B8AB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F00A16" w:rsidRPr="00656616" w14:paraId="56BF8494" w14:textId="77777777" w:rsidTr="00541D36">
        <w:tc>
          <w:tcPr>
            <w:tcW w:w="797" w:type="dxa"/>
          </w:tcPr>
          <w:p w14:paraId="69320F82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089E48A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051154B5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04EB5DAD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547578FC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9AF2BCC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02FF932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200" w:type="dxa"/>
          </w:tcPr>
          <w:p w14:paraId="1B779C9A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2014-02-14</w:t>
            </w:r>
          </w:p>
        </w:tc>
      </w:tr>
      <w:tr w:rsidR="00F00A16" w:rsidRPr="00656616" w14:paraId="5C63B947" w14:textId="77777777" w:rsidTr="00541D36">
        <w:tc>
          <w:tcPr>
            <w:tcW w:w="797" w:type="dxa"/>
          </w:tcPr>
          <w:p w14:paraId="0C4E0A4B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8EDA1A2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3F5E9B25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2014-02-14</w:t>
            </w:r>
          </w:p>
        </w:tc>
        <w:tc>
          <w:tcPr>
            <w:tcW w:w="2400" w:type="dxa"/>
          </w:tcPr>
          <w:p w14:paraId="2B72A55F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683EF990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52F8F12A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3348A8A8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Sebastian Wierzbicki</w:t>
            </w:r>
          </w:p>
        </w:tc>
        <w:tc>
          <w:tcPr>
            <w:tcW w:w="1200" w:type="dxa"/>
          </w:tcPr>
          <w:p w14:paraId="057B0B0E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F00A16" w:rsidRPr="00656616" w14:paraId="547EF603" w14:textId="77777777" w:rsidTr="00541D36">
        <w:tc>
          <w:tcPr>
            <w:tcW w:w="797" w:type="dxa"/>
          </w:tcPr>
          <w:p w14:paraId="78C7C489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2CBC39E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7E1C4402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2014-08-18</w:t>
            </w:r>
          </w:p>
        </w:tc>
        <w:tc>
          <w:tcPr>
            <w:tcW w:w="2400" w:type="dxa"/>
          </w:tcPr>
          <w:p w14:paraId="1D6A0919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Poprawki</w:t>
            </w:r>
          </w:p>
        </w:tc>
        <w:tc>
          <w:tcPr>
            <w:tcW w:w="720" w:type="dxa"/>
          </w:tcPr>
          <w:p w14:paraId="07EBCE0A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C4C13D2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0DA1565B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200" w:type="dxa"/>
          </w:tcPr>
          <w:p w14:paraId="017A864D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F00A16" w:rsidRPr="00656616" w14:paraId="3E236377" w14:textId="77777777" w:rsidTr="00541D36">
        <w:tc>
          <w:tcPr>
            <w:tcW w:w="797" w:type="dxa"/>
          </w:tcPr>
          <w:p w14:paraId="25B0BA38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7E4AF38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6B22A5A6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2B39B4E3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FDD2B60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2D5E395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2889F93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Bogdan Schmidt</w:t>
            </w:r>
          </w:p>
        </w:tc>
        <w:tc>
          <w:tcPr>
            <w:tcW w:w="1200" w:type="dxa"/>
          </w:tcPr>
          <w:p w14:paraId="6E5E9913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2014-08-29</w:t>
            </w:r>
          </w:p>
        </w:tc>
      </w:tr>
      <w:tr w:rsidR="00F00A16" w:rsidRPr="00656616" w14:paraId="15A59A27" w14:textId="77777777" w:rsidTr="00541D36">
        <w:tc>
          <w:tcPr>
            <w:tcW w:w="797" w:type="dxa"/>
          </w:tcPr>
          <w:p w14:paraId="6EABA5EB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A091278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59166739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4B82E98C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784672A7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41A965DB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1AB55FB2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200" w:type="dxa"/>
          </w:tcPr>
          <w:p w14:paraId="3B250109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F00A16" w:rsidRPr="00656616" w14:paraId="5B683192" w14:textId="77777777" w:rsidTr="00541D36">
        <w:tc>
          <w:tcPr>
            <w:tcW w:w="797" w:type="dxa"/>
          </w:tcPr>
          <w:p w14:paraId="0D178284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59F6CC35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6C04E751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132AF501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7205F476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9804F8C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7A789149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200" w:type="dxa"/>
          </w:tcPr>
          <w:p w14:paraId="7E6A9F24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F00A16" w:rsidRPr="00656616" w14:paraId="17D39075" w14:textId="77777777" w:rsidTr="00541D36">
        <w:tc>
          <w:tcPr>
            <w:tcW w:w="797" w:type="dxa"/>
          </w:tcPr>
          <w:p w14:paraId="474293DE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02F7FB7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1943880B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4EC6CB70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B775F6E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D94CD55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09635F0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200" w:type="dxa"/>
          </w:tcPr>
          <w:p w14:paraId="1D9FD5A3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</w:tr>
      <w:tr w:rsidR="00F00A16" w:rsidRPr="00656616" w14:paraId="7DCC052D" w14:textId="77777777" w:rsidTr="00541D36">
        <w:tc>
          <w:tcPr>
            <w:tcW w:w="797" w:type="dxa"/>
          </w:tcPr>
          <w:p w14:paraId="2A598700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79CC675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64764238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27D73A0F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06DB1184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1D3BB40C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1676E197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200" w:type="dxa"/>
          </w:tcPr>
          <w:p w14:paraId="69B91E4B" w14:textId="77777777" w:rsidR="00F00A16" w:rsidRPr="0056652C" w:rsidRDefault="00F00A16" w:rsidP="000B76C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D71CE8" w:rsidRPr="00656616" w14:paraId="17161B80" w14:textId="77777777" w:rsidTr="00541D36">
        <w:tc>
          <w:tcPr>
            <w:tcW w:w="797" w:type="dxa"/>
          </w:tcPr>
          <w:p w14:paraId="16EF78B3" w14:textId="77777777" w:rsidR="00D71CE8" w:rsidRPr="0056652C" w:rsidRDefault="00F726EA" w:rsidP="00E033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BF62D7C" w14:textId="77777777" w:rsidR="00D71CE8" w:rsidRPr="0056652C" w:rsidRDefault="00F726EA" w:rsidP="00E033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2E3BF2AC" w14:textId="77777777" w:rsidR="00D71CE8" w:rsidRPr="0056652C" w:rsidRDefault="00D71CE8" w:rsidP="00E033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4CD97771" w14:textId="77777777" w:rsidR="00D71CE8" w:rsidRPr="0056652C" w:rsidRDefault="00F726EA" w:rsidP="00E033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</w:rPr>
              <w:t xml:space="preserve">Wersja dokumentu utworzona na podstawie dokumentu </w:t>
            </w:r>
            <w:r w:rsidR="00D71CE8" w:rsidRPr="0056652C">
              <w:rPr>
                <w:rFonts w:ascii="Lato" w:hAnsi="Lato"/>
                <w:sz w:val="20"/>
                <w:szCs w:val="20"/>
                <w:lang w:val="pl-PL" w:eastAsia="pl-PL"/>
              </w:rPr>
              <w:t>Specyfikacja XML dla podmiotów w zakresie elektronicznej obsługi deklaracji dla podatku od gier urządzających turniej gry pokera POGP</w:t>
            </w: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, wersja 1.1</w:t>
            </w:r>
            <w:r w:rsidR="00D71CE8" w:rsidRPr="0056652C">
              <w:rPr>
                <w:rFonts w:ascii="Lato" w:hAnsi="Lato"/>
                <w:sz w:val="20"/>
                <w:szCs w:val="20"/>
                <w:lang w:val="pl-PL" w:eastAsia="pl-PL"/>
              </w:rPr>
              <w:t xml:space="preserve"> (plik ZF2-PRT-KXML-POGP_v1.1.doc) odebranego w Fazie 1</w:t>
            </w:r>
          </w:p>
        </w:tc>
        <w:tc>
          <w:tcPr>
            <w:tcW w:w="720" w:type="dxa"/>
          </w:tcPr>
          <w:p w14:paraId="4DC8046A" w14:textId="77777777" w:rsidR="00D71CE8" w:rsidRPr="0056652C" w:rsidRDefault="00F726EA" w:rsidP="00E033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0D5E3299" w14:textId="77777777" w:rsidR="00D71CE8" w:rsidRPr="0056652C" w:rsidRDefault="00D71CE8" w:rsidP="00E033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1C7D41F" w14:textId="77777777" w:rsidR="00D71CE8" w:rsidRPr="0056652C" w:rsidRDefault="00D71CE8" w:rsidP="00E033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 xml:space="preserve">Rafał Złoty </w:t>
            </w:r>
          </w:p>
        </w:tc>
        <w:tc>
          <w:tcPr>
            <w:tcW w:w="1200" w:type="dxa"/>
          </w:tcPr>
          <w:p w14:paraId="1A21A07A" w14:textId="77777777" w:rsidR="00D71CE8" w:rsidRPr="0056652C" w:rsidRDefault="00D71CE8" w:rsidP="00AD0F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432FAA" w:rsidRPr="00656616" w14:paraId="02638CA1" w14:textId="77777777" w:rsidTr="00541D36">
        <w:tc>
          <w:tcPr>
            <w:tcW w:w="797" w:type="dxa"/>
          </w:tcPr>
          <w:p w14:paraId="4629B34C" w14:textId="77777777" w:rsidR="00432FAA" w:rsidRPr="0056652C" w:rsidRDefault="00432FAA" w:rsidP="008906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8D0547C" w14:textId="77777777" w:rsidR="00432FAA" w:rsidRPr="0056652C" w:rsidRDefault="00432FAA" w:rsidP="008906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7B45E5C5" w14:textId="77777777" w:rsidR="00432FAA" w:rsidRPr="0056652C" w:rsidRDefault="00432FAA" w:rsidP="008906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438CB6C5" w14:textId="77777777" w:rsidR="00432FAA" w:rsidRPr="0056652C" w:rsidRDefault="00432FAA" w:rsidP="008906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84C7551" w14:textId="77777777" w:rsidR="00432FAA" w:rsidRPr="0056652C" w:rsidRDefault="00432FAA" w:rsidP="008906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83D5E6B" w14:textId="77777777" w:rsidR="00432FAA" w:rsidRPr="0056652C" w:rsidRDefault="00432FAA" w:rsidP="008906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55C1F56" w14:textId="77777777" w:rsidR="00432FAA" w:rsidRPr="0056652C" w:rsidRDefault="00432FAA" w:rsidP="008906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200" w:type="dxa"/>
          </w:tcPr>
          <w:p w14:paraId="1A2B18CF" w14:textId="77777777" w:rsidR="00432FAA" w:rsidRPr="0056652C" w:rsidRDefault="00432FAA" w:rsidP="0089063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2014-12-12</w:t>
            </w:r>
          </w:p>
        </w:tc>
      </w:tr>
      <w:tr w:rsidR="004F38C0" w:rsidRPr="00656616" w14:paraId="1AE56DE6" w14:textId="77777777" w:rsidTr="00541D36">
        <w:tc>
          <w:tcPr>
            <w:tcW w:w="797" w:type="dxa"/>
          </w:tcPr>
          <w:p w14:paraId="40169E48" w14:textId="77777777" w:rsidR="004F38C0" w:rsidRPr="0056652C" w:rsidRDefault="004F38C0" w:rsidP="00FE657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EC306ED" w14:textId="77777777" w:rsidR="004F38C0" w:rsidRPr="0056652C" w:rsidRDefault="004F38C0" w:rsidP="00FE657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06" w:type="dxa"/>
          </w:tcPr>
          <w:p w14:paraId="5AED899D" w14:textId="77777777" w:rsidR="004F38C0" w:rsidRPr="0056652C" w:rsidRDefault="004F38C0" w:rsidP="00FE657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2015-02-10</w:t>
            </w:r>
          </w:p>
        </w:tc>
        <w:tc>
          <w:tcPr>
            <w:tcW w:w="2400" w:type="dxa"/>
          </w:tcPr>
          <w:p w14:paraId="65C52BDE" w14:textId="77777777" w:rsidR="004F38C0" w:rsidRPr="0056652C" w:rsidRDefault="004F38C0" w:rsidP="00FE657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5830C9B3" w14:textId="77777777" w:rsidR="004F38C0" w:rsidRPr="0056652C" w:rsidRDefault="004F38C0" w:rsidP="00FE657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2B6C100" w14:textId="77777777" w:rsidR="004F38C0" w:rsidRPr="0056652C" w:rsidRDefault="004F38C0" w:rsidP="00FE657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18170933" w14:textId="77777777" w:rsidR="004F38C0" w:rsidRPr="0056652C" w:rsidRDefault="004F38C0" w:rsidP="00FE657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200" w:type="dxa"/>
          </w:tcPr>
          <w:p w14:paraId="46C8A818" w14:textId="77777777" w:rsidR="004F38C0" w:rsidRPr="0056652C" w:rsidRDefault="004F38C0" w:rsidP="00FE657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894250" w:rsidRPr="00656616" w14:paraId="6B3B1828" w14:textId="77777777" w:rsidTr="00541D36">
        <w:tc>
          <w:tcPr>
            <w:tcW w:w="797" w:type="dxa"/>
          </w:tcPr>
          <w:p w14:paraId="6EB5C779" w14:textId="77777777" w:rsidR="00894250" w:rsidRPr="0056652C" w:rsidRDefault="00894250" w:rsidP="008942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EB272A1" w14:textId="77777777" w:rsidR="00894250" w:rsidRPr="0056652C" w:rsidRDefault="00894250" w:rsidP="008942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06" w:type="dxa"/>
          </w:tcPr>
          <w:p w14:paraId="2EE46620" w14:textId="77777777" w:rsidR="00894250" w:rsidRPr="0056652C" w:rsidRDefault="00894250" w:rsidP="008942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0B2EB916" w14:textId="77777777" w:rsidR="00894250" w:rsidRPr="0056652C" w:rsidRDefault="00894250" w:rsidP="008942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A7F4435" w14:textId="77777777" w:rsidR="00894250" w:rsidRPr="0056652C" w:rsidRDefault="00894250" w:rsidP="008942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F68561C" w14:textId="77777777" w:rsidR="00894250" w:rsidRPr="0056652C" w:rsidRDefault="00894250" w:rsidP="008942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0BC3423" w14:textId="77777777" w:rsidR="00894250" w:rsidRPr="0056652C" w:rsidRDefault="00894250" w:rsidP="008942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200" w:type="dxa"/>
          </w:tcPr>
          <w:p w14:paraId="4F28CC86" w14:textId="77777777" w:rsidR="00894250" w:rsidRPr="0056652C" w:rsidRDefault="00894250" w:rsidP="008942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2015-02-16</w:t>
            </w:r>
          </w:p>
        </w:tc>
      </w:tr>
      <w:tr w:rsidR="00CC0963" w:rsidRPr="00656616" w14:paraId="6580D221" w14:textId="77777777" w:rsidTr="00541D36">
        <w:tc>
          <w:tcPr>
            <w:tcW w:w="797" w:type="dxa"/>
          </w:tcPr>
          <w:p w14:paraId="551A95EA" w14:textId="77777777" w:rsidR="00CC0963" w:rsidRPr="0056652C" w:rsidRDefault="00CC0963" w:rsidP="00CC09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7F614AF" w14:textId="77777777" w:rsidR="00CC0963" w:rsidRPr="0056652C" w:rsidRDefault="00CC0963" w:rsidP="00CC09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206" w:type="dxa"/>
          </w:tcPr>
          <w:p w14:paraId="3684863F" w14:textId="77777777" w:rsidR="00CC0963" w:rsidRPr="0056652C" w:rsidRDefault="00CC0963" w:rsidP="00CC09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151EDE5B" w14:textId="77777777" w:rsidR="00CC0963" w:rsidRPr="0056652C" w:rsidRDefault="00CC0963" w:rsidP="00CC09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5C44F6C3" w14:textId="77777777" w:rsidR="00CC0963" w:rsidRPr="0056652C" w:rsidRDefault="00CC0963" w:rsidP="00CC09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CBB8F66" w14:textId="77777777" w:rsidR="00CC0963" w:rsidRPr="0056652C" w:rsidRDefault="00CC0963" w:rsidP="00CC09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22791FDC" w14:textId="77777777" w:rsidR="00CC0963" w:rsidRPr="0056652C" w:rsidRDefault="00CC0963" w:rsidP="00CC09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200" w:type="dxa"/>
          </w:tcPr>
          <w:p w14:paraId="1BC812AA" w14:textId="77777777" w:rsidR="00CC0963" w:rsidRPr="0056652C" w:rsidRDefault="00CC0963" w:rsidP="00CC09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CC0963" w:rsidRPr="00656616" w14:paraId="1C932BA6" w14:textId="77777777" w:rsidTr="00541D36">
        <w:tc>
          <w:tcPr>
            <w:tcW w:w="797" w:type="dxa"/>
          </w:tcPr>
          <w:p w14:paraId="1A0A3C0B" w14:textId="77777777" w:rsidR="00CC0963" w:rsidRPr="0056652C" w:rsidRDefault="00CC0963" w:rsidP="00CC09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15AE35BC" w14:textId="77777777" w:rsidR="00CC0963" w:rsidRPr="0056652C" w:rsidRDefault="00CC0963" w:rsidP="00CC09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206" w:type="dxa"/>
          </w:tcPr>
          <w:p w14:paraId="57502890" w14:textId="77777777" w:rsidR="00CC0963" w:rsidRPr="0056652C" w:rsidRDefault="00CC0963" w:rsidP="00CC09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39311027" w14:textId="77777777" w:rsidR="00CC0963" w:rsidRPr="0056652C" w:rsidRDefault="00CC0963" w:rsidP="00CC09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2A457AF7" w14:textId="77777777" w:rsidR="00CC0963" w:rsidRPr="0056652C" w:rsidRDefault="00CC0963" w:rsidP="00CC09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68B248E" w14:textId="77777777" w:rsidR="00CC0963" w:rsidRPr="0056652C" w:rsidRDefault="00CC0963" w:rsidP="00CC09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30638B8" w14:textId="77777777" w:rsidR="00CC0963" w:rsidRPr="0056652C" w:rsidRDefault="00CC0963" w:rsidP="00CC09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200" w:type="dxa"/>
          </w:tcPr>
          <w:p w14:paraId="00BAE295" w14:textId="77777777" w:rsidR="00CC0963" w:rsidRPr="0056652C" w:rsidRDefault="00CC0963" w:rsidP="00CC09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2015-06-24</w:t>
            </w:r>
          </w:p>
        </w:tc>
      </w:tr>
      <w:tr w:rsidR="00335089" w:rsidRPr="00656616" w14:paraId="6B505CE9" w14:textId="77777777" w:rsidTr="00541D36">
        <w:tc>
          <w:tcPr>
            <w:tcW w:w="797" w:type="dxa"/>
          </w:tcPr>
          <w:p w14:paraId="54FE37A7" w14:textId="77777777" w:rsidR="00335089" w:rsidRPr="0056652C" w:rsidRDefault="00335089" w:rsidP="0033508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7A9D76D" w14:textId="77777777" w:rsidR="00335089" w:rsidRPr="0056652C" w:rsidRDefault="00335089" w:rsidP="0033508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206" w:type="dxa"/>
          </w:tcPr>
          <w:p w14:paraId="09BA32FD" w14:textId="77777777" w:rsidR="00335089" w:rsidRPr="0056652C" w:rsidRDefault="00335089" w:rsidP="0033508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4742C4D7" w14:textId="77777777" w:rsidR="00335089" w:rsidRPr="0056652C" w:rsidRDefault="00335089" w:rsidP="00335089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</w:rPr>
              <w:t xml:space="preserve">Wersja dokumentu utworzona na podstawie dokumentu </w:t>
            </w: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Specyfikacja XML dla podmiotów w zakresie elektronicznej obsługi deklaracji dla podatku od gier urządzających turniej gry pokera POGP, wersja 1.4 wytworzonego w Fazie 2</w:t>
            </w:r>
          </w:p>
        </w:tc>
        <w:tc>
          <w:tcPr>
            <w:tcW w:w="720" w:type="dxa"/>
          </w:tcPr>
          <w:p w14:paraId="67863708" w14:textId="77777777" w:rsidR="00335089" w:rsidRPr="0056652C" w:rsidRDefault="00335089" w:rsidP="00335089">
            <w:pPr>
              <w:rPr>
                <w:rFonts w:cs="Arial"/>
                <w:sz w:val="20"/>
                <w:szCs w:val="20"/>
              </w:rPr>
            </w:pPr>
            <w:r w:rsidRPr="0056652C">
              <w:rPr>
                <w:rFonts w:cs="Arial"/>
                <w:sz w:val="20"/>
                <w:szCs w:val="20"/>
              </w:rPr>
              <w:t>Z, We</w:t>
            </w:r>
          </w:p>
        </w:tc>
        <w:tc>
          <w:tcPr>
            <w:tcW w:w="1080" w:type="dxa"/>
          </w:tcPr>
          <w:p w14:paraId="22FA2053" w14:textId="77777777" w:rsidR="00335089" w:rsidRPr="0056652C" w:rsidRDefault="00335089" w:rsidP="00335089">
            <w:pPr>
              <w:rPr>
                <w:rFonts w:cs="Arial"/>
                <w:sz w:val="20"/>
                <w:szCs w:val="20"/>
              </w:rPr>
            </w:pPr>
            <w:r w:rsidRPr="0056652C">
              <w:rPr>
                <w:rFonts w:cs="Arial"/>
                <w:sz w:val="20"/>
                <w:szCs w:val="20"/>
              </w:rPr>
              <w:t>W</w:t>
            </w:r>
          </w:p>
        </w:tc>
        <w:tc>
          <w:tcPr>
            <w:tcW w:w="1080" w:type="dxa"/>
          </w:tcPr>
          <w:p w14:paraId="70B6D1A3" w14:textId="77777777" w:rsidR="00335089" w:rsidRPr="0056652C" w:rsidRDefault="00335089" w:rsidP="00335089">
            <w:pPr>
              <w:rPr>
                <w:rFonts w:cs="Arial"/>
                <w:sz w:val="20"/>
                <w:szCs w:val="20"/>
              </w:rPr>
            </w:pPr>
            <w:r w:rsidRPr="0056652C">
              <w:rPr>
                <w:rFonts w:cs="Arial"/>
                <w:sz w:val="20"/>
                <w:szCs w:val="20"/>
              </w:rPr>
              <w:t>Bogdan Schmidt</w:t>
            </w:r>
          </w:p>
        </w:tc>
        <w:tc>
          <w:tcPr>
            <w:tcW w:w="1200" w:type="dxa"/>
          </w:tcPr>
          <w:p w14:paraId="309550FA" w14:textId="77777777" w:rsidR="00335089" w:rsidRPr="0056652C" w:rsidRDefault="00335089" w:rsidP="00335089">
            <w:pPr>
              <w:rPr>
                <w:rFonts w:cs="Arial"/>
                <w:sz w:val="20"/>
                <w:szCs w:val="20"/>
              </w:rPr>
            </w:pPr>
            <w:r w:rsidRPr="0056652C">
              <w:rPr>
                <w:rFonts w:cs="Arial"/>
                <w:sz w:val="20"/>
                <w:szCs w:val="20"/>
              </w:rPr>
              <w:t>nd</w:t>
            </w:r>
          </w:p>
        </w:tc>
      </w:tr>
      <w:tr w:rsidR="00335089" w:rsidRPr="00656616" w14:paraId="13D6EF6E" w14:textId="77777777" w:rsidTr="00541D36">
        <w:tc>
          <w:tcPr>
            <w:tcW w:w="797" w:type="dxa"/>
          </w:tcPr>
          <w:p w14:paraId="05094B89" w14:textId="77777777" w:rsidR="00335089" w:rsidRPr="0056652C" w:rsidRDefault="00335089" w:rsidP="0033508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0A38808" w14:textId="77777777" w:rsidR="00335089" w:rsidRPr="0056652C" w:rsidRDefault="00335089" w:rsidP="0033508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206" w:type="dxa"/>
          </w:tcPr>
          <w:p w14:paraId="2CA67CC4" w14:textId="77777777" w:rsidR="00335089" w:rsidRPr="0056652C" w:rsidRDefault="00335089" w:rsidP="0033508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0A0D2739" w14:textId="77777777" w:rsidR="00335089" w:rsidRPr="0056652C" w:rsidRDefault="00335089" w:rsidP="00335089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35A67C24" w14:textId="77777777" w:rsidR="00335089" w:rsidRPr="0056652C" w:rsidRDefault="00335089" w:rsidP="0033508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EF54107" w14:textId="77777777" w:rsidR="00335089" w:rsidRPr="0056652C" w:rsidRDefault="00335089" w:rsidP="0033508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1CC7C1D" w14:textId="77777777" w:rsidR="00335089" w:rsidRPr="0056652C" w:rsidRDefault="00335089" w:rsidP="0033508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Andrzej Ligudziński</w:t>
            </w:r>
          </w:p>
        </w:tc>
        <w:tc>
          <w:tcPr>
            <w:tcW w:w="1200" w:type="dxa"/>
          </w:tcPr>
          <w:p w14:paraId="0CC244D2" w14:textId="77777777" w:rsidR="00335089" w:rsidRPr="0056652C" w:rsidRDefault="00335089" w:rsidP="0033508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541D36" w:rsidRPr="00656616" w14:paraId="6243AB74" w14:textId="77777777" w:rsidTr="00541D36">
        <w:tc>
          <w:tcPr>
            <w:tcW w:w="797" w:type="dxa"/>
          </w:tcPr>
          <w:p w14:paraId="1CACE208" w14:textId="65DB88F1" w:rsidR="00541D36" w:rsidRPr="0056652C" w:rsidRDefault="00541D36" w:rsidP="00541D3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F681E94" w14:textId="32218322" w:rsidR="00541D36" w:rsidRPr="0056652C" w:rsidRDefault="00541D36" w:rsidP="00541D3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5.1</w:t>
            </w:r>
          </w:p>
        </w:tc>
        <w:tc>
          <w:tcPr>
            <w:tcW w:w="1206" w:type="dxa"/>
          </w:tcPr>
          <w:p w14:paraId="4869ED28" w14:textId="4AB07350" w:rsidR="00541D36" w:rsidRPr="0056652C" w:rsidRDefault="00541D36" w:rsidP="00541D3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22BBE5C2" w14:textId="6E44943C" w:rsidR="00541D36" w:rsidRPr="0056652C" w:rsidRDefault="00541D36" w:rsidP="00541D36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Aktualizacja </w:t>
            </w:r>
            <w:proofErr w:type="spellStart"/>
            <w:r w:rsidRPr="0056652C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ww</w:t>
            </w:r>
            <w:proofErr w:type="spellEnd"/>
            <w:r w:rsidRPr="0056652C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 z KAS</w:t>
            </w:r>
          </w:p>
        </w:tc>
        <w:tc>
          <w:tcPr>
            <w:tcW w:w="720" w:type="dxa"/>
          </w:tcPr>
          <w:p w14:paraId="1D6A0F3B" w14:textId="57F7A946" w:rsidR="00541D36" w:rsidRPr="0056652C" w:rsidRDefault="00541D36" w:rsidP="00541D3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8D7166A" w14:textId="5325B66C" w:rsidR="00541D36" w:rsidRPr="0056652C" w:rsidRDefault="00541D36" w:rsidP="00541D3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Pkt. 1.4; 3.1</w:t>
            </w:r>
          </w:p>
        </w:tc>
        <w:tc>
          <w:tcPr>
            <w:tcW w:w="1080" w:type="dxa"/>
          </w:tcPr>
          <w:p w14:paraId="3E839B07" w14:textId="68D43ED3" w:rsidR="00541D36" w:rsidRPr="0056652C" w:rsidRDefault="00541D36" w:rsidP="00541D3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200" w:type="dxa"/>
          </w:tcPr>
          <w:p w14:paraId="59DF3010" w14:textId="317B0C94" w:rsidR="00541D36" w:rsidRPr="0056652C" w:rsidRDefault="00541D36" w:rsidP="00541D3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541D36" w:rsidRPr="00656616" w14:paraId="21C93F37" w14:textId="77777777" w:rsidTr="00541D36">
        <w:tc>
          <w:tcPr>
            <w:tcW w:w="797" w:type="dxa"/>
          </w:tcPr>
          <w:p w14:paraId="761068EA" w14:textId="77777777" w:rsidR="00541D36" w:rsidRPr="0056652C" w:rsidRDefault="00541D36" w:rsidP="00541D3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E95C8B9" w14:textId="77777777" w:rsidR="00541D36" w:rsidRPr="0056652C" w:rsidRDefault="00541D36" w:rsidP="00541D3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206" w:type="dxa"/>
          </w:tcPr>
          <w:p w14:paraId="03425AD2" w14:textId="77777777" w:rsidR="00541D36" w:rsidRPr="0056652C" w:rsidRDefault="00541D36" w:rsidP="00541D3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23A2D646" w14:textId="77777777" w:rsidR="00541D36" w:rsidRPr="0056652C" w:rsidRDefault="00541D36" w:rsidP="00541D36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 schematów do wersji 3_0</w:t>
            </w:r>
          </w:p>
        </w:tc>
        <w:tc>
          <w:tcPr>
            <w:tcW w:w="720" w:type="dxa"/>
          </w:tcPr>
          <w:p w14:paraId="390306D0" w14:textId="77777777" w:rsidR="00541D36" w:rsidRPr="0056652C" w:rsidRDefault="00541D36" w:rsidP="00541D3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42919B4" w14:textId="77777777" w:rsidR="00541D36" w:rsidRPr="0056652C" w:rsidRDefault="00541D36" w:rsidP="00541D3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7CBD472" w14:textId="77777777" w:rsidR="00541D36" w:rsidRPr="0056652C" w:rsidRDefault="00541D36" w:rsidP="00541D3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Wojciech Salamon</w:t>
            </w:r>
          </w:p>
        </w:tc>
        <w:tc>
          <w:tcPr>
            <w:tcW w:w="1200" w:type="dxa"/>
          </w:tcPr>
          <w:p w14:paraId="61A2133F" w14:textId="77777777" w:rsidR="00541D36" w:rsidRPr="0056652C" w:rsidRDefault="00541D36" w:rsidP="00541D3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541D36" w:rsidRPr="00656616" w14:paraId="31EBD212" w14:textId="77777777" w:rsidTr="00541D36">
        <w:tc>
          <w:tcPr>
            <w:tcW w:w="797" w:type="dxa"/>
          </w:tcPr>
          <w:p w14:paraId="408AE6F7" w14:textId="77777777" w:rsidR="00541D36" w:rsidRPr="0056652C" w:rsidRDefault="00541D36" w:rsidP="00541D3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BCB5E3C" w14:textId="77777777" w:rsidR="00541D36" w:rsidRPr="0056652C" w:rsidRDefault="00541D36" w:rsidP="00541D3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206" w:type="dxa"/>
          </w:tcPr>
          <w:p w14:paraId="33EAE8BB" w14:textId="77777777" w:rsidR="00541D36" w:rsidRPr="0056652C" w:rsidRDefault="00541D36" w:rsidP="00541D3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2017-04-28</w:t>
            </w:r>
          </w:p>
        </w:tc>
        <w:tc>
          <w:tcPr>
            <w:tcW w:w="2400" w:type="dxa"/>
          </w:tcPr>
          <w:p w14:paraId="55EF2BF8" w14:textId="77777777" w:rsidR="00541D36" w:rsidRPr="0056652C" w:rsidRDefault="00541D36" w:rsidP="00541D36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 schematów do wersji 4_0</w:t>
            </w:r>
          </w:p>
        </w:tc>
        <w:tc>
          <w:tcPr>
            <w:tcW w:w="720" w:type="dxa"/>
          </w:tcPr>
          <w:p w14:paraId="5376A15C" w14:textId="77777777" w:rsidR="00541D36" w:rsidRPr="0056652C" w:rsidRDefault="00541D36" w:rsidP="00541D3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9191F37" w14:textId="77777777" w:rsidR="00541D36" w:rsidRPr="0056652C" w:rsidRDefault="00541D36" w:rsidP="00541D3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3CF3DD3" w14:textId="77777777" w:rsidR="00541D36" w:rsidRPr="0056652C" w:rsidRDefault="00541D36" w:rsidP="00541D3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Wojciech Salamon</w:t>
            </w:r>
          </w:p>
        </w:tc>
        <w:tc>
          <w:tcPr>
            <w:tcW w:w="1200" w:type="dxa"/>
          </w:tcPr>
          <w:p w14:paraId="60838E02" w14:textId="77777777" w:rsidR="00541D36" w:rsidRPr="0056652C" w:rsidRDefault="00541D36" w:rsidP="00541D3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</w:tbl>
    <w:p w14:paraId="3EE6D33B" w14:textId="77777777" w:rsidR="00A45A2F" w:rsidRPr="00656616" w:rsidRDefault="00DF5193" w:rsidP="003D25AE">
      <w:r w:rsidRPr="00656616">
        <w:t xml:space="preserve"> </w:t>
      </w:r>
      <w:r w:rsidR="00A45A2F" w:rsidRPr="00656616">
        <w:t>(*) Akcje: W = Wstaw, Z = Zamień, We = Weryfikuj, N = Nowy</w:t>
      </w:r>
    </w:p>
    <w:p w14:paraId="38425E58" w14:textId="77777777" w:rsidR="00A45A2F" w:rsidRPr="00656616" w:rsidRDefault="00A45A2F" w:rsidP="003D25AE">
      <w:r w:rsidRPr="00656616">
        <w:t>(**) Rozdziały: W = Wszystkie</w:t>
      </w:r>
    </w:p>
    <w:p w14:paraId="652A1CA0" w14:textId="77777777" w:rsidR="00561FE8" w:rsidRPr="00656616" w:rsidRDefault="00A45A2F" w:rsidP="003D25AE">
      <w:r w:rsidRPr="00656616">
        <w:t>(***) Autorzy: patrz metryka dokumentu</w:t>
      </w:r>
    </w:p>
    <w:p w14:paraId="1B990AFB" w14:textId="77777777" w:rsidR="003B59A0" w:rsidRPr="00CE000F" w:rsidRDefault="00561FE8" w:rsidP="003B59A0">
      <w:pPr>
        <w:pStyle w:val="PJPtekst"/>
        <w:ind w:left="0"/>
        <w:rPr>
          <w:rFonts w:ascii="Lato" w:hAnsi="Lato"/>
          <w:sz w:val="28"/>
          <w:szCs w:val="28"/>
        </w:rPr>
      </w:pPr>
      <w:r w:rsidRPr="00656616">
        <w:rPr>
          <w:rFonts w:ascii="Lato" w:hAnsi="Lato"/>
        </w:rPr>
        <w:br w:type="page"/>
      </w:r>
      <w:r w:rsidR="003B59A0" w:rsidRPr="00CE000F">
        <w:rPr>
          <w:rFonts w:ascii="Lato" w:hAnsi="Lato"/>
          <w:sz w:val="28"/>
          <w:szCs w:val="28"/>
        </w:rPr>
        <w:lastRenderedPageBreak/>
        <w:t>SPIS TREŚCI</w:t>
      </w:r>
    </w:p>
    <w:p w14:paraId="301567FB" w14:textId="5032D1A7" w:rsidR="008939EB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CE000F">
        <w:fldChar w:fldCharType="begin"/>
      </w:r>
      <w:r w:rsidRPr="00CE000F">
        <w:instrText xml:space="preserve"> TOC \o "1-3" \h \z \u </w:instrText>
      </w:r>
      <w:r w:rsidRPr="00CE000F">
        <w:fldChar w:fldCharType="separate"/>
      </w:r>
      <w:hyperlink w:anchor="_Toc184287487" w:history="1">
        <w:r w:rsidR="008939EB" w:rsidRPr="006512C8">
          <w:rPr>
            <w:rStyle w:val="Hipercze"/>
            <w:noProof/>
          </w:rPr>
          <w:t>1.</w:t>
        </w:r>
        <w:r w:rsidR="008939EB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8939EB" w:rsidRPr="006512C8">
          <w:rPr>
            <w:rStyle w:val="Hipercze"/>
            <w:noProof/>
          </w:rPr>
          <w:t>Opis dokumentu</w:t>
        </w:r>
        <w:r w:rsidR="008939EB">
          <w:rPr>
            <w:noProof/>
            <w:webHidden/>
          </w:rPr>
          <w:tab/>
        </w:r>
        <w:r w:rsidR="008939EB">
          <w:rPr>
            <w:noProof/>
            <w:webHidden/>
          </w:rPr>
          <w:fldChar w:fldCharType="begin"/>
        </w:r>
        <w:r w:rsidR="008939EB">
          <w:rPr>
            <w:noProof/>
            <w:webHidden/>
          </w:rPr>
          <w:instrText xml:space="preserve"> PAGEREF _Toc184287487 \h </w:instrText>
        </w:r>
        <w:r w:rsidR="008939EB">
          <w:rPr>
            <w:noProof/>
            <w:webHidden/>
          </w:rPr>
        </w:r>
        <w:r w:rsidR="008939EB">
          <w:rPr>
            <w:noProof/>
            <w:webHidden/>
          </w:rPr>
          <w:fldChar w:fldCharType="separate"/>
        </w:r>
        <w:r w:rsidR="008939EB">
          <w:rPr>
            <w:noProof/>
            <w:webHidden/>
          </w:rPr>
          <w:t>8</w:t>
        </w:r>
        <w:r w:rsidR="008939EB">
          <w:rPr>
            <w:noProof/>
            <w:webHidden/>
          </w:rPr>
          <w:fldChar w:fldCharType="end"/>
        </w:r>
      </w:hyperlink>
    </w:p>
    <w:p w14:paraId="4042E219" w14:textId="1A1ACC19" w:rsidR="008939EB" w:rsidRDefault="008939EB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7488" w:history="1">
        <w:r w:rsidRPr="006512C8">
          <w:rPr>
            <w:rStyle w:val="Hipercze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6512C8">
          <w:rPr>
            <w:rStyle w:val="Hipercze"/>
            <w:noProof/>
          </w:rPr>
          <w:t>Cel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_Toc184287488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0E8B1B8" w14:textId="2A25807B" w:rsidR="008939EB" w:rsidRDefault="008939EB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7489" w:history="1">
        <w:r w:rsidRPr="006512C8">
          <w:rPr>
            <w:rStyle w:val="Hipercze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6512C8">
          <w:rPr>
            <w:rStyle w:val="Hipercze"/>
            <w:noProof/>
          </w:rPr>
          <w:t>Zastosowanie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_Toc184287489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9F6DB79" w14:textId="37F72664" w:rsidR="008939EB" w:rsidRDefault="008939EB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7490" w:history="1">
        <w:r w:rsidRPr="006512C8">
          <w:rPr>
            <w:rStyle w:val="Hipercze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6512C8">
          <w:rPr>
            <w:rStyle w:val="Hipercze"/>
            <w:noProof/>
          </w:rPr>
          <w:t>Obowiązywanie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_Toc184287490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E4EA5EB" w14:textId="2EC659D8" w:rsidR="008939EB" w:rsidRDefault="008939EB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7491" w:history="1">
        <w:r w:rsidRPr="006512C8">
          <w:rPr>
            <w:rStyle w:val="Hipercze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6512C8">
          <w:rPr>
            <w:rStyle w:val="Hipercze"/>
            <w:noProof/>
          </w:rPr>
          <w:t>Dokumenty obowiązujące i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_Toc184287491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A4016F7" w14:textId="06FDD96B" w:rsidR="008939EB" w:rsidRDefault="008939EB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287492" w:history="1">
        <w:r w:rsidRPr="006512C8">
          <w:rPr>
            <w:rStyle w:val="Hipercze"/>
            <w:noProof/>
          </w:rPr>
          <w:t>1.4.1.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6512C8">
          <w:rPr>
            <w:rStyle w:val="Hipercze"/>
            <w:noProof/>
          </w:rPr>
          <w:t>Dokumenty obowiązujące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_Toc184287492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7BDDF77" w14:textId="72380928" w:rsidR="008939EB" w:rsidRDefault="008939EB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287493" w:history="1">
        <w:r w:rsidRPr="006512C8">
          <w:rPr>
            <w:rStyle w:val="Hipercze"/>
            <w:noProof/>
          </w:rPr>
          <w:t>1.4.2.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6512C8">
          <w:rPr>
            <w:rStyle w:val="Hipercze"/>
            <w:noProof/>
          </w:rPr>
          <w:t>Dokumenty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_Toc184287493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A32BAFC" w14:textId="4A3E0581" w:rsidR="008939EB" w:rsidRDefault="008939EB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7494" w:history="1">
        <w:r w:rsidRPr="006512C8">
          <w:rPr>
            <w:rStyle w:val="Hipercze"/>
            <w:noProof/>
          </w:rPr>
          <w:t>1.5.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6512C8">
          <w:rPr>
            <w:rStyle w:val="Hipercze"/>
            <w:noProof/>
          </w:rPr>
          <w:t>Słownik przyjętych skrótów i terminów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_Toc184287494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73C3ED3" w14:textId="03809C17" w:rsidR="008939EB" w:rsidRDefault="008939EB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287495" w:history="1">
        <w:r w:rsidRPr="006512C8">
          <w:rPr>
            <w:rStyle w:val="Hipercze"/>
            <w:noProof/>
          </w:rPr>
          <w:t>1.5.1.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6512C8">
          <w:rPr>
            <w:rStyle w:val="Hipercze"/>
            <w:noProof/>
          </w:rPr>
          <w:t>Skróty i akronimy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_Toc184287495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D42E012" w14:textId="443E1003" w:rsidR="008939EB" w:rsidRDefault="008939EB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287496" w:history="1">
        <w:r w:rsidRPr="006512C8">
          <w:rPr>
            <w:rStyle w:val="Hipercze"/>
            <w:noProof/>
          </w:rPr>
          <w:t>1.5.2.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6512C8">
          <w:rPr>
            <w:rStyle w:val="Hipercze"/>
            <w:noProof/>
          </w:rPr>
          <w:t>Terminy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_Toc184287496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99AEDF3" w14:textId="3CFC246A" w:rsidR="008939EB" w:rsidRDefault="008939E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4287497" w:history="1">
        <w:r w:rsidRPr="006512C8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6512C8">
          <w:rPr>
            <w:rStyle w:val="Hipercze"/>
            <w:noProof/>
          </w:rPr>
          <w:t>Zawartość merytoryczna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_Toc184287497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7A77432" w14:textId="4636E897" w:rsidR="008939EB" w:rsidRDefault="008939E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4287498" w:history="1">
        <w:r w:rsidRPr="006512C8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6512C8">
          <w:rPr>
            <w:rStyle w:val="Hipercze"/>
            <w:noProof/>
          </w:rPr>
          <w:t>Specyfikacja deklaracji POG-P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_Toc184287498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E2171CF" w14:textId="585DBE84" w:rsidR="008939EB" w:rsidRDefault="008939EB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7499" w:history="1">
        <w:r w:rsidRPr="006512C8">
          <w:rPr>
            <w:rStyle w:val="Hipercze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6512C8">
          <w:rPr>
            <w:rStyle w:val="Hipercze"/>
            <w:noProof/>
          </w:rPr>
          <w:t>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_Toc184287499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6418159F" w14:textId="43310523" w:rsidR="008939EB" w:rsidRDefault="008939EB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4287500" w:history="1">
        <w:r w:rsidRPr="006512C8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6512C8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_Toc184287500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216E2A16" w14:textId="0B0265AF" w:rsidR="00764E48" w:rsidRPr="00541D36" w:rsidRDefault="00035695" w:rsidP="00541D36">
      <w:pPr>
        <w:rPr>
          <w:sz w:val="28"/>
          <w:szCs w:val="28"/>
        </w:rPr>
      </w:pPr>
      <w:r w:rsidRPr="00CE000F">
        <w:fldChar w:fldCharType="end"/>
      </w:r>
      <w:bookmarkStart w:id="2" w:name="_Toc349568549"/>
      <w:r w:rsidR="003F030F" w:rsidRPr="00541D36">
        <w:rPr>
          <w:sz w:val="28"/>
          <w:szCs w:val="28"/>
        </w:rPr>
        <w:t>SPIS TABEL</w:t>
      </w:r>
      <w:bookmarkEnd w:id="2"/>
    </w:p>
    <w:p w14:paraId="7E7FA09B" w14:textId="619196F2" w:rsidR="008939EB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CE000F">
        <w:fldChar w:fldCharType="begin"/>
      </w:r>
      <w:r w:rsidR="00836DD7" w:rsidRPr="00CE000F">
        <w:instrText xml:space="preserve"> TOC \h \z \c "Tabela" </w:instrText>
      </w:r>
      <w:r w:rsidRPr="00CE000F">
        <w:fldChar w:fldCharType="separate"/>
      </w:r>
      <w:hyperlink w:anchor="_Toc184287473" w:history="1">
        <w:r w:rsidR="008939EB" w:rsidRPr="00B017CD">
          <w:rPr>
            <w:rStyle w:val="Hipercze"/>
            <w:noProof/>
          </w:rPr>
          <w:t>Tabela 1. Metryka dokumentu</w:t>
        </w:r>
        <w:r w:rsidR="008939EB">
          <w:rPr>
            <w:noProof/>
            <w:webHidden/>
          </w:rPr>
          <w:tab/>
        </w:r>
        <w:r w:rsidR="008939EB">
          <w:rPr>
            <w:noProof/>
            <w:webHidden/>
          </w:rPr>
          <w:fldChar w:fldCharType="begin"/>
        </w:r>
        <w:r w:rsidR="008939EB">
          <w:rPr>
            <w:noProof/>
            <w:webHidden/>
          </w:rPr>
          <w:instrText xml:space="preserve"> PAGEREF _Toc184287473 \h </w:instrText>
        </w:r>
        <w:r w:rsidR="008939EB">
          <w:rPr>
            <w:noProof/>
            <w:webHidden/>
          </w:rPr>
        </w:r>
        <w:r w:rsidR="008939EB">
          <w:rPr>
            <w:noProof/>
            <w:webHidden/>
          </w:rPr>
          <w:fldChar w:fldCharType="separate"/>
        </w:r>
        <w:r w:rsidR="008939EB">
          <w:rPr>
            <w:noProof/>
            <w:webHidden/>
          </w:rPr>
          <w:t>2</w:t>
        </w:r>
        <w:r w:rsidR="008939EB">
          <w:rPr>
            <w:noProof/>
            <w:webHidden/>
          </w:rPr>
          <w:fldChar w:fldCharType="end"/>
        </w:r>
      </w:hyperlink>
    </w:p>
    <w:p w14:paraId="01415A84" w14:textId="219CC149" w:rsidR="008939EB" w:rsidRDefault="008939E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7474" w:history="1">
        <w:r w:rsidRPr="00B017CD">
          <w:rPr>
            <w:rStyle w:val="Hipercze"/>
            <w:noProof/>
          </w:rPr>
          <w:t>Tabela 2. Historia zmian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_Toc184287474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33A2556" w14:textId="0CA76BEB" w:rsidR="008939EB" w:rsidRDefault="008939E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7475" w:history="1">
        <w:r w:rsidRPr="00B017CD">
          <w:rPr>
            <w:rStyle w:val="Hipercze"/>
            <w:noProof/>
          </w:rPr>
          <w:t>Tabela 3. Wykaz dokumentów obowiązujących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_Toc184287475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8B7349A" w14:textId="6CAF603B" w:rsidR="008939EB" w:rsidRDefault="008939E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7476" w:history="1">
        <w:r w:rsidRPr="00B017CD">
          <w:rPr>
            <w:rStyle w:val="Hipercze"/>
            <w:noProof/>
          </w:rPr>
          <w:t>Tabela 4. Wykaz dokumentów pomocniczych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_Toc184287476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769CD84" w14:textId="080C5467" w:rsidR="008939EB" w:rsidRDefault="008939E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7477" w:history="1">
        <w:r w:rsidRPr="00B017CD">
          <w:rPr>
            <w:rStyle w:val="Hipercze"/>
            <w:noProof/>
          </w:rPr>
          <w:t>Tabela 5. Wykaz skrótów i akronimów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_Toc184287477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0FE0510" w14:textId="2E2840FD" w:rsidR="008939EB" w:rsidRDefault="008939E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7478" w:history="1">
        <w:r w:rsidRPr="00B017CD">
          <w:rPr>
            <w:rStyle w:val="Hipercze"/>
            <w:noProof/>
          </w:rPr>
          <w:t>Tabela 6. Wykaz definicji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_Toc184287478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C1514EC" w14:textId="14FF27CF" w:rsidR="008939EB" w:rsidRDefault="008939E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7479" w:history="1">
        <w:r w:rsidRPr="00B017CD">
          <w:rPr>
            <w:rStyle w:val="Hipercze"/>
            <w:noProof/>
          </w:rPr>
          <w:t>Tabela 7. Powiązanie plików 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_Toc184287479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FD080F9" w14:textId="7FA44BD6" w:rsidR="008939EB" w:rsidRDefault="008939E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7480" w:history="1">
        <w:r w:rsidRPr="00B017CD">
          <w:rPr>
            <w:rStyle w:val="Hipercze"/>
            <w:noProof/>
          </w:rPr>
          <w:t>Tabela 8. Dane ogólne w ramach struktury deklaracji POG-P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_Toc184287480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4CF07EC3" w14:textId="17297A70" w:rsidR="008939EB" w:rsidRDefault="008939E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7481" w:history="1">
        <w:r w:rsidRPr="00B017CD">
          <w:rPr>
            <w:rStyle w:val="Hipercze"/>
            <w:noProof/>
          </w:rPr>
          <w:t>Tabela 9. Struktura elementu POGPType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_Toc184287481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413BE26B" w14:textId="5D0A1090" w:rsidR="008939EB" w:rsidRDefault="008939E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7482" w:history="1">
        <w:r w:rsidRPr="00B017CD">
          <w:rPr>
            <w:rStyle w:val="Hipercze"/>
            <w:noProof/>
          </w:rPr>
          <w:t>Tabela 10. Struktura elementu HeaderType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_Toc184287482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16A0C12" w14:textId="4030D306" w:rsidR="008939EB" w:rsidRDefault="008939E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7483" w:history="1">
        <w:r w:rsidRPr="00B017CD">
          <w:rPr>
            <w:rStyle w:val="Hipercze"/>
            <w:noProof/>
          </w:rPr>
          <w:t>Tabela 11. Struktura elementu TraderType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_Toc184287483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C5DE947" w14:textId="48E33418" w:rsidR="008939EB" w:rsidRDefault="008939E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7484" w:history="1">
        <w:r w:rsidRPr="00B017CD">
          <w:rPr>
            <w:rStyle w:val="Hipercze"/>
            <w:noProof/>
          </w:rPr>
          <w:t>Tabela 12. Struktura elementu CorporateType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_Toc184287484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9CB215C" w14:textId="69F04E95" w:rsidR="008939EB" w:rsidRDefault="008939E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7485" w:history="1">
        <w:r w:rsidRPr="00B017CD">
          <w:rPr>
            <w:rStyle w:val="Hipercze"/>
            <w:noProof/>
          </w:rPr>
          <w:t>Tabela 13. Struktura elementu CalculationOfTaxOnGameType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_Toc184287485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10CB94BA" w14:textId="6D735888" w:rsidR="008939EB" w:rsidRDefault="008939E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87486" w:history="1">
        <w:r w:rsidRPr="00B017CD">
          <w:rPr>
            <w:rStyle w:val="Hipercze"/>
            <w:noProof/>
          </w:rPr>
          <w:t>Tabela 14. Reguły dotyczące deklaracji POG-P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_Toc184287486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972A3A9" w14:textId="6D154FED" w:rsidR="00541D36" w:rsidRDefault="0006207D" w:rsidP="00541D36">
      <w:r w:rsidRPr="00CE000F">
        <w:fldChar w:fldCharType="end"/>
      </w:r>
      <w:bookmarkStart w:id="3" w:name="_Toc341696555"/>
      <w:bookmarkStart w:id="4" w:name="_Toc349568551"/>
      <w:r w:rsidR="00541D36">
        <w:br w:type="page"/>
      </w:r>
    </w:p>
    <w:p w14:paraId="2FB917AA" w14:textId="2FED9B7C" w:rsidR="003F3585" w:rsidRPr="00656616" w:rsidRDefault="00004C2C" w:rsidP="00541D36">
      <w:pPr>
        <w:pStyle w:val="Nagwek1"/>
      </w:pPr>
      <w:bookmarkStart w:id="5" w:name="_Toc184287487"/>
      <w:r w:rsidRPr="00656616">
        <w:lastRenderedPageBreak/>
        <w:t xml:space="preserve">Opis </w:t>
      </w:r>
      <w:r w:rsidR="00CE1C03" w:rsidRPr="00656616">
        <w:t>dokumentu</w:t>
      </w:r>
      <w:bookmarkEnd w:id="3"/>
      <w:bookmarkEnd w:id="4"/>
      <w:bookmarkEnd w:id="5"/>
    </w:p>
    <w:p w14:paraId="6ACDA9E0" w14:textId="77777777" w:rsidR="006A3A07" w:rsidRPr="00656616" w:rsidRDefault="006A3A07" w:rsidP="00656616">
      <w:pPr>
        <w:pStyle w:val="Nagwek2"/>
      </w:pPr>
      <w:bookmarkStart w:id="6" w:name="_Toc349568552"/>
      <w:bookmarkStart w:id="7" w:name="_Toc361145794"/>
      <w:bookmarkStart w:id="8" w:name="_Toc341696556"/>
      <w:bookmarkStart w:id="9" w:name="_Toc349568553"/>
      <w:bookmarkStart w:id="10" w:name="_Toc184287488"/>
      <w:r w:rsidRPr="00656616">
        <w:t>Cel dokumentu</w:t>
      </w:r>
      <w:bookmarkEnd w:id="6"/>
      <w:bookmarkEnd w:id="7"/>
      <w:bookmarkEnd w:id="10"/>
    </w:p>
    <w:p w14:paraId="6EFADD66" w14:textId="77777777" w:rsidR="000D5EA2" w:rsidRPr="00656616" w:rsidRDefault="009B1416" w:rsidP="00541D36">
      <w:r w:rsidRPr="00656616">
        <w:t>Celem specyfikacji jest zdefiniowanie struktury i zawartości informacyjnej dokumentu XML (zwanej tutaj także komunikatem) deklaracji dla podatku od gier urządzających turniej gry pokera POGP.</w:t>
      </w:r>
    </w:p>
    <w:p w14:paraId="290C88F8" w14:textId="77777777" w:rsidR="006A3A07" w:rsidRPr="00656616" w:rsidRDefault="006A3A07" w:rsidP="00656616">
      <w:pPr>
        <w:pStyle w:val="Nagwek2"/>
      </w:pPr>
      <w:bookmarkStart w:id="11" w:name="_Toc361145795"/>
      <w:bookmarkStart w:id="12" w:name="_Toc341696557"/>
      <w:bookmarkStart w:id="13" w:name="_Ref343010193"/>
      <w:bookmarkStart w:id="14" w:name="_Toc349568554"/>
      <w:bookmarkStart w:id="15" w:name="_Toc184287489"/>
      <w:bookmarkEnd w:id="8"/>
      <w:bookmarkEnd w:id="9"/>
      <w:r w:rsidRPr="00656616">
        <w:t>Zastosowanie</w:t>
      </w:r>
      <w:bookmarkEnd w:id="11"/>
      <w:bookmarkEnd w:id="15"/>
    </w:p>
    <w:p w14:paraId="60EF4FC2" w14:textId="77777777" w:rsidR="00DD5E7B" w:rsidRPr="00656616" w:rsidRDefault="00DD5E7B" w:rsidP="00541D36">
      <w:r w:rsidRPr="00656616">
        <w:t>Dokument jest stosowany, jako źródłowy przy projektowaniu, implementacji oraz tworzeniu dokumentacji testowej i użytkowej systemu.</w:t>
      </w:r>
    </w:p>
    <w:p w14:paraId="57D3B21F" w14:textId="77777777" w:rsidR="00DD5E7B" w:rsidRPr="00656616" w:rsidRDefault="00DD5E7B" w:rsidP="00541D36">
      <w:r w:rsidRPr="00656616">
        <w:t xml:space="preserve">Adresatem dokumentu jest zespół projektowy po stronie </w:t>
      </w:r>
      <w:r w:rsidR="00BE1A22" w:rsidRPr="00656616">
        <w:t xml:space="preserve">Administracji Skarbowej </w:t>
      </w:r>
      <w:r w:rsidRPr="00656616">
        <w:t>oraz zespoły: programistyczno-projektowy, testerów, dokumentalistów, po stronie Wykonawcy oraz Podmioty zewnętrzne składające deklaracje.</w:t>
      </w:r>
    </w:p>
    <w:p w14:paraId="6F6537A2" w14:textId="77777777" w:rsidR="00B6118C" w:rsidRPr="00656616" w:rsidRDefault="00B6118C" w:rsidP="00656616">
      <w:pPr>
        <w:pStyle w:val="Nagwek2"/>
      </w:pPr>
      <w:bookmarkStart w:id="16" w:name="_Toc361302788"/>
      <w:bookmarkStart w:id="17" w:name="_Toc361306139"/>
      <w:bookmarkStart w:id="18" w:name="_Toc341696558"/>
      <w:bookmarkStart w:id="19" w:name="_Toc349568555"/>
      <w:bookmarkStart w:id="20" w:name="_Toc361145797"/>
      <w:bookmarkStart w:id="21" w:name="_Toc361657244"/>
      <w:bookmarkStart w:id="22" w:name="_Toc361666182"/>
      <w:bookmarkStart w:id="23" w:name="_Toc341696559"/>
      <w:bookmarkStart w:id="24" w:name="_Toc349568556"/>
      <w:bookmarkStart w:id="25" w:name="_Toc184287490"/>
      <w:bookmarkEnd w:id="12"/>
      <w:bookmarkEnd w:id="13"/>
      <w:bookmarkEnd w:id="14"/>
      <w:bookmarkEnd w:id="16"/>
      <w:bookmarkEnd w:id="17"/>
      <w:r w:rsidRPr="00656616">
        <w:t>Obowiązywanie</w:t>
      </w:r>
      <w:bookmarkEnd w:id="25"/>
    </w:p>
    <w:p w14:paraId="19144308" w14:textId="77777777" w:rsidR="00B6118C" w:rsidRPr="00656616" w:rsidRDefault="00F119C1" w:rsidP="00541D36">
      <w:r w:rsidRPr="00656616">
        <w:t xml:space="preserve">Specyfikacja obowiązuje dla deklaracji składanych za okres miesięczny, gdy okres nie jest wcześniejszy niż </w:t>
      </w:r>
      <w:r w:rsidR="008E2F24" w:rsidRPr="00656616">
        <w:t>kwiecień</w:t>
      </w:r>
      <w:r w:rsidRPr="00656616">
        <w:t xml:space="preserve"> 2017 roku.</w:t>
      </w:r>
    </w:p>
    <w:p w14:paraId="395C4314" w14:textId="77777777" w:rsidR="00AC2548" w:rsidRPr="00656616" w:rsidRDefault="00AC2548" w:rsidP="00656616">
      <w:pPr>
        <w:pStyle w:val="Nagwek2"/>
      </w:pPr>
      <w:bookmarkStart w:id="26" w:name="_Toc184287491"/>
      <w:r w:rsidRPr="00656616">
        <w:t>Dokumenty obowiązujące i pomocnicze</w:t>
      </w:r>
      <w:bookmarkEnd w:id="18"/>
      <w:bookmarkEnd w:id="19"/>
      <w:bookmarkEnd w:id="20"/>
      <w:bookmarkEnd w:id="21"/>
      <w:bookmarkEnd w:id="22"/>
      <w:bookmarkEnd w:id="26"/>
    </w:p>
    <w:p w14:paraId="23862072" w14:textId="77777777" w:rsidR="00AC2548" w:rsidRPr="00656616" w:rsidRDefault="00AC2548" w:rsidP="00656616">
      <w:pPr>
        <w:pStyle w:val="Nagwek3"/>
      </w:pPr>
      <w:bookmarkStart w:id="27" w:name="_Toc361657245"/>
      <w:bookmarkStart w:id="28" w:name="_Toc361666183"/>
      <w:bookmarkStart w:id="29" w:name="_Toc184287492"/>
      <w:r w:rsidRPr="00656616">
        <w:t>Dokumenty obowiązujące</w:t>
      </w:r>
      <w:bookmarkEnd w:id="23"/>
      <w:bookmarkEnd w:id="24"/>
      <w:bookmarkEnd w:id="27"/>
      <w:bookmarkEnd w:id="28"/>
      <w:bookmarkEnd w:id="29"/>
    </w:p>
    <w:p w14:paraId="6B978882" w14:textId="673274D2" w:rsidR="00AC2548" w:rsidRPr="00656616" w:rsidRDefault="00AC2548" w:rsidP="00656616">
      <w:pPr>
        <w:pStyle w:val="Legenda"/>
      </w:pPr>
      <w:bookmarkStart w:id="30" w:name="_Ref341107414"/>
      <w:bookmarkStart w:id="31" w:name="_Toc361657256"/>
      <w:bookmarkStart w:id="32" w:name="_Toc361666194"/>
      <w:bookmarkStart w:id="33" w:name="_Toc184287475"/>
      <w:r w:rsidRPr="00656616">
        <w:t xml:space="preserve">Tabela </w:t>
      </w:r>
      <w:r w:rsidR="008939EB">
        <w:fldChar w:fldCharType="begin"/>
      </w:r>
      <w:r w:rsidR="008939EB">
        <w:instrText xml:space="preserve"> SEQ Tabela \* ARABIC </w:instrText>
      </w:r>
      <w:r w:rsidR="008939EB">
        <w:fldChar w:fldCharType="separate"/>
      </w:r>
      <w:r w:rsidR="00CE000F">
        <w:rPr>
          <w:noProof/>
        </w:rPr>
        <w:t>3</w:t>
      </w:r>
      <w:r w:rsidR="008939EB">
        <w:rPr>
          <w:noProof/>
        </w:rPr>
        <w:fldChar w:fldCharType="end"/>
      </w:r>
      <w:bookmarkEnd w:id="30"/>
      <w:r w:rsidRPr="00656616">
        <w:t>. Wykaz dokumentów obowiązujących</w:t>
      </w:r>
      <w:bookmarkEnd w:id="31"/>
      <w:bookmarkEnd w:id="32"/>
      <w:bookmarkEnd w:id="33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AC2548" w:rsidRPr="00656616" w14:paraId="457E47B1" w14:textId="77777777" w:rsidTr="00541D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2F5CCDED" w14:textId="77777777" w:rsidR="00AC2548" w:rsidRPr="00541D36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541D36">
              <w:rPr>
                <w:rFonts w:ascii="Lato" w:hAnsi="Lato"/>
                <w:b/>
                <w:bCs/>
                <w:szCs w:val="18"/>
              </w:rPr>
              <w:t>Nr</w:t>
            </w:r>
          </w:p>
        </w:tc>
        <w:tc>
          <w:tcPr>
            <w:tcW w:w="3840" w:type="dxa"/>
          </w:tcPr>
          <w:p w14:paraId="1654C9C1" w14:textId="77777777" w:rsidR="00AC2548" w:rsidRPr="00541D36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541D36">
              <w:rPr>
                <w:rFonts w:ascii="Lato" w:hAnsi="Lato"/>
                <w:b/>
                <w:bCs/>
                <w:szCs w:val="18"/>
              </w:rPr>
              <w:t>Nazwa</w:t>
            </w:r>
          </w:p>
        </w:tc>
        <w:tc>
          <w:tcPr>
            <w:tcW w:w="2411" w:type="dxa"/>
          </w:tcPr>
          <w:p w14:paraId="4DCC9D9F" w14:textId="77777777" w:rsidR="00AC2548" w:rsidRPr="00541D36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541D36">
              <w:rPr>
                <w:rFonts w:ascii="Lato" w:hAnsi="Lato"/>
                <w:b/>
                <w:bCs/>
                <w:szCs w:val="18"/>
              </w:rPr>
              <w:t>Identyfikator</w:t>
            </w:r>
          </w:p>
        </w:tc>
        <w:tc>
          <w:tcPr>
            <w:tcW w:w="1214" w:type="dxa"/>
          </w:tcPr>
          <w:p w14:paraId="3DC7B28E" w14:textId="77777777" w:rsidR="00AC2548" w:rsidRPr="00541D36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541D36">
              <w:rPr>
                <w:rFonts w:ascii="Lato" w:hAnsi="Lato"/>
                <w:b/>
                <w:bCs/>
                <w:szCs w:val="18"/>
              </w:rPr>
              <w:t>Wersja</w:t>
            </w:r>
          </w:p>
        </w:tc>
        <w:tc>
          <w:tcPr>
            <w:tcW w:w="1196" w:type="dxa"/>
          </w:tcPr>
          <w:p w14:paraId="3119CA9A" w14:textId="77777777" w:rsidR="00AC2548" w:rsidRPr="00541D36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541D36">
              <w:rPr>
                <w:rFonts w:ascii="Lato" w:hAnsi="Lato"/>
                <w:b/>
                <w:bCs/>
                <w:szCs w:val="18"/>
              </w:rPr>
              <w:t>Data wydania</w:t>
            </w:r>
          </w:p>
        </w:tc>
      </w:tr>
      <w:tr w:rsidR="008A1C61" w:rsidRPr="00656616" w14:paraId="48A81231" w14:textId="77777777" w:rsidTr="00541D36">
        <w:tc>
          <w:tcPr>
            <w:tcW w:w="480" w:type="dxa"/>
          </w:tcPr>
          <w:p w14:paraId="189131A9" w14:textId="77777777" w:rsidR="008A1C61" w:rsidRPr="0056652C" w:rsidRDefault="008A1C61" w:rsidP="00552930">
            <w:pPr>
              <w:pStyle w:val="Z2tabelatekst"/>
              <w:numPr>
                <w:ilvl w:val="0"/>
                <w:numId w:val="7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  <w:bookmarkStart w:id="34" w:name="_Ref361653747"/>
          </w:p>
        </w:tc>
        <w:bookmarkEnd w:id="34"/>
        <w:tc>
          <w:tcPr>
            <w:tcW w:w="3840" w:type="dxa"/>
          </w:tcPr>
          <w:p w14:paraId="152AEA80" w14:textId="77777777" w:rsidR="008A1C61" w:rsidRPr="0056652C" w:rsidRDefault="008A1C61" w:rsidP="00F048DC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2A72FCA1" w14:textId="77777777" w:rsidR="008A1C61" w:rsidRPr="0056652C" w:rsidRDefault="008A1C61" w:rsidP="00062F2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ZF2-PWT-</w:t>
            </w:r>
            <w:r w:rsidR="0098736C" w:rsidRPr="0056652C">
              <w:rPr>
                <w:rFonts w:ascii="Lato" w:hAnsi="Lato"/>
                <w:sz w:val="20"/>
                <w:szCs w:val="20"/>
                <w:lang w:val="pl-PL" w:eastAsia="pl-PL"/>
              </w:rPr>
              <w:t>Dt</w:t>
            </w: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185274F2" w14:textId="77777777" w:rsidR="008A1C61" w:rsidRPr="0056652C" w:rsidRDefault="008A1C61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2E5D3431" w14:textId="77777777" w:rsidR="008A1C61" w:rsidRPr="0056652C" w:rsidRDefault="008A1C61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027C97AC" w14:textId="77777777" w:rsidR="00AC2548" w:rsidRPr="00656616" w:rsidRDefault="00AC2548" w:rsidP="00656616">
      <w:pPr>
        <w:pStyle w:val="Nagwek3"/>
      </w:pPr>
      <w:bookmarkStart w:id="35" w:name="_Toc341696560"/>
      <w:bookmarkStart w:id="36" w:name="_Toc349568557"/>
      <w:bookmarkStart w:id="37" w:name="_Toc361655060"/>
      <w:bookmarkStart w:id="38" w:name="_Toc361657246"/>
      <w:bookmarkStart w:id="39" w:name="_Toc361666184"/>
      <w:bookmarkStart w:id="40" w:name="_Toc184287493"/>
      <w:r w:rsidRPr="00656616">
        <w:t>Dokumenty pomocnicze</w:t>
      </w:r>
      <w:bookmarkEnd w:id="35"/>
      <w:bookmarkEnd w:id="36"/>
      <w:bookmarkEnd w:id="37"/>
      <w:bookmarkEnd w:id="38"/>
      <w:bookmarkEnd w:id="39"/>
      <w:bookmarkEnd w:id="40"/>
    </w:p>
    <w:p w14:paraId="00D35E8E" w14:textId="64877B97" w:rsidR="00AC2548" w:rsidRPr="00656616" w:rsidRDefault="00AC2548" w:rsidP="00656616">
      <w:pPr>
        <w:pStyle w:val="Legenda"/>
      </w:pPr>
      <w:bookmarkStart w:id="41" w:name="_Toc361655088"/>
      <w:bookmarkStart w:id="42" w:name="_Toc361657257"/>
      <w:bookmarkStart w:id="43" w:name="_Toc361666195"/>
      <w:bookmarkStart w:id="44" w:name="_Toc184287476"/>
      <w:r w:rsidRPr="00656616">
        <w:t xml:space="preserve">Tabela </w:t>
      </w:r>
      <w:r w:rsidR="008939EB">
        <w:fldChar w:fldCharType="begin"/>
      </w:r>
      <w:r w:rsidR="008939EB">
        <w:instrText xml:space="preserve"> SEQ Tabela \* ARABIC </w:instrText>
      </w:r>
      <w:r w:rsidR="008939EB">
        <w:fldChar w:fldCharType="separate"/>
      </w:r>
      <w:r w:rsidR="00CE000F">
        <w:rPr>
          <w:noProof/>
        </w:rPr>
        <w:t>4</w:t>
      </w:r>
      <w:r w:rsidR="008939EB">
        <w:rPr>
          <w:noProof/>
        </w:rPr>
        <w:fldChar w:fldCharType="end"/>
      </w:r>
      <w:r w:rsidRPr="00656616">
        <w:t>. Wykaz dokumentów pomocniczych</w:t>
      </w:r>
      <w:bookmarkEnd w:id="41"/>
      <w:bookmarkEnd w:id="42"/>
      <w:bookmarkEnd w:id="43"/>
      <w:bookmarkEnd w:id="44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AC2548" w:rsidRPr="00656616" w14:paraId="3CEA42CD" w14:textId="77777777" w:rsidTr="00541D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47DF227D" w14:textId="77777777" w:rsidR="00AC2548" w:rsidRPr="00656616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bookmarkStart w:id="45" w:name="_Toc341696561"/>
            <w:bookmarkStart w:id="46" w:name="_Toc349568558"/>
            <w:bookmarkStart w:id="47" w:name="_Toc361145800"/>
            <w:bookmarkStart w:id="48" w:name="_Toc341696562"/>
            <w:bookmarkStart w:id="49" w:name="_Toc349568559"/>
            <w:r w:rsidRPr="00656616">
              <w:rPr>
                <w:rFonts w:ascii="Lato" w:hAnsi="Lato"/>
                <w:szCs w:val="18"/>
              </w:rPr>
              <w:t>Nr</w:t>
            </w:r>
          </w:p>
        </w:tc>
        <w:tc>
          <w:tcPr>
            <w:tcW w:w="3840" w:type="dxa"/>
          </w:tcPr>
          <w:p w14:paraId="563AE906" w14:textId="77777777" w:rsidR="00AC2548" w:rsidRPr="00656616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656616">
              <w:rPr>
                <w:rFonts w:ascii="Lato" w:hAnsi="Lato"/>
                <w:szCs w:val="18"/>
              </w:rPr>
              <w:t>Nazwa</w:t>
            </w:r>
          </w:p>
        </w:tc>
        <w:tc>
          <w:tcPr>
            <w:tcW w:w="2400" w:type="dxa"/>
          </w:tcPr>
          <w:p w14:paraId="2D0A6D30" w14:textId="77777777" w:rsidR="00AC2548" w:rsidRPr="00656616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656616">
              <w:rPr>
                <w:rFonts w:ascii="Lato" w:hAnsi="Lato"/>
                <w:szCs w:val="18"/>
              </w:rPr>
              <w:t>Identyfikator</w:t>
            </w:r>
          </w:p>
        </w:tc>
        <w:tc>
          <w:tcPr>
            <w:tcW w:w="1200" w:type="dxa"/>
          </w:tcPr>
          <w:p w14:paraId="040B9465" w14:textId="77777777" w:rsidR="00AC2548" w:rsidRPr="00656616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656616">
              <w:rPr>
                <w:rFonts w:ascii="Lato" w:hAnsi="Lato"/>
                <w:szCs w:val="18"/>
              </w:rPr>
              <w:t>Wersja</w:t>
            </w:r>
          </w:p>
        </w:tc>
        <w:tc>
          <w:tcPr>
            <w:tcW w:w="1200" w:type="dxa"/>
          </w:tcPr>
          <w:p w14:paraId="4B48A4E2" w14:textId="77777777" w:rsidR="00AC2548" w:rsidRPr="00656616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656616">
              <w:rPr>
                <w:rFonts w:ascii="Lato" w:hAnsi="Lato"/>
                <w:szCs w:val="18"/>
              </w:rPr>
              <w:t>Data wydania</w:t>
            </w:r>
          </w:p>
        </w:tc>
      </w:tr>
      <w:tr w:rsidR="00601669" w:rsidRPr="00656616" w14:paraId="01711644" w14:textId="77777777" w:rsidTr="00541D36">
        <w:tc>
          <w:tcPr>
            <w:tcW w:w="480" w:type="dxa"/>
          </w:tcPr>
          <w:p w14:paraId="02117E01" w14:textId="77777777" w:rsidR="00601669" w:rsidRPr="0056652C" w:rsidRDefault="00601669" w:rsidP="00552930">
            <w:pPr>
              <w:pStyle w:val="Z2tabelatekst"/>
              <w:numPr>
                <w:ilvl w:val="0"/>
                <w:numId w:val="8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741BA36F" w14:textId="77777777" w:rsidR="00601669" w:rsidRPr="0056652C" w:rsidRDefault="00601669" w:rsidP="008C60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6359C692" w14:textId="77777777" w:rsidR="00601669" w:rsidRPr="0056652C" w:rsidRDefault="00601669" w:rsidP="008C60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0623B984" w14:textId="77777777" w:rsidR="00601669" w:rsidRPr="0056652C" w:rsidRDefault="00601669" w:rsidP="008C60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2390B4B4" w14:textId="77777777" w:rsidR="00601669" w:rsidRPr="0056652C" w:rsidRDefault="00601669" w:rsidP="008C60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607E794E" w14:textId="77777777" w:rsidR="00621712" w:rsidRPr="00656616" w:rsidRDefault="00621712" w:rsidP="00656616">
      <w:pPr>
        <w:pStyle w:val="Nagwek2"/>
      </w:pPr>
      <w:bookmarkStart w:id="50" w:name="_Toc184287494"/>
      <w:r w:rsidRPr="00656616">
        <w:lastRenderedPageBreak/>
        <w:t>Słownik przyjętych skrótów i terminów</w:t>
      </w:r>
      <w:bookmarkEnd w:id="45"/>
      <w:bookmarkEnd w:id="46"/>
      <w:bookmarkEnd w:id="47"/>
      <w:bookmarkEnd w:id="50"/>
    </w:p>
    <w:p w14:paraId="6F0099FF" w14:textId="77777777" w:rsidR="003F3585" w:rsidRPr="00656616" w:rsidRDefault="00C43119" w:rsidP="00656616">
      <w:pPr>
        <w:pStyle w:val="Nagwek3"/>
      </w:pPr>
      <w:bookmarkStart w:id="51" w:name="_Toc184287495"/>
      <w:r w:rsidRPr="00656616">
        <w:t xml:space="preserve">Skróty i </w:t>
      </w:r>
      <w:r w:rsidR="00E92D9D" w:rsidRPr="00656616">
        <w:t>ak</w:t>
      </w:r>
      <w:r w:rsidR="003F3585" w:rsidRPr="00656616">
        <w:t>ronimy</w:t>
      </w:r>
      <w:bookmarkEnd w:id="48"/>
      <w:bookmarkEnd w:id="49"/>
      <w:bookmarkEnd w:id="51"/>
    </w:p>
    <w:p w14:paraId="0520C4BA" w14:textId="0EAD7CA7" w:rsidR="00034C39" w:rsidRPr="00656616" w:rsidRDefault="00034C39" w:rsidP="00656616">
      <w:pPr>
        <w:pStyle w:val="Legenda"/>
      </w:pPr>
      <w:bookmarkStart w:id="52" w:name="_Toc184287477"/>
      <w:r w:rsidRPr="00656616">
        <w:t xml:space="preserve">Tabela </w:t>
      </w:r>
      <w:r w:rsidR="008939EB">
        <w:fldChar w:fldCharType="begin"/>
      </w:r>
      <w:r w:rsidR="008939EB">
        <w:instrText xml:space="preserve"> SEQ Tabela \* ARABIC </w:instrText>
      </w:r>
      <w:r w:rsidR="008939EB">
        <w:fldChar w:fldCharType="separate"/>
      </w:r>
      <w:r w:rsidR="00CE000F">
        <w:rPr>
          <w:noProof/>
        </w:rPr>
        <w:t>5</w:t>
      </w:r>
      <w:r w:rsidR="008939EB">
        <w:rPr>
          <w:noProof/>
        </w:rPr>
        <w:fldChar w:fldCharType="end"/>
      </w:r>
      <w:r w:rsidRPr="00656616">
        <w:t>. Wykaz skrótów i akronimów</w:t>
      </w:r>
      <w:bookmarkEnd w:id="52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988"/>
        <w:gridCol w:w="6240"/>
      </w:tblGrid>
      <w:tr w:rsidR="00D34D27" w:rsidRPr="00656616" w14:paraId="6BF46B89" w14:textId="77777777" w:rsidTr="00541D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5527B510" w14:textId="77777777" w:rsidR="00D34D27" w:rsidRPr="00541D36" w:rsidRDefault="00D34D27" w:rsidP="00FE1C77">
            <w:pPr>
              <w:pStyle w:val="Z2Nagwektabeli"/>
              <w:rPr>
                <w:rFonts w:ascii="Lato" w:hAnsi="Lato" w:cs="Arial"/>
                <w:b/>
                <w:bCs/>
                <w:szCs w:val="18"/>
              </w:rPr>
            </w:pPr>
            <w:bookmarkStart w:id="53" w:name="_Toc349568560"/>
            <w:r w:rsidRPr="00541D36">
              <w:rPr>
                <w:rFonts w:ascii="Lato" w:hAnsi="Lato" w:cs="Arial"/>
                <w:b/>
                <w:bCs/>
                <w:szCs w:val="18"/>
              </w:rPr>
              <w:t>Skrót/Akronim</w:t>
            </w:r>
          </w:p>
        </w:tc>
        <w:tc>
          <w:tcPr>
            <w:tcW w:w="6240" w:type="dxa"/>
          </w:tcPr>
          <w:p w14:paraId="6F5A0811" w14:textId="77777777" w:rsidR="00D34D27" w:rsidRPr="00541D36" w:rsidRDefault="00D34D27" w:rsidP="00FE1C77">
            <w:pPr>
              <w:pStyle w:val="Z2Nagwektabeli"/>
              <w:rPr>
                <w:rFonts w:ascii="Lato" w:hAnsi="Lato" w:cs="Arial"/>
                <w:b/>
                <w:bCs/>
                <w:szCs w:val="18"/>
              </w:rPr>
            </w:pPr>
            <w:r w:rsidRPr="00541D36">
              <w:rPr>
                <w:rFonts w:ascii="Lato" w:hAnsi="Lato" w:cs="Arial"/>
                <w:b/>
                <w:bCs/>
                <w:szCs w:val="18"/>
              </w:rPr>
              <w:t>Objaśnienie</w:t>
            </w:r>
          </w:p>
        </w:tc>
      </w:tr>
      <w:tr w:rsidR="00D34D27" w:rsidRPr="00656616" w14:paraId="4DEE9B54" w14:textId="77777777" w:rsidTr="00541D36">
        <w:tc>
          <w:tcPr>
            <w:tcW w:w="2988" w:type="dxa"/>
          </w:tcPr>
          <w:p w14:paraId="1ACE4E40" w14:textId="77777777" w:rsidR="00D34D27" w:rsidRPr="00541D36" w:rsidRDefault="00D34D27" w:rsidP="00FE1C77">
            <w:pPr>
              <w:pStyle w:val="Tabelazwyky"/>
              <w:rPr>
                <w:lang w:val="en-GB"/>
              </w:rPr>
            </w:pPr>
            <w:r w:rsidRPr="00541D36">
              <w:rPr>
                <w:lang w:val="en-GB"/>
              </w:rPr>
              <w:t>AIS</w:t>
            </w:r>
          </w:p>
        </w:tc>
        <w:tc>
          <w:tcPr>
            <w:tcW w:w="6240" w:type="dxa"/>
          </w:tcPr>
          <w:p w14:paraId="779C9AE1" w14:textId="77777777" w:rsidR="00D34D27" w:rsidRPr="0056652C" w:rsidRDefault="00D34D27" w:rsidP="00FE1C77">
            <w:pPr>
              <w:pStyle w:val="Tabelazwyky"/>
            </w:pPr>
            <w:proofErr w:type="spellStart"/>
            <w:r w:rsidRPr="0056652C">
              <w:rPr>
                <w:i/>
              </w:rPr>
              <w:t>Automated</w:t>
            </w:r>
            <w:proofErr w:type="spellEnd"/>
            <w:r w:rsidRPr="0056652C">
              <w:rPr>
                <w:i/>
              </w:rPr>
              <w:t xml:space="preserve"> Import System</w:t>
            </w:r>
            <w:r w:rsidRPr="0056652C">
              <w:t xml:space="preserve"> – Automatyczny System Importu. Także projekt „Programu e-Cło”.</w:t>
            </w:r>
          </w:p>
        </w:tc>
      </w:tr>
      <w:tr w:rsidR="00D34D27" w:rsidRPr="00656616" w14:paraId="2B1CBDC5" w14:textId="77777777" w:rsidTr="00541D36">
        <w:tc>
          <w:tcPr>
            <w:tcW w:w="2988" w:type="dxa"/>
          </w:tcPr>
          <w:p w14:paraId="55C9CD71" w14:textId="77777777" w:rsidR="00D34D27" w:rsidRPr="00541D36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541D36">
              <w:rPr>
                <w:rFonts w:cs="Arial"/>
                <w:sz w:val="20"/>
                <w:szCs w:val="20"/>
                <w:lang w:val="en-GB"/>
              </w:rPr>
              <w:t>ARI@DNA2</w:t>
            </w:r>
          </w:p>
        </w:tc>
        <w:tc>
          <w:tcPr>
            <w:tcW w:w="6240" w:type="dxa"/>
          </w:tcPr>
          <w:p w14:paraId="39DB3F6B" w14:textId="77777777" w:rsidR="00D34D27" w:rsidRPr="0056652C" w:rsidRDefault="00D34D27" w:rsidP="00FE1C77">
            <w:pPr>
              <w:pStyle w:val="Tabelazwyky"/>
            </w:pPr>
            <w:r w:rsidRPr="0056652C">
              <w:t>Hurtownia danych Administracji Celnej.</w:t>
            </w:r>
          </w:p>
        </w:tc>
      </w:tr>
      <w:tr w:rsidR="00D34D27" w:rsidRPr="00656616" w14:paraId="479C12A9" w14:textId="77777777" w:rsidTr="00541D36">
        <w:tc>
          <w:tcPr>
            <w:tcW w:w="2988" w:type="dxa"/>
          </w:tcPr>
          <w:p w14:paraId="08A8F680" w14:textId="77777777" w:rsidR="00D34D27" w:rsidRPr="00541D36" w:rsidRDefault="00D34D27" w:rsidP="00FE1C77">
            <w:pPr>
              <w:pStyle w:val="Tabelazwyky"/>
              <w:rPr>
                <w:lang w:val="en-GB"/>
              </w:rPr>
            </w:pPr>
            <w:r w:rsidRPr="00541D36">
              <w:rPr>
                <w:lang w:val="en-GB"/>
              </w:rPr>
              <w:t>CELINA</w:t>
            </w:r>
          </w:p>
        </w:tc>
        <w:tc>
          <w:tcPr>
            <w:tcW w:w="6240" w:type="dxa"/>
          </w:tcPr>
          <w:p w14:paraId="55054E5C" w14:textId="77777777" w:rsidR="00D34D27" w:rsidRPr="0056652C" w:rsidRDefault="00D34D27" w:rsidP="00FE1C77">
            <w:pPr>
              <w:pStyle w:val="Default"/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56652C">
              <w:rPr>
                <w:rFonts w:ascii="Lato" w:hAnsi="Lato" w:cs="Arial"/>
                <w:sz w:val="20"/>
                <w:szCs w:val="20"/>
              </w:rPr>
              <w:t>System obsługi zgłoszeń celnych.</w:t>
            </w:r>
          </w:p>
        </w:tc>
      </w:tr>
      <w:tr w:rsidR="00D34D27" w:rsidRPr="00656616" w14:paraId="0B3CA6A6" w14:textId="77777777" w:rsidTr="00541D36">
        <w:tc>
          <w:tcPr>
            <w:tcW w:w="2988" w:type="dxa"/>
          </w:tcPr>
          <w:p w14:paraId="4984C52C" w14:textId="77777777" w:rsidR="00D34D27" w:rsidRPr="00541D36" w:rsidRDefault="00D34D27" w:rsidP="00FE1C77">
            <w:pPr>
              <w:pStyle w:val="Tabelazwyky"/>
              <w:rPr>
                <w:lang w:val="en-GB"/>
              </w:rPr>
            </w:pPr>
            <w:r w:rsidRPr="00541D36">
              <w:rPr>
                <w:lang w:val="en-GB"/>
              </w:rPr>
              <w:t>ECIP</w:t>
            </w:r>
          </w:p>
        </w:tc>
        <w:tc>
          <w:tcPr>
            <w:tcW w:w="6240" w:type="dxa"/>
          </w:tcPr>
          <w:p w14:paraId="058CF26B" w14:textId="77777777" w:rsidR="00D34D27" w:rsidRPr="0056652C" w:rsidRDefault="00D34D27" w:rsidP="00FE1C77">
            <w:pPr>
              <w:pStyle w:val="Tabelazwyky"/>
              <w:rPr>
                <w:lang w:val="fr-FR"/>
              </w:rPr>
            </w:pPr>
            <w:r w:rsidRPr="0056652C">
              <w:rPr>
                <w:i/>
                <w:lang w:val="fr-FR"/>
              </w:rPr>
              <w:t xml:space="preserve">EU Customs Information Portal </w:t>
            </w:r>
            <w:r w:rsidRPr="0056652C">
              <w:rPr>
                <w:lang w:val="fr-FR"/>
              </w:rPr>
              <w:t>– Europejski</w:t>
            </w:r>
            <w:r w:rsidRPr="0056652C">
              <w:rPr>
                <w:i/>
                <w:lang w:val="fr-FR"/>
              </w:rPr>
              <w:t xml:space="preserve"> </w:t>
            </w:r>
            <w:r w:rsidRPr="0056652C">
              <w:rPr>
                <w:lang w:val="fr-FR"/>
              </w:rPr>
              <w:t xml:space="preserve">Portal Informacji Celnej. </w:t>
            </w:r>
          </w:p>
        </w:tc>
      </w:tr>
      <w:tr w:rsidR="00D34D27" w:rsidRPr="00656616" w14:paraId="19C27408" w14:textId="77777777" w:rsidTr="00541D36">
        <w:tc>
          <w:tcPr>
            <w:tcW w:w="2988" w:type="dxa"/>
          </w:tcPr>
          <w:p w14:paraId="30D1F57D" w14:textId="77777777" w:rsidR="00D34D27" w:rsidRPr="00541D36" w:rsidRDefault="00D34D27" w:rsidP="00FE1C77">
            <w:pPr>
              <w:pStyle w:val="Tabelazwyky"/>
              <w:rPr>
                <w:lang w:val="en-GB"/>
              </w:rPr>
            </w:pPr>
            <w:r w:rsidRPr="00541D36">
              <w:rPr>
                <w:lang w:val="en-GB"/>
              </w:rPr>
              <w:t xml:space="preserve">ECIP/SEAP PL </w:t>
            </w:r>
          </w:p>
        </w:tc>
        <w:tc>
          <w:tcPr>
            <w:tcW w:w="6240" w:type="dxa"/>
          </w:tcPr>
          <w:p w14:paraId="01C38552" w14:textId="77777777" w:rsidR="00D34D27" w:rsidRPr="0056652C" w:rsidRDefault="00D34D27" w:rsidP="00FE1C77">
            <w:pPr>
              <w:pStyle w:val="Tabelazwyky"/>
            </w:pPr>
            <w:proofErr w:type="spellStart"/>
            <w:r w:rsidRPr="0056652C">
              <w:rPr>
                <w:i/>
              </w:rPr>
              <w:t>European</w:t>
            </w:r>
            <w:proofErr w:type="spellEnd"/>
            <w:r w:rsidRPr="0056652C">
              <w:rPr>
                <w:i/>
              </w:rPr>
              <w:t xml:space="preserve"> </w:t>
            </w:r>
            <w:proofErr w:type="spellStart"/>
            <w:r w:rsidRPr="0056652C">
              <w:rPr>
                <w:i/>
              </w:rPr>
              <w:t>Customs</w:t>
            </w:r>
            <w:proofErr w:type="spellEnd"/>
            <w:r w:rsidRPr="0056652C">
              <w:rPr>
                <w:i/>
              </w:rPr>
              <w:t xml:space="preserve"> Information Portal</w:t>
            </w:r>
            <w:r w:rsidRPr="0056652C">
              <w:t xml:space="preserve"> - Europejski Informacyjny Portal Celny</w:t>
            </w:r>
          </w:p>
          <w:p w14:paraId="44DE4426" w14:textId="77777777" w:rsidR="00D34D27" w:rsidRPr="0056652C" w:rsidRDefault="00D34D27" w:rsidP="00FE1C77">
            <w:pPr>
              <w:pStyle w:val="Tabelazwyky"/>
            </w:pPr>
            <w:r w:rsidRPr="0056652C">
              <w:rPr>
                <w:i/>
              </w:rPr>
              <w:t xml:space="preserve">Single </w:t>
            </w:r>
            <w:proofErr w:type="spellStart"/>
            <w:r w:rsidRPr="0056652C">
              <w:rPr>
                <w:i/>
              </w:rPr>
              <w:t>Electronic</w:t>
            </w:r>
            <w:proofErr w:type="spellEnd"/>
            <w:r w:rsidRPr="0056652C">
              <w:rPr>
                <w:i/>
              </w:rPr>
              <w:t xml:space="preserve"> Access Point</w:t>
            </w:r>
            <w:r w:rsidRPr="0056652C">
              <w:t xml:space="preserve"> - Pojedynczy Elektroniczny Punkt Dostępu</w:t>
            </w:r>
          </w:p>
          <w:p w14:paraId="1DE949D7" w14:textId="77777777" w:rsidR="00D34D27" w:rsidRPr="0056652C" w:rsidRDefault="00D34D27" w:rsidP="00FE1C77">
            <w:pPr>
              <w:pStyle w:val="Tabelazwyky"/>
            </w:pPr>
            <w:r w:rsidRPr="0056652C"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D34D27" w:rsidRPr="00656616" w14:paraId="1D733FD7" w14:textId="77777777" w:rsidTr="00541D36">
        <w:tc>
          <w:tcPr>
            <w:tcW w:w="2988" w:type="dxa"/>
          </w:tcPr>
          <w:p w14:paraId="53EA0FDA" w14:textId="77777777" w:rsidR="00D34D27" w:rsidRPr="00541D36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541D36">
              <w:rPr>
                <w:rFonts w:cs="Arial"/>
                <w:sz w:val="20"/>
                <w:szCs w:val="20"/>
                <w:lang w:val="en-GB"/>
              </w:rPr>
              <w:t>ESB</w:t>
            </w:r>
          </w:p>
        </w:tc>
        <w:tc>
          <w:tcPr>
            <w:tcW w:w="6240" w:type="dxa"/>
          </w:tcPr>
          <w:p w14:paraId="556EF9D5" w14:textId="77777777" w:rsidR="00D34D27" w:rsidRPr="0056652C" w:rsidRDefault="00D34D27" w:rsidP="00FE1C77">
            <w:pPr>
              <w:pStyle w:val="Tabelazwyky"/>
            </w:pPr>
            <w:r w:rsidRPr="0056652C">
              <w:rPr>
                <w:i/>
              </w:rPr>
              <w:t>Enterprise Service Bus</w:t>
            </w:r>
            <w:r w:rsidRPr="0056652C"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D34D27" w:rsidRPr="00656616" w14:paraId="026C9DE8" w14:textId="77777777" w:rsidTr="00541D36">
        <w:tc>
          <w:tcPr>
            <w:tcW w:w="2988" w:type="dxa"/>
          </w:tcPr>
          <w:p w14:paraId="6964DE50" w14:textId="77777777" w:rsidR="00D34D27" w:rsidRPr="00541D36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541D36">
              <w:rPr>
                <w:rFonts w:cs="Arial"/>
                <w:sz w:val="20"/>
                <w:szCs w:val="20"/>
                <w:lang w:val="en-GB"/>
              </w:rPr>
              <w:t>ESKS</w:t>
            </w:r>
          </w:p>
        </w:tc>
        <w:tc>
          <w:tcPr>
            <w:tcW w:w="6240" w:type="dxa"/>
          </w:tcPr>
          <w:p w14:paraId="5DB1A0A4" w14:textId="77777777" w:rsidR="00D34D27" w:rsidRPr="0056652C" w:rsidRDefault="00D34D27" w:rsidP="00FE1C77">
            <w:pPr>
              <w:pStyle w:val="Tabelazwyky"/>
            </w:pPr>
            <w:r w:rsidRPr="0056652C">
              <w:t xml:space="preserve">Ewidencja Spraw Karnych Skarbowych - system informatyczny usprawniający pracę </w:t>
            </w:r>
            <w:r w:rsidR="00BE1A22" w:rsidRPr="0056652C">
              <w:t xml:space="preserve">Administracji Skarbowej </w:t>
            </w:r>
            <w:r w:rsidRPr="0056652C">
              <w:t xml:space="preserve">w zakresie rejestracji spraw o przestępstwa </w:t>
            </w:r>
            <w:r w:rsidRPr="0056652C">
              <w:br/>
              <w:t xml:space="preserve">i wykroczenia skarbowe oraz ewidencjonowania grzywien nakładanych </w:t>
            </w:r>
            <w:r w:rsidRPr="0056652C">
              <w:br/>
              <w:t>w drodze mandatu karnego.</w:t>
            </w:r>
          </w:p>
        </w:tc>
      </w:tr>
      <w:tr w:rsidR="00D34D27" w:rsidRPr="00656616" w14:paraId="198D9A4E" w14:textId="77777777" w:rsidTr="00541D36">
        <w:tc>
          <w:tcPr>
            <w:tcW w:w="2988" w:type="dxa"/>
          </w:tcPr>
          <w:p w14:paraId="1BF27718" w14:textId="77777777" w:rsidR="00D34D27" w:rsidRPr="00541D36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541D36">
              <w:rPr>
                <w:rFonts w:cs="Arial"/>
                <w:sz w:val="20"/>
                <w:szCs w:val="20"/>
                <w:lang w:val="en-GB"/>
              </w:rPr>
              <w:t>HERMES2</w:t>
            </w:r>
          </w:p>
        </w:tc>
        <w:tc>
          <w:tcPr>
            <w:tcW w:w="6240" w:type="dxa"/>
          </w:tcPr>
          <w:p w14:paraId="3FCF94D6" w14:textId="77777777" w:rsidR="00D34D27" w:rsidRPr="0056652C" w:rsidRDefault="00D34D27" w:rsidP="00FE1C77">
            <w:pPr>
              <w:pStyle w:val="Tabelazwyky"/>
            </w:pPr>
            <w:r w:rsidRPr="0056652C">
              <w:t>Projekt „Programu e-Cło” obejmujący wdrożenie Systemu Zarządzania Zasobami Ludzkimi.</w:t>
            </w:r>
          </w:p>
        </w:tc>
      </w:tr>
      <w:tr w:rsidR="00D34D27" w:rsidRPr="00656616" w14:paraId="124417EE" w14:textId="77777777" w:rsidTr="00541D36">
        <w:tc>
          <w:tcPr>
            <w:tcW w:w="2988" w:type="dxa"/>
          </w:tcPr>
          <w:p w14:paraId="68655D87" w14:textId="77777777" w:rsidR="00D34D27" w:rsidRPr="00541D36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541D36">
              <w:rPr>
                <w:rFonts w:cs="Arial"/>
                <w:sz w:val="20"/>
                <w:szCs w:val="20"/>
                <w:lang w:val="en-GB"/>
              </w:rPr>
              <w:t>HTTP</w:t>
            </w:r>
          </w:p>
        </w:tc>
        <w:tc>
          <w:tcPr>
            <w:tcW w:w="6240" w:type="dxa"/>
          </w:tcPr>
          <w:p w14:paraId="13C1F0EB" w14:textId="77777777" w:rsidR="00D34D27" w:rsidRPr="0056652C" w:rsidRDefault="00D34D27" w:rsidP="00FE1C77">
            <w:pPr>
              <w:spacing w:before="60" w:after="60"/>
              <w:rPr>
                <w:rFonts w:cs="Arial"/>
                <w:sz w:val="20"/>
                <w:szCs w:val="20"/>
              </w:rPr>
            </w:pPr>
            <w:proofErr w:type="spellStart"/>
            <w:r w:rsidRPr="0056652C">
              <w:rPr>
                <w:rFonts w:cs="Arial"/>
                <w:sz w:val="20"/>
                <w:szCs w:val="20"/>
              </w:rPr>
              <w:t>Hypertext</w:t>
            </w:r>
            <w:proofErr w:type="spellEnd"/>
            <w:r w:rsidRPr="0056652C">
              <w:rPr>
                <w:rFonts w:cs="Arial"/>
                <w:sz w:val="20"/>
                <w:szCs w:val="20"/>
              </w:rPr>
              <w:t xml:space="preserve"> Transfer </w:t>
            </w:r>
            <w:proofErr w:type="spellStart"/>
            <w:r w:rsidRPr="0056652C">
              <w:rPr>
                <w:rFonts w:cs="Arial"/>
                <w:sz w:val="20"/>
                <w:szCs w:val="20"/>
              </w:rPr>
              <w:t>Protocol</w:t>
            </w:r>
            <w:proofErr w:type="spellEnd"/>
            <w:r w:rsidRPr="0056652C">
              <w:rPr>
                <w:rFonts w:cs="Arial"/>
                <w:sz w:val="20"/>
                <w:szCs w:val="20"/>
              </w:rPr>
              <w:t xml:space="preserve"> – protokół przesyłania dokumentów hipertekstowych.</w:t>
            </w:r>
          </w:p>
        </w:tc>
      </w:tr>
      <w:tr w:rsidR="00D34D27" w:rsidRPr="00656616" w14:paraId="32B611EF" w14:textId="77777777" w:rsidTr="00541D36">
        <w:tc>
          <w:tcPr>
            <w:tcW w:w="2988" w:type="dxa"/>
          </w:tcPr>
          <w:p w14:paraId="5956AD8C" w14:textId="77777777" w:rsidR="00D34D27" w:rsidRPr="00541D36" w:rsidRDefault="00D34D27" w:rsidP="00FE1C77">
            <w:pPr>
              <w:pStyle w:val="Tabelazwyky"/>
              <w:rPr>
                <w:lang w:val="en-GB"/>
              </w:rPr>
            </w:pPr>
            <w:r w:rsidRPr="00541D36">
              <w:rPr>
                <w:lang w:val="en-GB"/>
              </w:rPr>
              <w:lastRenderedPageBreak/>
              <w:t>ISZTAR</w:t>
            </w:r>
          </w:p>
        </w:tc>
        <w:tc>
          <w:tcPr>
            <w:tcW w:w="6240" w:type="dxa"/>
          </w:tcPr>
          <w:p w14:paraId="6D4CB484" w14:textId="77777777" w:rsidR="00D34D27" w:rsidRPr="0056652C" w:rsidRDefault="00D34D27" w:rsidP="00FE1C77">
            <w:pPr>
              <w:pStyle w:val="Tabelazwyky"/>
            </w:pPr>
            <w:r w:rsidRPr="0056652C">
              <w:t xml:space="preserve">System Zintegrowanej Taryfy Celnej. </w:t>
            </w:r>
          </w:p>
        </w:tc>
      </w:tr>
      <w:tr w:rsidR="00D34D27" w:rsidRPr="00656616" w14:paraId="57241B4D" w14:textId="77777777" w:rsidTr="00541D36">
        <w:tc>
          <w:tcPr>
            <w:tcW w:w="2988" w:type="dxa"/>
          </w:tcPr>
          <w:p w14:paraId="0DDAB98C" w14:textId="77777777" w:rsidR="00D34D27" w:rsidRPr="00541D36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541D36">
              <w:rPr>
                <w:rFonts w:cs="Arial"/>
                <w:sz w:val="20"/>
                <w:szCs w:val="20"/>
                <w:lang w:val="en-GB"/>
              </w:rPr>
              <w:t>ISZTAR4</w:t>
            </w:r>
          </w:p>
        </w:tc>
        <w:tc>
          <w:tcPr>
            <w:tcW w:w="6240" w:type="dxa"/>
          </w:tcPr>
          <w:p w14:paraId="1B0CDA6C" w14:textId="77777777" w:rsidR="00D34D27" w:rsidRPr="0056652C" w:rsidRDefault="00D34D27" w:rsidP="00FE1C77">
            <w:pPr>
              <w:pStyle w:val="Tabelazwyky"/>
            </w:pPr>
            <w:r w:rsidRPr="0056652C"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56652C">
              <w:t>Integrated</w:t>
            </w:r>
            <w:proofErr w:type="spellEnd"/>
            <w:r w:rsidRPr="0056652C">
              <w:t xml:space="preserve"> </w:t>
            </w:r>
            <w:proofErr w:type="spellStart"/>
            <w:r w:rsidRPr="0056652C">
              <w:t>Tariff</w:t>
            </w:r>
            <w:proofErr w:type="spellEnd"/>
            <w:r w:rsidRPr="0056652C">
              <w:t xml:space="preserve"> Environment i TARIC oraz opracowane testy regresywne i przebudowę i integrację EBTI PL z portalem ECIP PL. Projekt Programu e-Cło.</w:t>
            </w:r>
          </w:p>
        </w:tc>
      </w:tr>
      <w:tr w:rsidR="00D34D27" w:rsidRPr="00656616" w14:paraId="764D64FF" w14:textId="77777777" w:rsidTr="00541D36">
        <w:tc>
          <w:tcPr>
            <w:tcW w:w="2988" w:type="dxa"/>
          </w:tcPr>
          <w:p w14:paraId="1F385069" w14:textId="77777777" w:rsidR="00D34D27" w:rsidRPr="00541D36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541D36">
              <w:rPr>
                <w:rFonts w:cs="Arial"/>
                <w:sz w:val="20"/>
                <w:szCs w:val="20"/>
                <w:lang w:val="en-GB"/>
              </w:rPr>
              <w:t>OSOZ2</w:t>
            </w:r>
          </w:p>
        </w:tc>
        <w:tc>
          <w:tcPr>
            <w:tcW w:w="6240" w:type="dxa"/>
          </w:tcPr>
          <w:p w14:paraId="4E719426" w14:textId="77777777" w:rsidR="00D34D27" w:rsidRPr="0056652C" w:rsidRDefault="00D34D27" w:rsidP="00FE1C77">
            <w:pPr>
              <w:pStyle w:val="Tabelazwyky"/>
            </w:pPr>
            <w:r w:rsidRPr="0056652C">
              <w:rPr>
                <w:color w:val="000000"/>
              </w:rPr>
              <w:t>P</w:t>
            </w:r>
            <w:r w:rsidRPr="0056652C">
              <w:t>rojekt „Programu e-Cło” Zintegrowany System Obsługi Zabezpieczeń.</w:t>
            </w:r>
          </w:p>
        </w:tc>
      </w:tr>
      <w:tr w:rsidR="00D34D27" w:rsidRPr="00656616" w14:paraId="18DFDB7C" w14:textId="77777777" w:rsidTr="00541D36">
        <w:tc>
          <w:tcPr>
            <w:tcW w:w="2988" w:type="dxa"/>
          </w:tcPr>
          <w:p w14:paraId="122879C2" w14:textId="77777777" w:rsidR="00D34D27" w:rsidRPr="00541D36" w:rsidRDefault="00D34D27" w:rsidP="00FE1C77">
            <w:pPr>
              <w:pStyle w:val="Tabelazwyky"/>
              <w:rPr>
                <w:lang w:val="en-GB"/>
              </w:rPr>
            </w:pPr>
            <w:r w:rsidRPr="00541D36">
              <w:rPr>
                <w:lang w:val="en-GB"/>
              </w:rPr>
              <w:t>OWNRES</w:t>
            </w:r>
          </w:p>
        </w:tc>
        <w:tc>
          <w:tcPr>
            <w:tcW w:w="6240" w:type="dxa"/>
          </w:tcPr>
          <w:p w14:paraId="35D3C957" w14:textId="77777777" w:rsidR="00D34D27" w:rsidRPr="0056652C" w:rsidRDefault="00D34D27" w:rsidP="00FE1C77">
            <w:pPr>
              <w:pStyle w:val="Tabelazwyky"/>
            </w:pPr>
            <w:proofErr w:type="spellStart"/>
            <w:r w:rsidRPr="0056652C">
              <w:rPr>
                <w:i/>
              </w:rPr>
              <w:t>OWNRESources</w:t>
            </w:r>
            <w:proofErr w:type="spellEnd"/>
            <w:r w:rsidRPr="0056652C"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D34D27" w:rsidRPr="00656616" w14:paraId="7389A2BF" w14:textId="77777777" w:rsidTr="00541D36">
        <w:tc>
          <w:tcPr>
            <w:tcW w:w="2988" w:type="dxa"/>
          </w:tcPr>
          <w:p w14:paraId="5EF3E575" w14:textId="77777777" w:rsidR="00D34D27" w:rsidRPr="00541D36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541D36">
              <w:rPr>
                <w:rFonts w:cs="Arial"/>
                <w:sz w:val="20"/>
                <w:szCs w:val="20"/>
                <w:lang w:val="en-GB"/>
              </w:rPr>
              <w:t>PDR</w:t>
            </w:r>
          </w:p>
        </w:tc>
        <w:tc>
          <w:tcPr>
            <w:tcW w:w="6240" w:type="dxa"/>
          </w:tcPr>
          <w:p w14:paraId="4DB6A94C" w14:textId="77777777" w:rsidR="00D34D27" w:rsidRPr="0056652C" w:rsidRDefault="00D34D27" w:rsidP="00FE1C77">
            <w:pPr>
              <w:pStyle w:val="Tabelazwyky"/>
            </w:pPr>
            <w:r w:rsidRPr="0056652C"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56652C">
              <w:br/>
              <w:t>w ramach Programu e-Cło.</w:t>
            </w:r>
          </w:p>
        </w:tc>
      </w:tr>
      <w:tr w:rsidR="00D34D27" w:rsidRPr="00656616" w14:paraId="74C74066" w14:textId="77777777" w:rsidTr="00541D36">
        <w:tc>
          <w:tcPr>
            <w:tcW w:w="2988" w:type="dxa"/>
          </w:tcPr>
          <w:p w14:paraId="023566F0" w14:textId="77777777" w:rsidR="00D34D27" w:rsidRPr="00541D36" w:rsidRDefault="00D34D27" w:rsidP="00FE1C77">
            <w:pPr>
              <w:pStyle w:val="Tabelazwyky"/>
              <w:rPr>
                <w:lang w:val="en-GB"/>
              </w:rPr>
            </w:pPr>
            <w:r w:rsidRPr="00541D36">
              <w:rPr>
                <w:lang w:val="en-GB"/>
              </w:rPr>
              <w:t>PKI</w:t>
            </w:r>
          </w:p>
        </w:tc>
        <w:tc>
          <w:tcPr>
            <w:tcW w:w="6240" w:type="dxa"/>
          </w:tcPr>
          <w:p w14:paraId="55BAA7E1" w14:textId="77777777" w:rsidR="00D34D27" w:rsidRPr="0056652C" w:rsidRDefault="00D34D27" w:rsidP="00FE1C77">
            <w:pPr>
              <w:pStyle w:val="Tabelazwyky"/>
            </w:pPr>
            <w:r w:rsidRPr="0056652C">
              <w:t xml:space="preserve">Projekt Programu e-Cło przewidujący stworzenie jednolitego podsystemu uwierzytelniania dla wszystkich systemów i użytkowników wewnętrznych  wraz  z </w:t>
            </w:r>
            <w:r w:rsidRPr="0056652C">
              <w:rPr>
                <w:i/>
              </w:rPr>
              <w:t xml:space="preserve">Public </w:t>
            </w:r>
            <w:proofErr w:type="spellStart"/>
            <w:r w:rsidRPr="0056652C">
              <w:rPr>
                <w:i/>
              </w:rPr>
              <w:t>Key</w:t>
            </w:r>
            <w:proofErr w:type="spellEnd"/>
            <w:r w:rsidRPr="0056652C">
              <w:rPr>
                <w:i/>
              </w:rPr>
              <w:t xml:space="preserve"> </w:t>
            </w:r>
            <w:proofErr w:type="spellStart"/>
            <w:r w:rsidRPr="0056652C">
              <w:rPr>
                <w:i/>
              </w:rPr>
              <w:t>Infrastructure</w:t>
            </w:r>
            <w:proofErr w:type="spellEnd"/>
            <w:r w:rsidRPr="0056652C">
              <w:t xml:space="preserve">  i funkcjonalnością/technologią jednokrotnego uwierzytelniania </w:t>
            </w:r>
            <w:r w:rsidRPr="0056652C">
              <w:rPr>
                <w:i/>
              </w:rPr>
              <w:t xml:space="preserve">Single </w:t>
            </w:r>
            <w:proofErr w:type="spellStart"/>
            <w:r w:rsidRPr="0056652C">
              <w:rPr>
                <w:i/>
              </w:rPr>
              <w:t>Sign</w:t>
            </w:r>
            <w:proofErr w:type="spellEnd"/>
            <w:r w:rsidRPr="0056652C">
              <w:rPr>
                <w:i/>
              </w:rPr>
              <w:t xml:space="preserve"> On</w:t>
            </w:r>
            <w:r w:rsidRPr="0056652C">
              <w:t xml:space="preserve"> (SSO).</w:t>
            </w:r>
          </w:p>
        </w:tc>
      </w:tr>
      <w:tr w:rsidR="00D34D27" w:rsidRPr="00656616" w14:paraId="0A060145" w14:textId="77777777" w:rsidTr="00541D36">
        <w:tc>
          <w:tcPr>
            <w:tcW w:w="2988" w:type="dxa"/>
          </w:tcPr>
          <w:p w14:paraId="1AFE7BD9" w14:textId="77777777" w:rsidR="00D34D27" w:rsidRPr="00541D36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541D36">
              <w:rPr>
                <w:rFonts w:cs="Arial"/>
                <w:sz w:val="20"/>
                <w:szCs w:val="20"/>
                <w:lang w:val="en-GB"/>
              </w:rPr>
              <w:t>POLTAX</w:t>
            </w:r>
          </w:p>
        </w:tc>
        <w:tc>
          <w:tcPr>
            <w:tcW w:w="6240" w:type="dxa"/>
          </w:tcPr>
          <w:p w14:paraId="2FE1F1CD" w14:textId="77777777" w:rsidR="00D34D27" w:rsidRPr="0056652C" w:rsidRDefault="00D34D27" w:rsidP="00FE1C77">
            <w:pPr>
              <w:pStyle w:val="Tabelazwyky"/>
            </w:pPr>
            <w:r w:rsidRPr="0056652C">
              <w:t>System ewidencjonowania i przetwarzania danych o podatnikach wykorzystywany w urzędach skarbowych wspomagający działalność administracji podatkowej.</w:t>
            </w:r>
          </w:p>
        </w:tc>
      </w:tr>
      <w:tr w:rsidR="00D34D27" w:rsidRPr="00656616" w14:paraId="3528B6DB" w14:textId="77777777" w:rsidTr="00541D36">
        <w:tc>
          <w:tcPr>
            <w:tcW w:w="2988" w:type="dxa"/>
          </w:tcPr>
          <w:p w14:paraId="236B6599" w14:textId="77777777" w:rsidR="00D34D27" w:rsidRPr="00541D36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541D36">
              <w:rPr>
                <w:rFonts w:cs="Arial"/>
                <w:sz w:val="20"/>
                <w:szCs w:val="20"/>
                <w:lang w:val="en-GB"/>
              </w:rPr>
              <w:t>SK</w:t>
            </w:r>
          </w:p>
        </w:tc>
        <w:tc>
          <w:tcPr>
            <w:tcW w:w="6240" w:type="dxa"/>
          </w:tcPr>
          <w:p w14:paraId="6A255487" w14:textId="77777777" w:rsidR="00D34D27" w:rsidRPr="0056652C" w:rsidRDefault="00D34D27" w:rsidP="00FE1C77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56652C">
              <w:rPr>
                <w:rFonts w:cs="Arial"/>
                <w:sz w:val="20"/>
                <w:szCs w:val="20"/>
              </w:rPr>
              <w:t>System informatyczny przeznaczony do prowadzenia ksiąg rachunkowych w formie elektronicznej.</w:t>
            </w:r>
          </w:p>
        </w:tc>
      </w:tr>
      <w:tr w:rsidR="00D34D27" w:rsidRPr="00656616" w14:paraId="58EC1932" w14:textId="77777777" w:rsidTr="00541D36">
        <w:tc>
          <w:tcPr>
            <w:tcW w:w="2988" w:type="dxa"/>
          </w:tcPr>
          <w:p w14:paraId="75FBB40A" w14:textId="77777777" w:rsidR="00D34D27" w:rsidRPr="00541D36" w:rsidRDefault="00D34D27" w:rsidP="00FE1C77">
            <w:pPr>
              <w:pStyle w:val="Tabelazwyky"/>
              <w:rPr>
                <w:lang w:val="en-GB"/>
              </w:rPr>
            </w:pPr>
            <w:r w:rsidRPr="00541D36">
              <w:rPr>
                <w:lang w:val="en-GB"/>
              </w:rPr>
              <w:t>SOA</w:t>
            </w:r>
          </w:p>
        </w:tc>
        <w:tc>
          <w:tcPr>
            <w:tcW w:w="6240" w:type="dxa"/>
          </w:tcPr>
          <w:p w14:paraId="5436E495" w14:textId="77777777" w:rsidR="00D34D27" w:rsidRPr="0056652C" w:rsidRDefault="00D34D27" w:rsidP="00FE1C77">
            <w:pPr>
              <w:pStyle w:val="Tabelazwyky"/>
            </w:pPr>
            <w:r w:rsidRPr="0056652C">
              <w:t>Architektura oparta na usługach (ang. Service-</w:t>
            </w:r>
            <w:proofErr w:type="spellStart"/>
            <w:r w:rsidRPr="0056652C">
              <w:t>Oriented</w:t>
            </w:r>
            <w:proofErr w:type="spellEnd"/>
            <w:r w:rsidRPr="0056652C">
              <w:t xml:space="preserve"> Architecture); koncepcja tworzenia systemów informatycznych, w której główny nacisk stawia się na definiowanie usług, które spełnią wymagania użytkownika. Pojęcie SOA obejmuje zestaw metod </w:t>
            </w:r>
            <w:r w:rsidRPr="0056652C">
              <w:lastRenderedPageBreak/>
              <w:t>organizacyjnych i technicznych mający na celu lepsze powiązanie biznesowej strony organizacji z jej zasobami informatycznymi.</w:t>
            </w:r>
          </w:p>
        </w:tc>
      </w:tr>
      <w:tr w:rsidR="00D34D27" w:rsidRPr="00656616" w14:paraId="32242461" w14:textId="77777777" w:rsidTr="00541D36">
        <w:tc>
          <w:tcPr>
            <w:tcW w:w="2988" w:type="dxa"/>
          </w:tcPr>
          <w:p w14:paraId="748F70AC" w14:textId="77777777" w:rsidR="00D34D27" w:rsidRPr="00541D36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541D36">
              <w:rPr>
                <w:rFonts w:cs="Arial"/>
                <w:sz w:val="20"/>
                <w:szCs w:val="20"/>
                <w:lang w:val="en-GB"/>
              </w:rPr>
              <w:lastRenderedPageBreak/>
              <w:t>SOAP</w:t>
            </w:r>
          </w:p>
        </w:tc>
        <w:tc>
          <w:tcPr>
            <w:tcW w:w="6240" w:type="dxa"/>
          </w:tcPr>
          <w:p w14:paraId="3DE26AB3" w14:textId="77777777" w:rsidR="00D34D27" w:rsidRPr="0056652C" w:rsidRDefault="00D34D27" w:rsidP="00FE1C77">
            <w:pPr>
              <w:pStyle w:val="Tabelazwyky"/>
            </w:pPr>
            <w:r w:rsidRPr="0056652C">
              <w:rPr>
                <w:i/>
              </w:rPr>
              <w:t xml:space="preserve">Simple Object Access </w:t>
            </w:r>
            <w:proofErr w:type="spellStart"/>
            <w:r w:rsidRPr="0056652C">
              <w:rPr>
                <w:i/>
              </w:rPr>
              <w:t>Protocol</w:t>
            </w:r>
            <w:proofErr w:type="spellEnd"/>
            <w:r w:rsidRPr="0056652C">
              <w:t xml:space="preserve"> – protokół wywoływania zdalnego dostępu do obiektów, wykorzystujący XML do kodowania wywołań.</w:t>
            </w:r>
          </w:p>
        </w:tc>
      </w:tr>
      <w:tr w:rsidR="00D34D27" w:rsidRPr="00656616" w14:paraId="50BDB98C" w14:textId="77777777" w:rsidTr="00541D36">
        <w:tc>
          <w:tcPr>
            <w:tcW w:w="2988" w:type="dxa"/>
          </w:tcPr>
          <w:p w14:paraId="2F945E6D" w14:textId="77777777" w:rsidR="00D34D27" w:rsidRPr="00541D36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541D36">
              <w:rPr>
                <w:rFonts w:cs="Arial"/>
                <w:sz w:val="20"/>
                <w:szCs w:val="20"/>
                <w:lang w:val="en-GB"/>
              </w:rPr>
              <w:t>SSO</w:t>
            </w:r>
          </w:p>
        </w:tc>
        <w:tc>
          <w:tcPr>
            <w:tcW w:w="6240" w:type="dxa"/>
          </w:tcPr>
          <w:p w14:paraId="69F7567C" w14:textId="77777777" w:rsidR="00D34D27" w:rsidRPr="0056652C" w:rsidRDefault="00D34D27" w:rsidP="00FE1C77">
            <w:pPr>
              <w:pStyle w:val="Tabelazwyky"/>
            </w:pPr>
            <w:r w:rsidRPr="0056652C">
              <w:rPr>
                <w:i/>
              </w:rPr>
              <w:t xml:space="preserve">Single </w:t>
            </w:r>
            <w:proofErr w:type="spellStart"/>
            <w:r w:rsidRPr="0056652C">
              <w:rPr>
                <w:i/>
              </w:rPr>
              <w:t>Sign</w:t>
            </w:r>
            <w:proofErr w:type="spellEnd"/>
            <w:r w:rsidRPr="0056652C">
              <w:rPr>
                <w:i/>
              </w:rPr>
              <w:t xml:space="preserve"> On</w:t>
            </w:r>
            <w:r w:rsidRPr="0056652C"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D34D27" w:rsidRPr="00656616" w14:paraId="696CE64D" w14:textId="77777777" w:rsidTr="00541D36">
        <w:tc>
          <w:tcPr>
            <w:tcW w:w="2988" w:type="dxa"/>
          </w:tcPr>
          <w:p w14:paraId="19841C49" w14:textId="77777777" w:rsidR="00D34D27" w:rsidRPr="00541D36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541D36">
              <w:rPr>
                <w:rFonts w:cs="Arial"/>
                <w:sz w:val="20"/>
                <w:szCs w:val="20"/>
                <w:lang w:val="en-GB"/>
              </w:rPr>
              <w:t>SZPROT</w:t>
            </w:r>
          </w:p>
        </w:tc>
        <w:tc>
          <w:tcPr>
            <w:tcW w:w="6240" w:type="dxa"/>
          </w:tcPr>
          <w:p w14:paraId="7C3DC99F" w14:textId="77777777" w:rsidR="00D34D27" w:rsidRPr="0056652C" w:rsidRDefault="00D34D27" w:rsidP="00FE1C77">
            <w:pPr>
              <w:pStyle w:val="Tabelazwyky"/>
            </w:pPr>
            <w:r w:rsidRPr="0056652C">
              <w:t>System Zintegrowanej Rejestracji Przedsiębiorców. Projekt „Programu e-Cło”.</w:t>
            </w:r>
          </w:p>
        </w:tc>
      </w:tr>
      <w:tr w:rsidR="00D34D27" w:rsidRPr="00656616" w14:paraId="0FB99E69" w14:textId="77777777" w:rsidTr="00541D36">
        <w:tc>
          <w:tcPr>
            <w:tcW w:w="2988" w:type="dxa"/>
          </w:tcPr>
          <w:p w14:paraId="11CBF676" w14:textId="77777777" w:rsidR="00D34D27" w:rsidRPr="00541D36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541D36">
              <w:rPr>
                <w:rFonts w:cs="Arial"/>
                <w:sz w:val="20"/>
                <w:szCs w:val="20"/>
                <w:lang w:val="en-GB"/>
              </w:rPr>
              <w:t>TREZOR</w:t>
            </w:r>
          </w:p>
        </w:tc>
        <w:tc>
          <w:tcPr>
            <w:tcW w:w="6240" w:type="dxa"/>
          </w:tcPr>
          <w:p w14:paraId="58BAC237" w14:textId="77777777" w:rsidR="00D34D27" w:rsidRPr="0056652C" w:rsidRDefault="00D34D27" w:rsidP="00FE1C77">
            <w:pPr>
              <w:pStyle w:val="Tabelazwyky"/>
            </w:pPr>
            <w:r w:rsidRPr="0056652C">
              <w:t>Informatyczny System Obsługi Budżetu Państwa.</w:t>
            </w:r>
          </w:p>
        </w:tc>
      </w:tr>
      <w:tr w:rsidR="00D34D27" w:rsidRPr="00656616" w14:paraId="50E3C6C4" w14:textId="77777777" w:rsidTr="00541D36">
        <w:tc>
          <w:tcPr>
            <w:tcW w:w="2988" w:type="dxa"/>
          </w:tcPr>
          <w:p w14:paraId="5EFEE13C" w14:textId="77777777" w:rsidR="00D34D27" w:rsidRPr="00541D36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541D36">
              <w:rPr>
                <w:rFonts w:cs="Arial"/>
                <w:sz w:val="20"/>
                <w:szCs w:val="20"/>
                <w:lang w:val="en-GB"/>
              </w:rPr>
              <w:t>WFW</w:t>
            </w:r>
          </w:p>
        </w:tc>
        <w:tc>
          <w:tcPr>
            <w:tcW w:w="6240" w:type="dxa"/>
          </w:tcPr>
          <w:p w14:paraId="73139263" w14:textId="77777777" w:rsidR="00D34D27" w:rsidRPr="0056652C" w:rsidRDefault="00D34D27" w:rsidP="00FE1C77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56652C">
              <w:rPr>
                <w:rFonts w:cs="Arial"/>
                <w:sz w:val="20"/>
                <w:szCs w:val="20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56652C">
              <w:rPr>
                <w:rFonts w:cs="Arial"/>
                <w:sz w:val="20"/>
                <w:szCs w:val="20"/>
              </w:rPr>
              <w:t>workflow</w:t>
            </w:r>
            <w:proofErr w:type="spellEnd"/>
            <w:r w:rsidRPr="0056652C">
              <w:rPr>
                <w:rFonts w:cs="Arial"/>
                <w:sz w:val="20"/>
                <w:szCs w:val="20"/>
              </w:rPr>
              <w:t xml:space="preserve">), jak i automatyzacji procesów biznesowych (tradycyjnie określane terminem Business </w:t>
            </w:r>
            <w:proofErr w:type="spellStart"/>
            <w:r w:rsidRPr="0056652C">
              <w:rPr>
                <w:rFonts w:cs="Arial"/>
                <w:sz w:val="20"/>
                <w:szCs w:val="20"/>
              </w:rPr>
              <w:t>Process</w:t>
            </w:r>
            <w:proofErr w:type="spellEnd"/>
            <w:r w:rsidRPr="0056652C">
              <w:rPr>
                <w:rFonts w:cs="Arial"/>
                <w:sz w:val="20"/>
                <w:szCs w:val="20"/>
              </w:rPr>
              <w:t xml:space="preserve"> Management, BPM).</w:t>
            </w:r>
          </w:p>
        </w:tc>
      </w:tr>
      <w:tr w:rsidR="00D34D27" w:rsidRPr="00656616" w14:paraId="5B24FFB3" w14:textId="77777777" w:rsidTr="00541D36">
        <w:tc>
          <w:tcPr>
            <w:tcW w:w="2988" w:type="dxa"/>
          </w:tcPr>
          <w:p w14:paraId="4D4D2F22" w14:textId="77777777" w:rsidR="00D34D27" w:rsidRPr="00541D36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541D36">
              <w:rPr>
                <w:rFonts w:cs="Arial"/>
                <w:sz w:val="20"/>
                <w:szCs w:val="20"/>
                <w:lang w:val="en-GB"/>
              </w:rPr>
              <w:t>WOMIS</w:t>
            </w:r>
          </w:p>
        </w:tc>
        <w:tc>
          <w:tcPr>
            <w:tcW w:w="6240" w:type="dxa"/>
          </w:tcPr>
          <w:p w14:paraId="251614B4" w14:textId="77777777" w:rsidR="00D34D27" w:rsidRPr="0056652C" w:rsidRDefault="00D34D27" w:rsidP="00FE1C77">
            <w:pPr>
              <w:pStyle w:val="Tabelazwyky"/>
            </w:pPr>
            <w:r w:rsidRPr="0056652C">
              <w:rPr>
                <w:i/>
              </w:rPr>
              <w:t>Write-Off Management and Information System</w:t>
            </w:r>
            <w:r w:rsidRPr="0056652C"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D34D27" w:rsidRPr="00656616" w14:paraId="618CD900" w14:textId="77777777" w:rsidTr="00541D36">
        <w:tc>
          <w:tcPr>
            <w:tcW w:w="2988" w:type="dxa"/>
          </w:tcPr>
          <w:p w14:paraId="35726CB7" w14:textId="77777777" w:rsidR="00D34D27" w:rsidRPr="00541D36" w:rsidRDefault="00D34D27" w:rsidP="00FE1C77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541D36">
              <w:rPr>
                <w:rFonts w:ascii="Lato" w:hAnsi="Lato" w:cs="Arial"/>
                <w:sz w:val="20"/>
                <w:szCs w:val="20"/>
                <w:lang w:val="en-GB" w:eastAsia="pl-PL"/>
              </w:rPr>
              <w:t>WSDL</w:t>
            </w:r>
          </w:p>
        </w:tc>
        <w:tc>
          <w:tcPr>
            <w:tcW w:w="6240" w:type="dxa"/>
          </w:tcPr>
          <w:p w14:paraId="01C17789" w14:textId="77777777" w:rsidR="00D34D27" w:rsidRPr="0056652C" w:rsidRDefault="00D34D27" w:rsidP="00FE1C77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Web Services </w:t>
            </w:r>
            <w:proofErr w:type="spellStart"/>
            <w:r w:rsidRPr="0056652C">
              <w:rPr>
                <w:rFonts w:ascii="Lato" w:hAnsi="Lato" w:cs="Arial"/>
                <w:sz w:val="20"/>
                <w:szCs w:val="20"/>
                <w:lang w:val="pl-PL" w:eastAsia="pl-PL"/>
              </w:rPr>
              <w:t>Description</w:t>
            </w:r>
            <w:proofErr w:type="spellEnd"/>
            <w:r w:rsidRPr="0056652C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Language – oparty na XML język do definiowania usług sieciowych. Opisuje protokoły i formaty używane przez usługi sieciowe. </w:t>
            </w:r>
          </w:p>
          <w:p w14:paraId="76136815" w14:textId="77777777" w:rsidR="00D34D27" w:rsidRPr="0056652C" w:rsidRDefault="00D34D27" w:rsidP="00FE1C77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 w:cs="Arial"/>
                <w:sz w:val="20"/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D34D27" w:rsidRPr="00656616" w14:paraId="03DD2CFB" w14:textId="77777777" w:rsidTr="00541D36">
        <w:tc>
          <w:tcPr>
            <w:tcW w:w="2988" w:type="dxa"/>
          </w:tcPr>
          <w:p w14:paraId="736DD101" w14:textId="77777777" w:rsidR="00D34D27" w:rsidRPr="00541D36" w:rsidRDefault="00D34D27" w:rsidP="00FE1C77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541D36">
              <w:rPr>
                <w:rFonts w:ascii="Lato" w:hAnsi="Lato" w:cs="Arial"/>
                <w:sz w:val="20"/>
                <w:szCs w:val="20"/>
                <w:lang w:val="en-GB" w:eastAsia="pl-PL"/>
              </w:rPr>
              <w:t>XML</w:t>
            </w:r>
          </w:p>
        </w:tc>
        <w:tc>
          <w:tcPr>
            <w:tcW w:w="6240" w:type="dxa"/>
          </w:tcPr>
          <w:p w14:paraId="56F804CE" w14:textId="77777777" w:rsidR="00D34D27" w:rsidRPr="0056652C" w:rsidRDefault="00D34D27" w:rsidP="00FE1C77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56652C">
              <w:rPr>
                <w:rFonts w:ascii="Lato" w:hAnsi="Lato" w:cs="Arial"/>
                <w:sz w:val="20"/>
                <w:szCs w:val="20"/>
                <w:lang w:val="pl-PL" w:eastAsia="pl-PL"/>
              </w:rPr>
              <w:t>Extensible</w:t>
            </w:r>
            <w:proofErr w:type="spellEnd"/>
            <w:r w:rsidRPr="0056652C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56652C">
              <w:rPr>
                <w:rFonts w:ascii="Lato" w:hAnsi="Lato" w:cs="Arial"/>
                <w:sz w:val="20"/>
                <w:szCs w:val="20"/>
                <w:lang w:val="pl-PL" w:eastAsia="pl-PL"/>
              </w:rPr>
              <w:t>Markup</w:t>
            </w:r>
            <w:proofErr w:type="spellEnd"/>
            <w:r w:rsidRPr="0056652C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D34D27" w:rsidRPr="00656616" w14:paraId="302E83CB" w14:textId="77777777" w:rsidTr="00541D36">
        <w:tc>
          <w:tcPr>
            <w:tcW w:w="2988" w:type="dxa"/>
          </w:tcPr>
          <w:p w14:paraId="57133A00" w14:textId="77777777" w:rsidR="00D34D27" w:rsidRPr="00541D36" w:rsidRDefault="00D34D27" w:rsidP="00FE1C77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541D36">
              <w:rPr>
                <w:rFonts w:ascii="Lato" w:hAnsi="Lato" w:cs="Arial"/>
                <w:sz w:val="20"/>
                <w:szCs w:val="20"/>
                <w:lang w:val="en-GB" w:eastAsia="pl-PL"/>
              </w:rPr>
              <w:lastRenderedPageBreak/>
              <w:t>XML Schema</w:t>
            </w:r>
          </w:p>
        </w:tc>
        <w:tc>
          <w:tcPr>
            <w:tcW w:w="6240" w:type="dxa"/>
          </w:tcPr>
          <w:p w14:paraId="17A50145" w14:textId="77777777" w:rsidR="00D34D27" w:rsidRPr="0056652C" w:rsidRDefault="00D34D27" w:rsidP="00FE1C77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D34D27" w:rsidRPr="00656616" w14:paraId="3EECF5C2" w14:textId="77777777" w:rsidTr="00541D36">
        <w:tc>
          <w:tcPr>
            <w:tcW w:w="2988" w:type="dxa"/>
          </w:tcPr>
          <w:p w14:paraId="0382C06B" w14:textId="77777777" w:rsidR="00D34D27" w:rsidRPr="00541D36" w:rsidRDefault="00D34D27" w:rsidP="00FE1C77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541D36">
              <w:rPr>
                <w:rFonts w:ascii="Lato" w:hAnsi="Lato" w:cs="Arial"/>
                <w:sz w:val="20"/>
                <w:szCs w:val="20"/>
                <w:lang w:val="en-GB" w:eastAsia="pl-PL"/>
              </w:rPr>
              <w:t xml:space="preserve">XSD </w:t>
            </w:r>
          </w:p>
        </w:tc>
        <w:tc>
          <w:tcPr>
            <w:tcW w:w="6240" w:type="dxa"/>
          </w:tcPr>
          <w:p w14:paraId="4A1C68CA" w14:textId="77777777" w:rsidR="00D34D27" w:rsidRPr="0056652C" w:rsidRDefault="00D34D27" w:rsidP="00FE1C77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56652C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56652C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56652C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Definition  - plik zawierający definicje XML </w:t>
            </w:r>
            <w:proofErr w:type="spellStart"/>
            <w:r w:rsidRPr="0056652C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56652C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D34D27" w:rsidRPr="00656616" w14:paraId="65420F0C" w14:textId="77777777" w:rsidTr="00541D36">
        <w:tc>
          <w:tcPr>
            <w:tcW w:w="2988" w:type="dxa"/>
          </w:tcPr>
          <w:p w14:paraId="239CEE4B" w14:textId="77777777" w:rsidR="00D34D27" w:rsidRPr="00541D36" w:rsidRDefault="00D34D27" w:rsidP="00FE1C7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541D36">
              <w:rPr>
                <w:rFonts w:cs="Arial"/>
                <w:sz w:val="20"/>
                <w:szCs w:val="20"/>
                <w:lang w:val="en-GB"/>
              </w:rPr>
              <w:t>ZEFIR 2</w:t>
            </w:r>
          </w:p>
        </w:tc>
        <w:tc>
          <w:tcPr>
            <w:tcW w:w="6240" w:type="dxa"/>
          </w:tcPr>
          <w:p w14:paraId="566E6C6A" w14:textId="77777777" w:rsidR="00D34D27" w:rsidRPr="0056652C" w:rsidRDefault="00D34D27" w:rsidP="00FE1C77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56652C">
              <w:rPr>
                <w:rFonts w:cs="Arial"/>
                <w:sz w:val="20"/>
                <w:szCs w:val="20"/>
              </w:rPr>
              <w:t>Zintegrowany system poboru należności i rozrachunków z UE i budżetem ZEFIR 2. Projekt „Programu e-Cło”.</w:t>
            </w:r>
          </w:p>
        </w:tc>
      </w:tr>
    </w:tbl>
    <w:p w14:paraId="17B894A0" w14:textId="3BED3575" w:rsidR="003F3585" w:rsidRPr="00656616" w:rsidRDefault="00C43119" w:rsidP="00656616">
      <w:pPr>
        <w:pStyle w:val="Nagwek3"/>
      </w:pPr>
      <w:bookmarkStart w:id="54" w:name="_Toc184287496"/>
      <w:r w:rsidRPr="00656616">
        <w:t>Terminy</w:t>
      </w:r>
      <w:bookmarkEnd w:id="53"/>
      <w:bookmarkEnd w:id="54"/>
    </w:p>
    <w:p w14:paraId="1F2A8AC7" w14:textId="7E363CB7" w:rsidR="00034C39" w:rsidRPr="00656616" w:rsidRDefault="00034C39" w:rsidP="00656616">
      <w:pPr>
        <w:pStyle w:val="Z2PodpisRysunkuTabeli"/>
      </w:pPr>
      <w:bookmarkStart w:id="55" w:name="_Toc184287478"/>
      <w:r w:rsidRPr="00656616">
        <w:t xml:space="preserve">Tabela </w:t>
      </w:r>
      <w:r w:rsidR="008939EB">
        <w:fldChar w:fldCharType="begin"/>
      </w:r>
      <w:r w:rsidR="008939EB">
        <w:instrText xml:space="preserve"> SEQ Tabela \* ARABIC </w:instrText>
      </w:r>
      <w:r w:rsidR="008939EB">
        <w:fldChar w:fldCharType="separate"/>
      </w:r>
      <w:r w:rsidR="00CE000F">
        <w:rPr>
          <w:noProof/>
        </w:rPr>
        <w:t>6</w:t>
      </w:r>
      <w:r w:rsidR="008939EB">
        <w:rPr>
          <w:noProof/>
        </w:rPr>
        <w:fldChar w:fldCharType="end"/>
      </w:r>
      <w:r w:rsidRPr="00656616">
        <w:t>. Wykaz definicji</w:t>
      </w:r>
      <w:bookmarkEnd w:id="55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656616" w14:paraId="48D907BD" w14:textId="77777777" w:rsidTr="00541D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3E1AC72A" w14:textId="77777777" w:rsidR="00034C39" w:rsidRPr="00541D36" w:rsidRDefault="00034C39" w:rsidP="00F9660A">
            <w:pPr>
              <w:pStyle w:val="Z2Nagwektabeli"/>
              <w:rPr>
                <w:rFonts w:ascii="Lato" w:hAnsi="Lato" w:cs="Arial"/>
                <w:b/>
                <w:bCs/>
                <w:szCs w:val="18"/>
              </w:rPr>
            </w:pPr>
            <w:r w:rsidRPr="00541D36">
              <w:rPr>
                <w:rFonts w:ascii="Lato" w:hAnsi="Lato" w:cs="Arial"/>
                <w:b/>
                <w:bCs/>
                <w:szCs w:val="18"/>
              </w:rPr>
              <w:t>Termin</w:t>
            </w:r>
          </w:p>
        </w:tc>
        <w:tc>
          <w:tcPr>
            <w:tcW w:w="6476" w:type="dxa"/>
          </w:tcPr>
          <w:p w14:paraId="24576C0D" w14:textId="77777777" w:rsidR="00034C39" w:rsidRPr="00541D36" w:rsidRDefault="00034C39" w:rsidP="00F9660A">
            <w:pPr>
              <w:pStyle w:val="Z2Nagwektabeli"/>
              <w:rPr>
                <w:rFonts w:ascii="Lato" w:hAnsi="Lato" w:cs="Arial"/>
                <w:b/>
                <w:bCs/>
                <w:szCs w:val="18"/>
              </w:rPr>
            </w:pPr>
            <w:r w:rsidRPr="00541D36">
              <w:rPr>
                <w:rFonts w:ascii="Lato" w:hAnsi="Lato" w:cs="Arial"/>
                <w:b/>
                <w:bCs/>
                <w:szCs w:val="18"/>
              </w:rPr>
              <w:t>Definicja</w:t>
            </w:r>
          </w:p>
        </w:tc>
      </w:tr>
      <w:tr w:rsidR="00D64ACB" w:rsidRPr="00656616" w14:paraId="7B83742E" w14:textId="77777777" w:rsidTr="00541D36">
        <w:tc>
          <w:tcPr>
            <w:tcW w:w="2988" w:type="dxa"/>
          </w:tcPr>
          <w:p w14:paraId="490AAF68" w14:textId="77777777" w:rsidR="00D64ACB" w:rsidRPr="00947FAD" w:rsidRDefault="00716456" w:rsidP="004E2C82">
            <w:pPr>
              <w:rPr>
                <w:rFonts w:cs="Arial"/>
                <w:sz w:val="20"/>
                <w:szCs w:val="20"/>
              </w:rPr>
            </w:pPr>
            <w:r w:rsidRPr="00947FAD">
              <w:rPr>
                <w:rFonts w:cs="Arial"/>
                <w:sz w:val="20"/>
                <w:szCs w:val="20"/>
              </w:rPr>
              <w:t>Komunikat</w:t>
            </w:r>
          </w:p>
        </w:tc>
        <w:tc>
          <w:tcPr>
            <w:tcW w:w="6476" w:type="dxa"/>
          </w:tcPr>
          <w:p w14:paraId="39F80924" w14:textId="77777777" w:rsidR="00D64ACB" w:rsidRPr="00947FAD" w:rsidRDefault="00716456" w:rsidP="007B5AE2">
            <w:pPr>
              <w:rPr>
                <w:rFonts w:cs="Arial"/>
                <w:sz w:val="20"/>
                <w:szCs w:val="20"/>
              </w:rPr>
            </w:pPr>
            <w:r w:rsidRPr="00947FAD">
              <w:rPr>
                <w:rFonts w:cs="Arial"/>
                <w:sz w:val="20"/>
                <w:szCs w:val="20"/>
              </w:rPr>
              <w:t>Dokument XML, który jest wysyłany lub odbierany przez System.</w:t>
            </w:r>
          </w:p>
        </w:tc>
      </w:tr>
      <w:tr w:rsidR="00D64ACB" w:rsidRPr="00656616" w14:paraId="08E59CB0" w14:textId="77777777" w:rsidTr="00541D36">
        <w:tc>
          <w:tcPr>
            <w:tcW w:w="2988" w:type="dxa"/>
          </w:tcPr>
          <w:p w14:paraId="7D0CFB33" w14:textId="77777777" w:rsidR="00D64ACB" w:rsidRPr="00947FAD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947FAD">
              <w:rPr>
                <w:rFonts w:ascii="Lato" w:hAnsi="Lato" w:cs="Arial"/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760DC258" w14:textId="77777777" w:rsidR="00D64ACB" w:rsidRPr="00947FAD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947FAD">
              <w:rPr>
                <w:rFonts w:ascii="Lato" w:hAnsi="Lato" w:cs="Arial"/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656616" w14:paraId="5E7DF400" w14:textId="77777777" w:rsidTr="00541D36">
        <w:tc>
          <w:tcPr>
            <w:tcW w:w="2988" w:type="dxa"/>
          </w:tcPr>
          <w:p w14:paraId="6BB8C302" w14:textId="77777777" w:rsidR="00D64ACB" w:rsidRPr="00947FAD" w:rsidRDefault="00983089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947FAD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947FAD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2A1E10F9" w14:textId="77777777" w:rsidR="00D64ACB" w:rsidRPr="00947FAD" w:rsidRDefault="00983089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947FAD">
              <w:rPr>
                <w:rFonts w:ascii="Lato" w:hAnsi="Lato" w:cs="Arial"/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21069226" w14:textId="77777777" w:rsidR="008304F5" w:rsidRPr="00656616" w:rsidRDefault="008304F5" w:rsidP="00656616">
      <w:pPr>
        <w:pStyle w:val="Nagwek1"/>
      </w:pPr>
      <w:bookmarkStart w:id="56" w:name="_Toc349568561"/>
      <w:bookmarkStart w:id="57" w:name="_Toc184287497"/>
      <w:r w:rsidRPr="00656616">
        <w:lastRenderedPageBreak/>
        <w:t>Zawartość merytoryczna dokumentu</w:t>
      </w:r>
      <w:bookmarkEnd w:id="56"/>
      <w:bookmarkEnd w:id="57"/>
    </w:p>
    <w:p w14:paraId="14216FBC" w14:textId="77777777" w:rsidR="00654129" w:rsidRPr="00656616" w:rsidRDefault="00D64ACB" w:rsidP="00541D36">
      <w:r w:rsidRPr="00656616">
        <w:t xml:space="preserve">Dokument zawiera </w:t>
      </w:r>
      <w:r w:rsidR="005E6523" w:rsidRPr="00656616">
        <w:t xml:space="preserve">definicje struktury i zawartości informacyjnej dokumentu XML (zwanej tutaj także komunikatem) </w:t>
      </w:r>
      <w:r w:rsidR="00110683" w:rsidRPr="00656616">
        <w:t xml:space="preserve">deklaracji </w:t>
      </w:r>
      <w:r w:rsidR="00694831" w:rsidRPr="00656616">
        <w:t>POG-P</w:t>
      </w:r>
      <w:r w:rsidR="005E6523" w:rsidRPr="00656616">
        <w:t>.</w:t>
      </w:r>
    </w:p>
    <w:p w14:paraId="61C82E0D" w14:textId="77777777" w:rsidR="00D64ACB" w:rsidRPr="00656616" w:rsidRDefault="00D64ACB" w:rsidP="00541D36">
      <w:pPr>
        <w:rPr>
          <w:rFonts w:cs="Arial"/>
          <w:sz w:val="18"/>
          <w:szCs w:val="18"/>
        </w:rPr>
      </w:pPr>
      <w:r w:rsidRPr="00656616">
        <w:t>Struktury danych wspólne dla wszystkich zestawów u</w:t>
      </w:r>
      <w:r w:rsidR="00237AB5" w:rsidRPr="00656616">
        <w:t>sług zostały umieszczone w plikach</w:t>
      </w:r>
      <w:r w:rsidRPr="00656616">
        <w:t xml:space="preserve"> </w:t>
      </w:r>
      <w:r w:rsidR="00575B85" w:rsidRPr="00656616">
        <w:t>T</w:t>
      </w:r>
      <w:r w:rsidR="005B4F6C" w:rsidRPr="00656616">
        <w:t>ypes</w:t>
      </w:r>
      <w:r w:rsidR="00575B85" w:rsidRPr="00656616">
        <w:t>_Z</w:t>
      </w:r>
      <w:r w:rsidR="009C7281" w:rsidRPr="00656616">
        <w:t>2</w:t>
      </w:r>
      <w:r w:rsidR="005B4F6C" w:rsidRPr="00656616">
        <w:t xml:space="preserve">.xsd, </w:t>
      </w:r>
      <w:r w:rsidR="00575B85" w:rsidRPr="00656616">
        <w:t>T</w:t>
      </w:r>
      <w:r w:rsidR="00897644" w:rsidRPr="00656616">
        <w:t>rader</w:t>
      </w:r>
      <w:r w:rsidR="00575B85" w:rsidRPr="00656616">
        <w:t>_Z2</w:t>
      </w:r>
      <w:r w:rsidR="00897644" w:rsidRPr="00656616">
        <w:t>.xsd.</w:t>
      </w:r>
    </w:p>
    <w:p w14:paraId="579B8FBF" w14:textId="4F9DE430" w:rsidR="00D64ACB" w:rsidRPr="00656616" w:rsidRDefault="00D64ACB" w:rsidP="00656616">
      <w:pPr>
        <w:pStyle w:val="Z2PodpisRysunkuTabeli"/>
      </w:pPr>
      <w:bookmarkStart w:id="58" w:name="_Toc348954995"/>
      <w:bookmarkStart w:id="59" w:name="_Toc184287479"/>
      <w:r w:rsidRPr="00656616">
        <w:t xml:space="preserve">Tabela </w:t>
      </w:r>
      <w:r w:rsidR="008939EB">
        <w:fldChar w:fldCharType="begin"/>
      </w:r>
      <w:r w:rsidR="008939EB">
        <w:instrText xml:space="preserve"> SEQ Tabela \* ARABIC </w:instrText>
      </w:r>
      <w:r w:rsidR="008939EB">
        <w:fldChar w:fldCharType="separate"/>
      </w:r>
      <w:r w:rsidR="00CE000F">
        <w:rPr>
          <w:noProof/>
        </w:rPr>
        <w:t>7</w:t>
      </w:r>
      <w:r w:rsidR="008939EB">
        <w:rPr>
          <w:noProof/>
        </w:rPr>
        <w:fldChar w:fldCharType="end"/>
      </w:r>
      <w:r w:rsidRPr="00656616">
        <w:t xml:space="preserve">. </w:t>
      </w:r>
      <w:r w:rsidR="00847416" w:rsidRPr="00656616">
        <w:t>Powiązanie plików</w:t>
      </w:r>
      <w:r w:rsidRPr="00656616">
        <w:t xml:space="preserve"> XSD</w:t>
      </w:r>
      <w:bookmarkEnd w:id="58"/>
      <w:bookmarkEnd w:id="59"/>
    </w:p>
    <w:tbl>
      <w:tblPr>
        <w:tblStyle w:val="Tabela-Siatka"/>
        <w:tblW w:w="6108" w:type="dxa"/>
        <w:tblLook w:val="01E0" w:firstRow="1" w:lastRow="1" w:firstColumn="1" w:lastColumn="1" w:noHBand="0" w:noVBand="0"/>
      </w:tblPr>
      <w:tblGrid>
        <w:gridCol w:w="2148"/>
        <w:gridCol w:w="3960"/>
      </w:tblGrid>
      <w:tr w:rsidR="00847416" w:rsidRPr="00656616" w14:paraId="2B5E6C1A" w14:textId="77777777" w:rsidTr="00541D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148" w:type="dxa"/>
          </w:tcPr>
          <w:p w14:paraId="05E6893A" w14:textId="77777777" w:rsidR="00847416" w:rsidRPr="00541D36" w:rsidRDefault="00847416" w:rsidP="004E2C82">
            <w:pPr>
              <w:pStyle w:val="Z2Nagwektabeli"/>
              <w:rPr>
                <w:rFonts w:ascii="Lato" w:hAnsi="Lato"/>
                <w:b/>
                <w:bCs/>
              </w:rPr>
            </w:pPr>
            <w:r w:rsidRPr="00541D36">
              <w:rPr>
                <w:rFonts w:ascii="Lato" w:hAnsi="Lato"/>
                <w:b/>
                <w:bCs/>
              </w:rPr>
              <w:t>Plik XSD</w:t>
            </w:r>
          </w:p>
        </w:tc>
        <w:tc>
          <w:tcPr>
            <w:tcW w:w="3960" w:type="dxa"/>
          </w:tcPr>
          <w:p w14:paraId="782B2CB1" w14:textId="77777777" w:rsidR="00847416" w:rsidRPr="00541D36" w:rsidRDefault="00847416" w:rsidP="004E2C82">
            <w:pPr>
              <w:pStyle w:val="Z2Nagwektabeli"/>
              <w:rPr>
                <w:rFonts w:ascii="Lato" w:hAnsi="Lato"/>
                <w:b/>
                <w:bCs/>
              </w:rPr>
            </w:pPr>
            <w:r w:rsidRPr="00541D36">
              <w:rPr>
                <w:rFonts w:ascii="Lato" w:hAnsi="Lato"/>
                <w:b/>
                <w:bCs/>
              </w:rPr>
              <w:t>Opis</w:t>
            </w:r>
          </w:p>
        </w:tc>
      </w:tr>
      <w:tr w:rsidR="00847416" w:rsidRPr="00656616" w14:paraId="472BE37E" w14:textId="77777777" w:rsidTr="00541D36">
        <w:tc>
          <w:tcPr>
            <w:tcW w:w="2148" w:type="dxa"/>
          </w:tcPr>
          <w:p w14:paraId="6065E734" w14:textId="77777777" w:rsidR="007B6312" w:rsidRPr="009E1299" w:rsidRDefault="00CF466E" w:rsidP="009C7281">
            <w:pPr>
              <w:rPr>
                <w:rFonts w:cs="Arial"/>
                <w:sz w:val="20"/>
                <w:szCs w:val="20"/>
              </w:rPr>
            </w:pPr>
            <w:r w:rsidRPr="009E1299">
              <w:rPr>
                <w:rFonts w:cs="Arial"/>
                <w:sz w:val="20"/>
                <w:szCs w:val="20"/>
              </w:rPr>
              <w:t>Types_Z</w:t>
            </w:r>
            <w:r w:rsidR="009C7281" w:rsidRPr="009E1299">
              <w:rPr>
                <w:rFonts w:cs="Arial"/>
                <w:sz w:val="20"/>
                <w:szCs w:val="20"/>
              </w:rPr>
              <w:t>2</w:t>
            </w:r>
            <w:r w:rsidRPr="009E1299">
              <w:rPr>
                <w:rFonts w:cs="Arial"/>
                <w:sz w:val="20"/>
                <w:szCs w:val="20"/>
              </w:rPr>
              <w:t xml:space="preserve">.xsd, Trader_Z2.xsd </w:t>
            </w:r>
          </w:p>
        </w:tc>
        <w:tc>
          <w:tcPr>
            <w:tcW w:w="3960" w:type="dxa"/>
          </w:tcPr>
          <w:p w14:paraId="406393DA" w14:textId="77777777" w:rsidR="00847416" w:rsidRPr="009E1299" w:rsidRDefault="00847416" w:rsidP="00B51284">
            <w:pPr>
              <w:rPr>
                <w:rFonts w:cs="Arial"/>
                <w:sz w:val="20"/>
                <w:szCs w:val="20"/>
              </w:rPr>
            </w:pPr>
            <w:r w:rsidRPr="009E1299">
              <w:rPr>
                <w:rFonts w:cs="Arial"/>
                <w:sz w:val="20"/>
                <w:szCs w:val="20"/>
              </w:rPr>
              <w:t xml:space="preserve">Definicje wspólnych struktur danych wykorzystywanych we wszystkich zdefiniowanych </w:t>
            </w:r>
            <w:r w:rsidR="00B51284" w:rsidRPr="009E1299">
              <w:rPr>
                <w:rFonts w:cs="Arial"/>
                <w:sz w:val="20"/>
                <w:szCs w:val="20"/>
              </w:rPr>
              <w:t>deklaracjach</w:t>
            </w:r>
          </w:p>
        </w:tc>
      </w:tr>
      <w:tr w:rsidR="00847416" w:rsidRPr="00656616" w14:paraId="09DF28BD" w14:textId="77777777" w:rsidTr="00541D36">
        <w:tc>
          <w:tcPr>
            <w:tcW w:w="2148" w:type="dxa"/>
          </w:tcPr>
          <w:p w14:paraId="79C335AE" w14:textId="77777777" w:rsidR="00847416" w:rsidRPr="009E1299" w:rsidRDefault="005D7DE1" w:rsidP="004E2C82">
            <w:pPr>
              <w:rPr>
                <w:rFonts w:cs="Arial"/>
                <w:sz w:val="20"/>
                <w:szCs w:val="20"/>
              </w:rPr>
            </w:pPr>
            <w:r w:rsidRPr="009E1299">
              <w:rPr>
                <w:rFonts w:cs="Arial"/>
                <w:sz w:val="20"/>
                <w:szCs w:val="20"/>
              </w:rPr>
              <w:t>pog_p</w:t>
            </w:r>
            <w:r w:rsidR="00847416" w:rsidRPr="009E1299">
              <w:rPr>
                <w:rFonts w:cs="Arial"/>
                <w:sz w:val="20"/>
                <w:szCs w:val="20"/>
              </w:rPr>
              <w:t>.xsd</w:t>
            </w:r>
          </w:p>
        </w:tc>
        <w:tc>
          <w:tcPr>
            <w:tcW w:w="3960" w:type="dxa"/>
          </w:tcPr>
          <w:p w14:paraId="50EF5D67" w14:textId="77777777" w:rsidR="00847416" w:rsidRPr="009E1299" w:rsidRDefault="00897644" w:rsidP="00A4737B">
            <w:pPr>
              <w:rPr>
                <w:rFonts w:cs="Arial"/>
                <w:sz w:val="20"/>
                <w:szCs w:val="20"/>
              </w:rPr>
            </w:pPr>
            <w:r w:rsidRPr="009E1299">
              <w:rPr>
                <w:rFonts w:cs="Arial"/>
                <w:sz w:val="20"/>
                <w:szCs w:val="20"/>
              </w:rPr>
              <w:t>Struktura danych dla deklaracji.</w:t>
            </w:r>
          </w:p>
        </w:tc>
      </w:tr>
    </w:tbl>
    <w:p w14:paraId="6A36B3E4" w14:textId="77777777" w:rsidR="004E2C82" w:rsidRPr="00656616" w:rsidRDefault="007B6312" w:rsidP="00656616">
      <w:pPr>
        <w:pStyle w:val="Nagwek1"/>
      </w:pPr>
      <w:bookmarkStart w:id="60" w:name="_Toc184287498"/>
      <w:r w:rsidRPr="00656616">
        <w:lastRenderedPageBreak/>
        <w:t xml:space="preserve">Specyfikacja deklaracji </w:t>
      </w:r>
      <w:r w:rsidR="00674DAD" w:rsidRPr="00656616">
        <w:t>POG</w:t>
      </w:r>
      <w:r w:rsidR="00B77842" w:rsidRPr="00656616">
        <w:t>-</w:t>
      </w:r>
      <w:r w:rsidR="00674DAD" w:rsidRPr="00656616">
        <w:t>P</w:t>
      </w:r>
      <w:bookmarkEnd w:id="60"/>
    </w:p>
    <w:p w14:paraId="4FA023B8" w14:textId="77777777" w:rsidR="00CA300B" w:rsidRPr="00656616" w:rsidRDefault="00667866" w:rsidP="00541D36">
      <w:r w:rsidRPr="00656616">
        <w:t xml:space="preserve">Struktury typu </w:t>
      </w:r>
      <w:proofErr w:type="spellStart"/>
      <w:r w:rsidR="00951C8D" w:rsidRPr="00656616">
        <w:t>SignatureType</w:t>
      </w:r>
      <w:proofErr w:type="spellEnd"/>
      <w:r w:rsidR="006034C8" w:rsidRPr="00656616">
        <w:t xml:space="preserve">, </w:t>
      </w:r>
      <w:proofErr w:type="spellStart"/>
      <w:r w:rsidR="00283464" w:rsidRPr="00656616">
        <w:t>ZExtStatement</w:t>
      </w:r>
      <w:proofErr w:type="spellEnd"/>
      <w:r w:rsidR="006034C8" w:rsidRPr="00656616">
        <w:t xml:space="preserve">, </w:t>
      </w:r>
      <w:proofErr w:type="spellStart"/>
      <w:r w:rsidR="006034C8" w:rsidRPr="00656616">
        <w:t>ZIDCorporateReg</w:t>
      </w:r>
      <w:proofErr w:type="spellEnd"/>
      <w:r w:rsidR="006034C8" w:rsidRPr="00656616">
        <w:t xml:space="preserve">, </w:t>
      </w:r>
      <w:proofErr w:type="spellStart"/>
      <w:r w:rsidR="006034C8" w:rsidRPr="00656616">
        <w:t>ZAddress</w:t>
      </w:r>
      <w:proofErr w:type="spellEnd"/>
      <w:r w:rsidR="004E7845" w:rsidRPr="00656616">
        <w:t xml:space="preserve"> </w:t>
      </w:r>
      <w:r w:rsidRPr="00656616">
        <w:t>zostały zdefiniowane w dokumencie</w:t>
      </w:r>
      <w:r w:rsidR="003E224C" w:rsidRPr="00656616">
        <w:t xml:space="preserve"> </w:t>
      </w:r>
      <w:r w:rsidR="003E224C" w:rsidRPr="00656616">
        <w:fldChar w:fldCharType="begin"/>
      </w:r>
      <w:r w:rsidR="003E224C" w:rsidRPr="00656616">
        <w:instrText xml:space="preserve"> REF _Ref361653747 \r \h </w:instrText>
      </w:r>
      <w:r w:rsidR="007240BF" w:rsidRPr="00656616">
        <w:instrText xml:space="preserve"> \* MERGEFORMAT </w:instrText>
      </w:r>
      <w:r w:rsidR="003E224C" w:rsidRPr="00656616">
        <w:fldChar w:fldCharType="separate"/>
      </w:r>
      <w:r w:rsidR="00454A12" w:rsidRPr="00656616">
        <w:t>A1</w:t>
      </w:r>
      <w:r w:rsidR="003E224C" w:rsidRPr="00656616">
        <w:fldChar w:fldCharType="end"/>
      </w:r>
      <w:r w:rsidRPr="00656616">
        <w:t xml:space="preserve"> </w:t>
      </w:r>
      <w:r w:rsidR="00B507E4" w:rsidRPr="00656616">
        <w:t>i</w:t>
      </w:r>
      <w:r w:rsidRPr="00656616">
        <w:t xml:space="preserve"> nie będą tutaj szczegółowo omawiane.</w:t>
      </w:r>
    </w:p>
    <w:p w14:paraId="59A38A48" w14:textId="2B232740" w:rsidR="00FE1657" w:rsidRDefault="00FE1657" w:rsidP="00FE1657">
      <w:pPr>
        <w:pStyle w:val="Legenda"/>
      </w:pPr>
      <w:bookmarkStart w:id="61" w:name="_Toc184287480"/>
      <w:r>
        <w:t xml:space="preserve">Tabela </w:t>
      </w:r>
      <w:r w:rsidR="008939EB">
        <w:fldChar w:fldCharType="begin"/>
      </w:r>
      <w:r w:rsidR="008939EB">
        <w:instrText xml:space="preserve"> SEQ Tabela \* ARABIC </w:instrText>
      </w:r>
      <w:r w:rsidR="008939EB">
        <w:fldChar w:fldCharType="separate"/>
      </w:r>
      <w:r w:rsidR="00CE000F">
        <w:rPr>
          <w:noProof/>
        </w:rPr>
        <w:t>8</w:t>
      </w:r>
      <w:r w:rsidR="008939EB">
        <w:rPr>
          <w:noProof/>
        </w:rPr>
        <w:fldChar w:fldCharType="end"/>
      </w:r>
      <w:r>
        <w:t xml:space="preserve">. </w:t>
      </w:r>
      <w:r w:rsidRPr="00D30D39">
        <w:t>Dane ogólne w ramach struktury deklaracji POG-P</w:t>
      </w:r>
      <w:bookmarkEnd w:id="61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656616" w14:paraId="24CB0D87" w14:textId="77777777" w:rsidTr="002579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738" w:type="dxa"/>
          </w:tcPr>
          <w:p w14:paraId="293DAFC1" w14:textId="77777777" w:rsidR="00AE58FB" w:rsidRPr="00FE1657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3E8C3B48" w14:textId="77777777" w:rsidR="00AE58FB" w:rsidRPr="00FE1657" w:rsidRDefault="00DF1DA5" w:rsidP="002B3C9A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 xml:space="preserve">Deklaracja </w:t>
            </w:r>
            <w:r w:rsidR="00AB7D9A" w:rsidRPr="00FE1657">
              <w:rPr>
                <w:rFonts w:cs="Arial"/>
                <w:sz w:val="20"/>
                <w:szCs w:val="20"/>
              </w:rPr>
              <w:t>dla podmiotów w zakresie elektronicznej obsługi deklaracji dla podatku od gier urządzających turniej gry pokera POGP</w:t>
            </w:r>
            <w:r w:rsidR="0089693A" w:rsidRPr="00FE1657">
              <w:rPr>
                <w:rFonts w:cs="Arial"/>
                <w:sz w:val="20"/>
                <w:szCs w:val="20"/>
              </w:rPr>
              <w:t>.</w:t>
            </w:r>
          </w:p>
        </w:tc>
      </w:tr>
      <w:tr w:rsidR="00AE58FB" w:rsidRPr="00656616" w14:paraId="6065F3C7" w14:textId="77777777" w:rsidTr="00541D36">
        <w:tc>
          <w:tcPr>
            <w:tcW w:w="2738" w:type="dxa"/>
          </w:tcPr>
          <w:p w14:paraId="1CD2BBC0" w14:textId="77777777" w:rsidR="00AE58FB" w:rsidRPr="00FE1657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5B798812" w14:textId="77777777" w:rsidR="00AE58FB" w:rsidRPr="00FE1657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656616" w14:paraId="3CA747E0" w14:textId="77777777" w:rsidTr="00541D36">
        <w:tc>
          <w:tcPr>
            <w:tcW w:w="2738" w:type="dxa"/>
          </w:tcPr>
          <w:p w14:paraId="4245FFF2" w14:textId="77777777" w:rsidR="00AE58FB" w:rsidRPr="00FE1657" w:rsidRDefault="00D41F2E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1278BAE9" w14:textId="77777777" w:rsidR="00AE58FB" w:rsidRPr="00FE1657" w:rsidRDefault="009C7281" w:rsidP="002B3C9A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4</w:t>
            </w:r>
            <w:r w:rsidR="00C8238B" w:rsidRPr="00FE1657">
              <w:rPr>
                <w:rFonts w:cs="Arial"/>
                <w:sz w:val="20"/>
                <w:szCs w:val="20"/>
              </w:rPr>
              <w:t>_0</w:t>
            </w:r>
          </w:p>
        </w:tc>
      </w:tr>
      <w:tr w:rsidR="00AE58FB" w:rsidRPr="00656616" w14:paraId="5615B4A2" w14:textId="77777777" w:rsidTr="00541D36">
        <w:tc>
          <w:tcPr>
            <w:tcW w:w="2738" w:type="dxa"/>
          </w:tcPr>
          <w:p w14:paraId="787D1DEF" w14:textId="77777777" w:rsidR="00AE58FB" w:rsidRPr="00FE1657" w:rsidRDefault="00D41F2E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Zależności od innych dekl</w:t>
            </w:r>
            <w:r w:rsidR="009F770A" w:rsidRPr="00FE1657">
              <w:rPr>
                <w:rFonts w:cs="Arial"/>
                <w:sz w:val="20"/>
                <w:szCs w:val="20"/>
              </w:rPr>
              <w:t>a</w:t>
            </w:r>
            <w:r w:rsidRPr="00FE1657">
              <w:rPr>
                <w:rFonts w:cs="Arial"/>
                <w:sz w:val="20"/>
                <w:szCs w:val="20"/>
              </w:rPr>
              <w:t>racji</w:t>
            </w:r>
          </w:p>
        </w:tc>
        <w:tc>
          <w:tcPr>
            <w:tcW w:w="6584" w:type="dxa"/>
          </w:tcPr>
          <w:p w14:paraId="72F2578D" w14:textId="77777777" w:rsidR="00AE58FB" w:rsidRPr="00FE1657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656616" w14:paraId="00EBE689" w14:textId="77777777" w:rsidTr="00541D36">
        <w:tc>
          <w:tcPr>
            <w:tcW w:w="2738" w:type="dxa"/>
          </w:tcPr>
          <w:p w14:paraId="19BF80CC" w14:textId="77777777" w:rsidR="00AE58FB" w:rsidRPr="00FE1657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62BCD2B2" w14:textId="77777777" w:rsidR="00AE58FB" w:rsidRPr="00FE1657" w:rsidRDefault="009F6ED6" w:rsidP="002B3C9A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656616" w14:paraId="45A43D59" w14:textId="77777777" w:rsidTr="00541D36">
        <w:tc>
          <w:tcPr>
            <w:tcW w:w="2738" w:type="dxa"/>
          </w:tcPr>
          <w:p w14:paraId="74F7D083" w14:textId="77777777" w:rsidR="00AE58FB" w:rsidRPr="00FE1657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62071B03" w14:textId="77777777" w:rsidR="00AE58FB" w:rsidRPr="00FE1657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656616" w14:paraId="545171AE" w14:textId="77777777" w:rsidTr="00541D36">
        <w:tc>
          <w:tcPr>
            <w:tcW w:w="2738" w:type="dxa"/>
          </w:tcPr>
          <w:p w14:paraId="48D25174" w14:textId="77777777" w:rsidR="00AE58FB" w:rsidRPr="00FE1657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478BABFA" w14:textId="77777777" w:rsidR="00AE58FB" w:rsidRPr="00FE1657" w:rsidRDefault="00B5046C" w:rsidP="002B3C9A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656616" w14:paraId="3C7D83EC" w14:textId="77777777" w:rsidTr="00541D36">
        <w:tc>
          <w:tcPr>
            <w:tcW w:w="2738" w:type="dxa"/>
          </w:tcPr>
          <w:p w14:paraId="53831493" w14:textId="77777777" w:rsidR="00AE58FB" w:rsidRPr="002579D1" w:rsidRDefault="00AE58FB" w:rsidP="002B3C9A">
            <w:pPr>
              <w:snapToGrid w:val="0"/>
              <w:rPr>
                <w:rFonts w:cs="Arial"/>
                <w:sz w:val="20"/>
                <w:szCs w:val="20"/>
                <w:lang w:val="en-GB"/>
              </w:rPr>
            </w:pPr>
            <w:r w:rsidRPr="002579D1">
              <w:rPr>
                <w:rFonts w:cs="Arial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66B9289C" w14:textId="36B7E0A6" w:rsidR="00B5046C" w:rsidRPr="00FE1657" w:rsidRDefault="00117850" w:rsidP="00B5046C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 xml:space="preserve">http://www.w3.org/2000/09/xmldsig# </w:t>
            </w:r>
          </w:p>
          <w:p w14:paraId="6857E760" w14:textId="77777777" w:rsidR="00C8238B" w:rsidRPr="00FE1657" w:rsidRDefault="00C8238B" w:rsidP="00C8238B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http://www.e-clo.pl/ZEFIR2/eZefir2/xsd/v</w:t>
            </w:r>
            <w:r w:rsidR="009C7281" w:rsidRPr="00FE1657">
              <w:rPr>
                <w:rFonts w:cs="Arial"/>
                <w:sz w:val="20"/>
                <w:szCs w:val="20"/>
              </w:rPr>
              <w:t>4</w:t>
            </w:r>
            <w:r w:rsidRPr="00FE1657">
              <w:rPr>
                <w:rFonts w:cs="Arial"/>
                <w:sz w:val="20"/>
                <w:szCs w:val="20"/>
              </w:rPr>
              <w:t>_0/POG_P.xsd</w:t>
            </w:r>
          </w:p>
          <w:p w14:paraId="0F542DA3" w14:textId="77777777" w:rsidR="00C8238B" w:rsidRPr="00FE1657" w:rsidRDefault="00C8238B" w:rsidP="00C8238B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http://www.e-clo.pl/ZEFIR2/eZefir2/xsd/v</w:t>
            </w:r>
            <w:r w:rsidR="009C7281" w:rsidRPr="00FE1657">
              <w:rPr>
                <w:rFonts w:cs="Arial"/>
                <w:sz w:val="20"/>
                <w:szCs w:val="20"/>
              </w:rPr>
              <w:t>4</w:t>
            </w:r>
            <w:r w:rsidRPr="00FE1657">
              <w:rPr>
                <w:rFonts w:cs="Arial"/>
                <w:sz w:val="20"/>
                <w:szCs w:val="20"/>
              </w:rPr>
              <w:t>_0/Types.xsd</w:t>
            </w:r>
          </w:p>
          <w:p w14:paraId="2B677EF0" w14:textId="77777777" w:rsidR="00117850" w:rsidRPr="00FE1657" w:rsidRDefault="00C8238B" w:rsidP="009C7281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http://www.e-clo.pl/ZEFIR2/eZefir2/xsd/v</w:t>
            </w:r>
            <w:r w:rsidR="009C7281" w:rsidRPr="00FE1657">
              <w:rPr>
                <w:rFonts w:cs="Arial"/>
                <w:sz w:val="20"/>
                <w:szCs w:val="20"/>
              </w:rPr>
              <w:t>4</w:t>
            </w:r>
            <w:r w:rsidRPr="00FE1657">
              <w:rPr>
                <w:rFonts w:cs="Arial"/>
                <w:sz w:val="20"/>
                <w:szCs w:val="20"/>
              </w:rPr>
              <w:t>_0/Trader.xsd</w:t>
            </w:r>
          </w:p>
        </w:tc>
      </w:tr>
      <w:tr w:rsidR="00AE58FB" w:rsidRPr="00656616" w14:paraId="285FC308" w14:textId="77777777" w:rsidTr="00541D36">
        <w:tc>
          <w:tcPr>
            <w:tcW w:w="2738" w:type="dxa"/>
          </w:tcPr>
          <w:p w14:paraId="363ABA32" w14:textId="77777777" w:rsidR="00AE58FB" w:rsidRPr="00FE1657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0605D241" w14:textId="77777777" w:rsidR="00AE58FB" w:rsidRPr="00FE1657" w:rsidRDefault="00D132E1" w:rsidP="002B3C9A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pog_p</w:t>
            </w:r>
            <w:r w:rsidR="00AE58FB" w:rsidRPr="00FE1657">
              <w:rPr>
                <w:rFonts w:cs="Arial"/>
                <w:sz w:val="20"/>
                <w:szCs w:val="20"/>
              </w:rPr>
              <w:t>.xsd</w:t>
            </w:r>
          </w:p>
        </w:tc>
      </w:tr>
    </w:tbl>
    <w:p w14:paraId="2612C300" w14:textId="77777777" w:rsidR="002579D1" w:rsidRPr="002579D1" w:rsidRDefault="002579D1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2579D1">
        <w:rPr>
          <w:rFonts w:ascii="Consolas" w:eastAsia="Times New Roman" w:hAnsi="Consolas" w:cs="Courier New"/>
          <w:sz w:val="20"/>
          <w:szCs w:val="20"/>
          <w:lang w:val="en-US"/>
        </w:rPr>
        <w:t>(</w:t>
      </w:r>
      <w:proofErr w:type="spellStart"/>
      <w:r w:rsidRPr="002579D1">
        <w:rPr>
          <w:rFonts w:ascii="Consolas" w:eastAsia="Times New Roman" w:hAnsi="Consolas" w:cs="Courier New"/>
          <w:sz w:val="20"/>
          <w:szCs w:val="20"/>
          <w:lang w:val="en-US"/>
        </w:rPr>
        <w:t>POGPType</w:t>
      </w:r>
      <w:proofErr w:type="spellEnd"/>
      <w:r w:rsidRPr="002579D1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38CFA72D" w14:textId="77777777" w:rsidR="002579D1" w:rsidRPr="002579D1" w:rsidRDefault="002579D1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2579D1">
        <w:rPr>
          <w:rFonts w:ascii="Consolas" w:eastAsia="Times New Roman" w:hAnsi="Consolas" w:cs="Courier New"/>
          <w:sz w:val="20"/>
          <w:szCs w:val="20"/>
          <w:lang w:val="en-US"/>
        </w:rPr>
        <w:t>- (</w:t>
      </w:r>
      <w:proofErr w:type="spellStart"/>
      <w:r w:rsidRPr="002579D1">
        <w:rPr>
          <w:rFonts w:ascii="Consolas" w:eastAsia="Times New Roman" w:hAnsi="Consolas" w:cs="Courier New"/>
          <w:sz w:val="20"/>
          <w:szCs w:val="20"/>
          <w:lang w:val="en-US"/>
        </w:rPr>
        <w:t>HeaderType</w:t>
      </w:r>
      <w:proofErr w:type="spellEnd"/>
      <w:r w:rsidRPr="002579D1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114D2A77" w14:textId="77777777" w:rsidR="002579D1" w:rsidRPr="002579D1" w:rsidRDefault="002579D1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2579D1">
        <w:rPr>
          <w:rFonts w:ascii="Consolas" w:eastAsia="Times New Roman" w:hAnsi="Consolas" w:cs="Courier New"/>
          <w:sz w:val="20"/>
          <w:szCs w:val="20"/>
          <w:lang w:val="en-US"/>
        </w:rPr>
        <w:t>- - (</w:t>
      </w:r>
      <w:proofErr w:type="spellStart"/>
      <w:r w:rsidRPr="002579D1">
        <w:rPr>
          <w:rFonts w:ascii="Consolas" w:eastAsia="Times New Roman" w:hAnsi="Consolas" w:cs="Courier New"/>
          <w:sz w:val="20"/>
          <w:szCs w:val="20"/>
          <w:lang w:val="en-US"/>
        </w:rPr>
        <w:t>TraderType</w:t>
      </w:r>
      <w:proofErr w:type="spellEnd"/>
      <w:r w:rsidRPr="002579D1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5862C4C9" w14:textId="77777777" w:rsidR="002579D1" w:rsidRPr="002579D1" w:rsidRDefault="002579D1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2579D1">
        <w:rPr>
          <w:rFonts w:ascii="Consolas" w:eastAsia="Times New Roman" w:hAnsi="Consolas" w:cs="Courier New"/>
          <w:sz w:val="20"/>
          <w:szCs w:val="20"/>
          <w:lang w:val="en-US"/>
        </w:rPr>
        <w:t xml:space="preserve">- - - </w:t>
      </w:r>
      <w:proofErr w:type="spellStart"/>
      <w:r w:rsidRPr="002579D1">
        <w:rPr>
          <w:rFonts w:ascii="Consolas" w:eastAsia="Times New Roman" w:hAnsi="Consolas" w:cs="Courier New"/>
          <w:sz w:val="20"/>
          <w:szCs w:val="20"/>
          <w:lang w:val="en-US"/>
        </w:rPr>
        <w:t>ZIDCorporateReg</w:t>
      </w:r>
      <w:proofErr w:type="spellEnd"/>
    </w:p>
    <w:p w14:paraId="60243DA4" w14:textId="77777777" w:rsidR="002579D1" w:rsidRPr="002579D1" w:rsidRDefault="002579D1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2579D1">
        <w:rPr>
          <w:rFonts w:ascii="Consolas" w:eastAsia="Times New Roman" w:hAnsi="Consolas" w:cs="Courier New"/>
          <w:sz w:val="20"/>
          <w:szCs w:val="20"/>
          <w:lang w:val="en-US"/>
        </w:rPr>
        <w:t xml:space="preserve">- - - </w:t>
      </w:r>
      <w:proofErr w:type="spellStart"/>
      <w:r w:rsidRPr="002579D1">
        <w:rPr>
          <w:rFonts w:ascii="Consolas" w:eastAsia="Times New Roman" w:hAnsi="Consolas" w:cs="Courier New"/>
          <w:sz w:val="20"/>
          <w:szCs w:val="20"/>
          <w:lang w:val="en-US"/>
        </w:rPr>
        <w:t>ZAddress</w:t>
      </w:r>
      <w:proofErr w:type="spellEnd"/>
    </w:p>
    <w:p w14:paraId="695DA89F" w14:textId="77777777" w:rsidR="002579D1" w:rsidRPr="002579D1" w:rsidRDefault="002579D1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2579D1">
        <w:rPr>
          <w:rFonts w:ascii="Consolas" w:eastAsia="Times New Roman" w:hAnsi="Consolas" w:cs="Courier New"/>
          <w:sz w:val="20"/>
          <w:szCs w:val="20"/>
          <w:lang w:val="en-US"/>
        </w:rPr>
        <w:t>- - (</w:t>
      </w:r>
      <w:proofErr w:type="spellStart"/>
      <w:r w:rsidRPr="002579D1">
        <w:rPr>
          <w:rFonts w:ascii="Consolas" w:eastAsia="Times New Roman" w:hAnsi="Consolas" w:cs="Courier New"/>
          <w:sz w:val="20"/>
          <w:szCs w:val="20"/>
          <w:lang w:val="en-US"/>
        </w:rPr>
        <w:t>CalculationOfTaxOnGameType</w:t>
      </w:r>
      <w:proofErr w:type="spellEnd"/>
      <w:r w:rsidRPr="002579D1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491AD91E" w14:textId="77777777" w:rsidR="002579D1" w:rsidRPr="002579D1" w:rsidRDefault="002579D1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2579D1">
        <w:rPr>
          <w:rFonts w:ascii="Consolas" w:eastAsia="Times New Roman" w:hAnsi="Consolas" w:cs="Courier New"/>
          <w:sz w:val="20"/>
          <w:szCs w:val="20"/>
          <w:lang w:val="en-US"/>
        </w:rPr>
        <w:lastRenderedPageBreak/>
        <w:t xml:space="preserve">- - </w:t>
      </w:r>
      <w:proofErr w:type="spellStart"/>
      <w:r w:rsidRPr="002579D1">
        <w:rPr>
          <w:rFonts w:ascii="Consolas" w:eastAsia="Times New Roman" w:hAnsi="Consolas" w:cs="Courier New"/>
          <w:sz w:val="20"/>
          <w:szCs w:val="20"/>
          <w:lang w:val="en-US"/>
        </w:rPr>
        <w:t>ZExtStatement</w:t>
      </w:r>
      <w:proofErr w:type="spellEnd"/>
    </w:p>
    <w:p w14:paraId="26082952" w14:textId="77777777" w:rsidR="002579D1" w:rsidRPr="002579D1" w:rsidRDefault="002579D1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2579D1">
        <w:rPr>
          <w:rFonts w:ascii="Consolas" w:eastAsia="Times New Roman" w:hAnsi="Consolas" w:cs="Courier New"/>
          <w:sz w:val="20"/>
          <w:szCs w:val="20"/>
          <w:lang w:val="en-US"/>
        </w:rPr>
        <w:t xml:space="preserve">- </w:t>
      </w:r>
      <w:proofErr w:type="spellStart"/>
      <w:r w:rsidRPr="002579D1">
        <w:rPr>
          <w:rFonts w:ascii="Consolas" w:eastAsia="Times New Roman" w:hAnsi="Consolas" w:cs="Courier New"/>
          <w:sz w:val="20"/>
          <w:szCs w:val="20"/>
          <w:lang w:val="en-US"/>
        </w:rPr>
        <w:t>SignatureType</w:t>
      </w:r>
      <w:proofErr w:type="spellEnd"/>
    </w:p>
    <w:p w14:paraId="0ED4AAAC" w14:textId="6DC1A844" w:rsidR="00FE1657" w:rsidRDefault="00FE1657" w:rsidP="00FE1657">
      <w:pPr>
        <w:pStyle w:val="Legenda"/>
      </w:pPr>
      <w:bookmarkStart w:id="62" w:name="_Toc184287481"/>
      <w:r>
        <w:t xml:space="preserve">Tabela </w:t>
      </w:r>
      <w:r w:rsidR="008939EB">
        <w:fldChar w:fldCharType="begin"/>
      </w:r>
      <w:r w:rsidR="008939EB">
        <w:instrText xml:space="preserve"> SEQ Tabela \* ARABIC </w:instrText>
      </w:r>
      <w:r w:rsidR="008939EB">
        <w:fldChar w:fldCharType="separate"/>
      </w:r>
      <w:r w:rsidR="00CE000F">
        <w:rPr>
          <w:noProof/>
        </w:rPr>
        <w:t>9</w:t>
      </w:r>
      <w:r w:rsidR="008939EB">
        <w:rPr>
          <w:noProof/>
        </w:rPr>
        <w:fldChar w:fldCharType="end"/>
      </w:r>
      <w:r>
        <w:t xml:space="preserve">. </w:t>
      </w:r>
      <w:r w:rsidRPr="00E70DB3">
        <w:t xml:space="preserve">Struktura elementu </w:t>
      </w:r>
      <w:proofErr w:type="spellStart"/>
      <w:r w:rsidRPr="00E70DB3">
        <w:t>POGPType</w:t>
      </w:r>
      <w:bookmarkEnd w:id="62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34"/>
        <w:gridCol w:w="3248"/>
        <w:gridCol w:w="825"/>
        <w:gridCol w:w="2055"/>
        <w:gridCol w:w="1192"/>
      </w:tblGrid>
      <w:tr w:rsidR="00490E0E" w:rsidRPr="00656616" w14:paraId="6895104D" w14:textId="77777777" w:rsidTr="002579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34" w:type="dxa"/>
          </w:tcPr>
          <w:p w14:paraId="52BC27BE" w14:textId="77777777" w:rsidR="00490E0E" w:rsidRPr="00656616" w:rsidRDefault="00490E0E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656616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248" w:type="dxa"/>
          </w:tcPr>
          <w:p w14:paraId="174D8E59" w14:textId="77777777" w:rsidR="00490E0E" w:rsidRPr="00656616" w:rsidRDefault="00490E0E" w:rsidP="005D7ED5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656616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5" w:type="dxa"/>
          </w:tcPr>
          <w:p w14:paraId="155ABC82" w14:textId="77777777" w:rsidR="00490E0E" w:rsidRPr="00656616" w:rsidRDefault="00490E0E" w:rsidP="00490E0E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656616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55" w:type="dxa"/>
          </w:tcPr>
          <w:p w14:paraId="54FE8857" w14:textId="77777777" w:rsidR="00490E0E" w:rsidRPr="00656616" w:rsidRDefault="00490E0E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656616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2" w:type="dxa"/>
          </w:tcPr>
          <w:p w14:paraId="43C14586" w14:textId="77777777" w:rsidR="00490E0E" w:rsidRPr="00656616" w:rsidRDefault="00490E0E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656616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490E0E" w:rsidRPr="00656616" w14:paraId="603D45E9" w14:textId="77777777" w:rsidTr="002579D1">
        <w:trPr>
          <w:trHeight w:val="213"/>
        </w:trPr>
        <w:tc>
          <w:tcPr>
            <w:tcW w:w="1734" w:type="dxa"/>
          </w:tcPr>
          <w:p w14:paraId="399F4605" w14:textId="77777777" w:rsidR="00490E0E" w:rsidRPr="00FE1657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E1657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248" w:type="dxa"/>
          </w:tcPr>
          <w:p w14:paraId="2E4E04CF" w14:textId="77777777" w:rsidR="00490E0E" w:rsidRPr="00FE1657" w:rsidRDefault="00490E0E" w:rsidP="005D7ED5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Nagłówek</w:t>
            </w:r>
          </w:p>
        </w:tc>
        <w:tc>
          <w:tcPr>
            <w:tcW w:w="825" w:type="dxa"/>
          </w:tcPr>
          <w:p w14:paraId="021B4E9F" w14:textId="77777777" w:rsidR="00490E0E" w:rsidRPr="00FE1657" w:rsidRDefault="005A646F" w:rsidP="00490E0E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55" w:type="dxa"/>
          </w:tcPr>
          <w:p w14:paraId="6CA3DFEF" w14:textId="77777777" w:rsidR="00490E0E" w:rsidRPr="00FE1657" w:rsidRDefault="0073446D" w:rsidP="005D7ED5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FE1657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FE1657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HeaderType \h  \* MERGEFORMAT </w:instrText>
            </w:r>
            <w:r w:rsidRPr="00FE1657">
              <w:rPr>
                <w:rStyle w:val="poleodsylacz"/>
                <w:rFonts w:ascii="Lato" w:hAnsi="Lato"/>
                <w:sz w:val="20"/>
                <w:szCs w:val="20"/>
              </w:rPr>
            </w:r>
            <w:r w:rsidRPr="00FE1657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54A12" w:rsidRPr="00FE1657">
              <w:rPr>
                <w:rStyle w:val="poleodsylacz"/>
                <w:rFonts w:ascii="Lato" w:hAnsi="Lato"/>
                <w:sz w:val="20"/>
                <w:szCs w:val="20"/>
              </w:rPr>
              <w:t>HeaderType</w:t>
            </w:r>
            <w:r w:rsidRPr="00FE1657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65D2BA2D" w14:textId="77777777" w:rsidR="00490E0E" w:rsidRPr="00FE1657" w:rsidRDefault="00490E0E" w:rsidP="005D7ED5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90E0E" w:rsidRPr="00656616" w14:paraId="5300E015" w14:textId="77777777" w:rsidTr="002579D1">
        <w:trPr>
          <w:trHeight w:val="213"/>
        </w:trPr>
        <w:tc>
          <w:tcPr>
            <w:tcW w:w="1734" w:type="dxa"/>
          </w:tcPr>
          <w:p w14:paraId="29AFD543" w14:textId="77777777" w:rsidR="00490E0E" w:rsidRPr="00FE1657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E1657">
              <w:rPr>
                <w:rStyle w:val="pole"/>
                <w:rFonts w:ascii="Lato" w:hAnsi="Lato"/>
                <w:sz w:val="20"/>
                <w:szCs w:val="20"/>
              </w:rPr>
              <w:t>Signature</w:t>
            </w:r>
          </w:p>
        </w:tc>
        <w:tc>
          <w:tcPr>
            <w:tcW w:w="3248" w:type="dxa"/>
          </w:tcPr>
          <w:p w14:paraId="5995281B" w14:textId="77777777" w:rsidR="00490E0E" w:rsidRPr="00FE1657" w:rsidRDefault="00490E0E" w:rsidP="005D7ED5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Podpis cyfrowy</w:t>
            </w:r>
          </w:p>
        </w:tc>
        <w:tc>
          <w:tcPr>
            <w:tcW w:w="825" w:type="dxa"/>
          </w:tcPr>
          <w:p w14:paraId="4A307990" w14:textId="77777777" w:rsidR="00490E0E" w:rsidRPr="00FE1657" w:rsidRDefault="005A646F" w:rsidP="00490E0E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55" w:type="dxa"/>
          </w:tcPr>
          <w:p w14:paraId="40B4566A" w14:textId="77777777" w:rsidR="00490E0E" w:rsidRPr="00FE1657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E1657">
              <w:rPr>
                <w:rStyle w:val="pole"/>
                <w:rFonts w:ascii="Lato" w:hAnsi="Lato"/>
                <w:sz w:val="20"/>
                <w:szCs w:val="20"/>
              </w:rPr>
              <w:t>SignatureType</w:t>
            </w:r>
          </w:p>
        </w:tc>
        <w:tc>
          <w:tcPr>
            <w:tcW w:w="1192" w:type="dxa"/>
          </w:tcPr>
          <w:p w14:paraId="6163F6D3" w14:textId="77777777" w:rsidR="00490E0E" w:rsidRPr="00FE1657" w:rsidRDefault="00A01A12" w:rsidP="005D7ED5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0</w:t>
            </w:r>
            <w:r w:rsidR="00490E0E" w:rsidRPr="00FE1657">
              <w:rPr>
                <w:rFonts w:cs="Arial"/>
                <w:sz w:val="20"/>
                <w:szCs w:val="20"/>
              </w:rPr>
              <w:t>..1</w:t>
            </w:r>
          </w:p>
        </w:tc>
      </w:tr>
      <w:tr w:rsidR="00B10451" w:rsidRPr="00656616" w14:paraId="57074E31" w14:textId="77777777" w:rsidTr="002579D1">
        <w:trPr>
          <w:trHeight w:val="213"/>
        </w:trPr>
        <w:tc>
          <w:tcPr>
            <w:tcW w:w="1734" w:type="dxa"/>
          </w:tcPr>
          <w:p w14:paraId="63A160E4" w14:textId="77777777" w:rsidR="00B10451" w:rsidRPr="00FE1657" w:rsidRDefault="00B10451" w:rsidP="00B1045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E1657">
              <w:rPr>
                <w:rStyle w:val="pole"/>
                <w:rFonts w:ascii="Lato" w:hAnsi="Lato"/>
                <w:sz w:val="20"/>
                <w:szCs w:val="20"/>
              </w:rPr>
              <w:t>version</w:t>
            </w:r>
          </w:p>
        </w:tc>
        <w:tc>
          <w:tcPr>
            <w:tcW w:w="3248" w:type="dxa"/>
          </w:tcPr>
          <w:p w14:paraId="410EEDCF" w14:textId="77777777" w:rsidR="00B10451" w:rsidRPr="00FE1657" w:rsidRDefault="00B10451" w:rsidP="009C7281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Wersja schematu, z którą zgodny jest komunikat. Atrybut jest opcjonalny, w przypadku jego</w:t>
            </w:r>
            <w:r w:rsidR="00C8238B" w:rsidRPr="00FE1657">
              <w:rPr>
                <w:rFonts w:cs="Arial"/>
                <w:sz w:val="20"/>
                <w:szCs w:val="20"/>
              </w:rPr>
              <w:t xml:space="preserve"> braku należy przyjąć wartość "</w:t>
            </w:r>
            <w:r w:rsidR="009C7281" w:rsidRPr="00FE1657">
              <w:rPr>
                <w:rFonts w:cs="Arial"/>
                <w:sz w:val="20"/>
                <w:szCs w:val="20"/>
              </w:rPr>
              <w:t>4</w:t>
            </w:r>
            <w:r w:rsidRPr="00FE1657">
              <w:rPr>
                <w:rFonts w:cs="Arial"/>
                <w:sz w:val="20"/>
                <w:szCs w:val="20"/>
              </w:rPr>
              <w:t>_0"</w:t>
            </w:r>
          </w:p>
        </w:tc>
        <w:tc>
          <w:tcPr>
            <w:tcW w:w="825" w:type="dxa"/>
          </w:tcPr>
          <w:p w14:paraId="74C5F603" w14:textId="77777777" w:rsidR="00B10451" w:rsidRPr="00FE1657" w:rsidRDefault="00B10451" w:rsidP="00B10451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55" w:type="dxa"/>
          </w:tcPr>
          <w:p w14:paraId="697BCCCB" w14:textId="77777777" w:rsidR="00B10451" w:rsidRPr="00FE1657" w:rsidRDefault="00B10451" w:rsidP="00B1045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E1657">
              <w:rPr>
                <w:rStyle w:val="pole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192" w:type="dxa"/>
          </w:tcPr>
          <w:p w14:paraId="4D6C83C0" w14:textId="77777777" w:rsidR="00B10451" w:rsidRPr="00FE1657" w:rsidRDefault="00B10451" w:rsidP="00B10451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0CA55092" w14:textId="15C24953" w:rsidR="00FE1657" w:rsidRDefault="00FE1657" w:rsidP="00FE1657">
      <w:pPr>
        <w:pStyle w:val="Legenda"/>
      </w:pPr>
      <w:bookmarkStart w:id="63" w:name="_Toc184287482"/>
      <w:r>
        <w:t xml:space="preserve">Tabela </w:t>
      </w:r>
      <w:r w:rsidR="008939EB">
        <w:fldChar w:fldCharType="begin"/>
      </w:r>
      <w:r w:rsidR="008939EB">
        <w:instrText xml:space="preserve"> SEQ Tabela \* ARABIC </w:instrText>
      </w:r>
      <w:r w:rsidR="008939EB">
        <w:fldChar w:fldCharType="separate"/>
      </w:r>
      <w:r w:rsidR="00CE000F">
        <w:rPr>
          <w:noProof/>
        </w:rPr>
        <w:t>10</w:t>
      </w:r>
      <w:r w:rsidR="008939EB">
        <w:rPr>
          <w:noProof/>
        </w:rPr>
        <w:fldChar w:fldCharType="end"/>
      </w:r>
      <w:r>
        <w:t xml:space="preserve">. </w:t>
      </w:r>
      <w:r w:rsidRPr="009C365C">
        <w:t xml:space="preserve">Struktura elementu </w:t>
      </w:r>
      <w:proofErr w:type="spellStart"/>
      <w:r w:rsidRPr="009C365C">
        <w:t>HeaderType</w:t>
      </w:r>
      <w:bookmarkEnd w:id="63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490E0E" w:rsidRPr="00656616" w14:paraId="3BB03A98" w14:textId="77777777" w:rsidTr="002579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0277A236" w14:textId="77777777" w:rsidR="00490E0E" w:rsidRPr="00656616" w:rsidRDefault="00490E0E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656616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4296B654" w14:textId="77777777" w:rsidR="00490E0E" w:rsidRPr="00656616" w:rsidRDefault="00490E0E" w:rsidP="005D7ED5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656616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2ADD7DA6" w14:textId="77777777" w:rsidR="00490E0E" w:rsidRPr="00656616" w:rsidRDefault="00490E0E" w:rsidP="00490E0E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656616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0E2A1E94" w14:textId="77777777" w:rsidR="00490E0E" w:rsidRPr="00656616" w:rsidRDefault="00490E0E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656616">
              <w:rPr>
                <w:rFonts w:cs="Arial"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00E3BC02" w14:textId="77777777" w:rsidR="00490E0E" w:rsidRPr="00656616" w:rsidRDefault="00490E0E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656616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490E0E" w:rsidRPr="00656616" w14:paraId="30A2A673" w14:textId="77777777" w:rsidTr="002579D1">
        <w:trPr>
          <w:trHeight w:val="213"/>
        </w:trPr>
        <w:tc>
          <w:tcPr>
            <w:tcW w:w="1788" w:type="dxa"/>
          </w:tcPr>
          <w:p w14:paraId="72C4B6F4" w14:textId="77777777" w:rsidR="00490E0E" w:rsidRPr="00FE1657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E1657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360" w:type="dxa"/>
          </w:tcPr>
          <w:p w14:paraId="7FAB9CDB" w14:textId="77777777" w:rsidR="00490E0E" w:rsidRPr="00FE1657" w:rsidRDefault="00490E0E" w:rsidP="00B40D01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Pole na wprowadzenie NIP lub EORI Podatnika.</w:t>
            </w:r>
          </w:p>
        </w:tc>
        <w:tc>
          <w:tcPr>
            <w:tcW w:w="840" w:type="dxa"/>
          </w:tcPr>
          <w:p w14:paraId="75AD8540" w14:textId="77777777" w:rsidR="00490E0E" w:rsidRPr="00FE1657" w:rsidRDefault="00977A53" w:rsidP="00B40D01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14:paraId="1CDDE6A8" w14:textId="77777777" w:rsidR="00490E0E" w:rsidRPr="00FE1657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E1657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197" w:type="dxa"/>
          </w:tcPr>
          <w:p w14:paraId="07E67EFF" w14:textId="77777777" w:rsidR="00490E0E" w:rsidRPr="00FE1657" w:rsidRDefault="00490E0E" w:rsidP="005D7ED5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90E0E" w:rsidRPr="00656616" w14:paraId="6C3B6FB4" w14:textId="77777777" w:rsidTr="002579D1">
        <w:trPr>
          <w:trHeight w:val="213"/>
        </w:trPr>
        <w:tc>
          <w:tcPr>
            <w:tcW w:w="1788" w:type="dxa"/>
          </w:tcPr>
          <w:p w14:paraId="6AD84AE3" w14:textId="77777777" w:rsidR="00490E0E" w:rsidRPr="00FE1657" w:rsidRDefault="00490E0E" w:rsidP="00DE6D49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4" w:name="period"/>
            <w:r w:rsidRPr="00FE1657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  <w:bookmarkEnd w:id="64"/>
          </w:p>
        </w:tc>
        <w:tc>
          <w:tcPr>
            <w:tcW w:w="3360" w:type="dxa"/>
          </w:tcPr>
          <w:p w14:paraId="06BDE0C0" w14:textId="77777777" w:rsidR="00490E0E" w:rsidRPr="00FE1657" w:rsidRDefault="00490E0E" w:rsidP="00DE6D49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Rok i miesiąc, za jaki została złożona deklaracja.</w:t>
            </w:r>
          </w:p>
        </w:tc>
        <w:tc>
          <w:tcPr>
            <w:tcW w:w="840" w:type="dxa"/>
          </w:tcPr>
          <w:p w14:paraId="3D63EA03" w14:textId="77777777" w:rsidR="00490E0E" w:rsidRPr="00FE1657" w:rsidRDefault="00977A53" w:rsidP="00DE6D49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4, 5</w:t>
            </w:r>
          </w:p>
        </w:tc>
        <w:tc>
          <w:tcPr>
            <w:tcW w:w="2095" w:type="dxa"/>
          </w:tcPr>
          <w:p w14:paraId="3D153AC6" w14:textId="77777777" w:rsidR="00490E0E" w:rsidRPr="00FE1657" w:rsidRDefault="00490E0E" w:rsidP="00DE6D49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541D36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727C94EB" w14:textId="2B856DEB" w:rsidR="00490E0E" w:rsidRPr="00FE1657" w:rsidRDefault="0073446D" w:rsidP="00DE6D49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 xml:space="preserve">Patrz reguła </w:t>
            </w:r>
            <w:r w:rsidRPr="00FE1657">
              <w:rPr>
                <w:rFonts w:cs="Arial"/>
                <w:sz w:val="20"/>
                <w:szCs w:val="20"/>
              </w:rPr>
              <w:fldChar w:fldCharType="begin"/>
            </w:r>
            <w:r w:rsidRPr="00FE1657">
              <w:rPr>
                <w:rFonts w:cs="Arial"/>
                <w:sz w:val="20"/>
                <w:szCs w:val="20"/>
              </w:rPr>
              <w:instrText xml:space="preserve"> REF R1 \h </w:instrText>
            </w:r>
            <w:r w:rsidR="00656616" w:rsidRPr="00FE1657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FE1657">
              <w:rPr>
                <w:rFonts w:cs="Arial"/>
                <w:sz w:val="20"/>
                <w:szCs w:val="20"/>
              </w:rPr>
            </w:r>
            <w:r w:rsidRPr="00FE1657">
              <w:rPr>
                <w:rFonts w:cs="Arial"/>
                <w:sz w:val="20"/>
                <w:szCs w:val="20"/>
              </w:rPr>
              <w:fldChar w:fldCharType="separate"/>
            </w:r>
            <w:r w:rsidR="00454A12" w:rsidRPr="00FE1657">
              <w:rPr>
                <w:rFonts w:cs="Arial"/>
                <w:sz w:val="20"/>
                <w:szCs w:val="20"/>
              </w:rPr>
              <w:t>R1</w:t>
            </w:r>
            <w:r w:rsidRPr="00FE1657">
              <w:rPr>
                <w:rFonts w:cs="Arial"/>
                <w:sz w:val="20"/>
                <w:szCs w:val="20"/>
              </w:rPr>
              <w:fldChar w:fldCharType="end"/>
            </w:r>
            <w:r w:rsidR="00500C9D" w:rsidRPr="00FE1657">
              <w:rPr>
                <w:rFonts w:cs="Arial"/>
                <w:sz w:val="20"/>
                <w:szCs w:val="20"/>
              </w:rPr>
              <w:t>,R15</w:t>
            </w:r>
          </w:p>
        </w:tc>
        <w:tc>
          <w:tcPr>
            <w:tcW w:w="1197" w:type="dxa"/>
          </w:tcPr>
          <w:p w14:paraId="3069F727" w14:textId="77777777" w:rsidR="00490E0E" w:rsidRPr="00FE1657" w:rsidRDefault="00490E0E" w:rsidP="00DE6D49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90E0E" w:rsidRPr="00656616" w14:paraId="2DC21E01" w14:textId="77777777" w:rsidTr="002579D1">
        <w:trPr>
          <w:trHeight w:val="213"/>
        </w:trPr>
        <w:tc>
          <w:tcPr>
            <w:tcW w:w="1788" w:type="dxa"/>
          </w:tcPr>
          <w:p w14:paraId="3F3932BE" w14:textId="77777777" w:rsidR="00490E0E" w:rsidRPr="00FE1657" w:rsidRDefault="00C8238B" w:rsidP="00DE6D4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E1657">
              <w:rPr>
                <w:rStyle w:val="pole"/>
                <w:rFonts w:ascii="Lato" w:hAnsi="Lato"/>
                <w:sz w:val="20"/>
                <w:szCs w:val="20"/>
              </w:rPr>
              <w:t>tax</w:t>
            </w:r>
            <w:r w:rsidR="00490E0E" w:rsidRPr="00FE1657">
              <w:rPr>
                <w:rStyle w:val="pole"/>
                <w:rFonts w:ascii="Lato" w:hAnsi="Lato"/>
                <w:sz w:val="20"/>
                <w:szCs w:val="20"/>
              </w:rPr>
              <w:t>Office</w:t>
            </w:r>
          </w:p>
        </w:tc>
        <w:tc>
          <w:tcPr>
            <w:tcW w:w="3360" w:type="dxa"/>
          </w:tcPr>
          <w:p w14:paraId="105C81A9" w14:textId="77777777" w:rsidR="00266EDA" w:rsidRPr="00FE1657" w:rsidRDefault="00266EDA" w:rsidP="00266EDA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 xml:space="preserve">Urząd </w:t>
            </w:r>
            <w:r w:rsidR="00220EA1" w:rsidRPr="00FE1657">
              <w:rPr>
                <w:rFonts w:cs="Arial"/>
                <w:sz w:val="20"/>
                <w:szCs w:val="20"/>
              </w:rPr>
              <w:t>Skarbowy</w:t>
            </w:r>
            <w:r w:rsidRPr="00FE1657">
              <w:rPr>
                <w:rFonts w:cs="Arial"/>
                <w:sz w:val="20"/>
                <w:szCs w:val="20"/>
              </w:rPr>
              <w:t>, do którego adresowana jest deklaracja.</w:t>
            </w:r>
          </w:p>
          <w:p w14:paraId="47E6F3AE" w14:textId="77777777" w:rsidR="007564C0" w:rsidRPr="00FE1657" w:rsidRDefault="007564C0" w:rsidP="007564C0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 xml:space="preserve">Zgodny ze słownikiem </w:t>
            </w:r>
            <w:r w:rsidR="00F733CF" w:rsidRPr="00FE1657">
              <w:rPr>
                <w:rFonts w:cs="Arial"/>
                <w:sz w:val="20"/>
                <w:szCs w:val="20"/>
              </w:rPr>
              <w:t>3090</w:t>
            </w:r>
            <w:r w:rsidRPr="00FE1657">
              <w:rPr>
                <w:rFonts w:cs="Arial"/>
                <w:sz w:val="20"/>
                <w:szCs w:val="20"/>
              </w:rPr>
              <w:t>, dostępnym pod adresem:</w:t>
            </w:r>
          </w:p>
          <w:p w14:paraId="021F3866" w14:textId="77777777" w:rsidR="00490E0E" w:rsidRPr="00FE1657" w:rsidRDefault="007564C0" w:rsidP="007564C0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https://puesc.gov.pl/seap_pdr_extimpl/slowniki/</w:t>
            </w:r>
            <w:r w:rsidR="00F733CF" w:rsidRPr="00FE1657">
              <w:rPr>
                <w:rFonts w:cs="Arial"/>
                <w:sz w:val="20"/>
                <w:szCs w:val="20"/>
              </w:rPr>
              <w:t>3090</w:t>
            </w:r>
          </w:p>
        </w:tc>
        <w:tc>
          <w:tcPr>
            <w:tcW w:w="840" w:type="dxa"/>
          </w:tcPr>
          <w:p w14:paraId="02C360E6" w14:textId="77777777" w:rsidR="00490E0E" w:rsidRPr="00FE1657" w:rsidRDefault="00977A53" w:rsidP="00DE6D49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6</w:t>
            </w:r>
            <w:r w:rsidR="005F1666" w:rsidRPr="00FE1657">
              <w:rPr>
                <w:rFonts w:cs="Arial"/>
                <w:sz w:val="20"/>
                <w:szCs w:val="20"/>
              </w:rPr>
              <w:t>, 7</w:t>
            </w:r>
          </w:p>
        </w:tc>
        <w:tc>
          <w:tcPr>
            <w:tcW w:w="2095" w:type="dxa"/>
          </w:tcPr>
          <w:p w14:paraId="1C6901BF" w14:textId="77777777" w:rsidR="00490E0E" w:rsidRPr="00FE1657" w:rsidRDefault="00490E0E" w:rsidP="00C8238B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E1657">
              <w:rPr>
                <w:rStyle w:val="pole"/>
                <w:rFonts w:ascii="Lato" w:hAnsi="Lato"/>
                <w:sz w:val="20"/>
                <w:szCs w:val="20"/>
              </w:rPr>
              <w:t>Z</w:t>
            </w:r>
            <w:r w:rsidR="00C8238B" w:rsidRPr="00FE1657">
              <w:rPr>
                <w:rStyle w:val="pole"/>
                <w:rFonts w:ascii="Lato" w:hAnsi="Lato"/>
                <w:sz w:val="20"/>
                <w:szCs w:val="20"/>
              </w:rPr>
              <w:t>Tax</w:t>
            </w:r>
            <w:r w:rsidRPr="00FE1657">
              <w:rPr>
                <w:rStyle w:val="pole"/>
                <w:rFonts w:ascii="Lato" w:hAnsi="Lato"/>
                <w:sz w:val="20"/>
                <w:szCs w:val="20"/>
              </w:rPr>
              <w:t>Office</w:t>
            </w:r>
          </w:p>
        </w:tc>
        <w:tc>
          <w:tcPr>
            <w:tcW w:w="1197" w:type="dxa"/>
          </w:tcPr>
          <w:p w14:paraId="0374AA9E" w14:textId="77777777" w:rsidR="00490E0E" w:rsidRPr="00FE1657" w:rsidRDefault="00490E0E" w:rsidP="00DE6D49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90E0E" w:rsidRPr="00656616" w14:paraId="47F1920F" w14:textId="77777777" w:rsidTr="002579D1">
        <w:trPr>
          <w:trHeight w:val="213"/>
        </w:trPr>
        <w:tc>
          <w:tcPr>
            <w:tcW w:w="1788" w:type="dxa"/>
          </w:tcPr>
          <w:p w14:paraId="0B05E575" w14:textId="77777777" w:rsidR="00490E0E" w:rsidRPr="00FE1657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5" w:name="submissionAim"/>
            <w:r w:rsidRPr="00FE1657">
              <w:rPr>
                <w:rStyle w:val="pole"/>
                <w:rFonts w:ascii="Lato" w:hAnsi="Lato"/>
                <w:sz w:val="20"/>
                <w:szCs w:val="20"/>
              </w:rPr>
              <w:t>submissionAim</w:t>
            </w:r>
            <w:bookmarkEnd w:id="65"/>
          </w:p>
        </w:tc>
        <w:tc>
          <w:tcPr>
            <w:tcW w:w="3360" w:type="dxa"/>
          </w:tcPr>
          <w:p w14:paraId="7C406BDA" w14:textId="77777777" w:rsidR="00490E0E" w:rsidRPr="00FE1657" w:rsidRDefault="00490E0E" w:rsidP="005D7ED5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Informacja czy dokument jest deklaracją czy korektą.</w:t>
            </w:r>
          </w:p>
        </w:tc>
        <w:tc>
          <w:tcPr>
            <w:tcW w:w="840" w:type="dxa"/>
          </w:tcPr>
          <w:p w14:paraId="4E768CCB" w14:textId="77777777" w:rsidR="00490E0E" w:rsidRPr="00FE1657" w:rsidRDefault="00977A53" w:rsidP="005D7ED5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095" w:type="dxa"/>
          </w:tcPr>
          <w:p w14:paraId="350438AA" w14:textId="77777777" w:rsidR="00490E0E" w:rsidRPr="00FE1657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E1657">
              <w:rPr>
                <w:rStyle w:val="pole"/>
                <w:rFonts w:ascii="Lato" w:hAnsi="Lato"/>
                <w:sz w:val="20"/>
                <w:szCs w:val="20"/>
              </w:rPr>
              <w:t>ZSubmissionAim</w:t>
            </w:r>
          </w:p>
          <w:p w14:paraId="7DFEA154" w14:textId="38D6A5CA" w:rsidR="00490E0E" w:rsidRPr="00FE1657" w:rsidRDefault="0073446D" w:rsidP="0073446D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 xml:space="preserve">Patrz reguła </w:t>
            </w:r>
            <w:r w:rsidRPr="00FE1657">
              <w:rPr>
                <w:rFonts w:cs="Arial"/>
                <w:sz w:val="20"/>
                <w:szCs w:val="20"/>
              </w:rPr>
              <w:fldChar w:fldCharType="begin"/>
            </w:r>
            <w:r w:rsidRPr="00FE1657">
              <w:rPr>
                <w:rFonts w:cs="Arial"/>
                <w:sz w:val="20"/>
                <w:szCs w:val="20"/>
              </w:rPr>
              <w:instrText xml:space="preserve"> REF R2 \h </w:instrText>
            </w:r>
            <w:r w:rsidR="00656616" w:rsidRPr="00FE1657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FE1657">
              <w:rPr>
                <w:rFonts w:cs="Arial"/>
                <w:sz w:val="20"/>
                <w:szCs w:val="20"/>
              </w:rPr>
            </w:r>
            <w:r w:rsidRPr="00FE1657">
              <w:rPr>
                <w:rFonts w:cs="Arial"/>
                <w:sz w:val="20"/>
                <w:szCs w:val="20"/>
              </w:rPr>
              <w:fldChar w:fldCharType="separate"/>
            </w:r>
            <w:r w:rsidR="00454A12" w:rsidRPr="00FE1657">
              <w:rPr>
                <w:rFonts w:cs="Arial"/>
                <w:sz w:val="20"/>
                <w:szCs w:val="20"/>
              </w:rPr>
              <w:t>R2</w:t>
            </w:r>
            <w:r w:rsidRPr="00FE1657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C800FF9" w14:textId="77777777" w:rsidR="00490E0E" w:rsidRPr="00FE1657" w:rsidRDefault="00490E0E" w:rsidP="005D7ED5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90E0E" w:rsidRPr="00656616" w14:paraId="09196149" w14:textId="77777777" w:rsidTr="002579D1">
        <w:trPr>
          <w:trHeight w:val="213"/>
        </w:trPr>
        <w:tc>
          <w:tcPr>
            <w:tcW w:w="1788" w:type="dxa"/>
          </w:tcPr>
          <w:p w14:paraId="197D11AF" w14:textId="77777777" w:rsidR="00490E0E" w:rsidRPr="00FE1657" w:rsidRDefault="00490E0E" w:rsidP="00A61F3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E1657">
              <w:rPr>
                <w:rStyle w:val="pole"/>
                <w:rFonts w:ascii="Lato" w:hAnsi="Lato"/>
                <w:sz w:val="20"/>
                <w:szCs w:val="20"/>
              </w:rPr>
              <w:t>orgDocNo</w:t>
            </w:r>
          </w:p>
        </w:tc>
        <w:tc>
          <w:tcPr>
            <w:tcW w:w="3360" w:type="dxa"/>
          </w:tcPr>
          <w:p w14:paraId="6E1C1DF2" w14:textId="77777777" w:rsidR="00490E0E" w:rsidRPr="00FE1657" w:rsidRDefault="00490E0E" w:rsidP="00A61F37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Numer dokumentu pierwotnego, którego dotyczy korekta.</w:t>
            </w:r>
          </w:p>
        </w:tc>
        <w:tc>
          <w:tcPr>
            <w:tcW w:w="840" w:type="dxa"/>
          </w:tcPr>
          <w:p w14:paraId="47B5AFAB" w14:textId="77777777" w:rsidR="00490E0E" w:rsidRPr="00FE1657" w:rsidRDefault="00977A53" w:rsidP="00A61F37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20211C8C" w14:textId="77777777" w:rsidR="00490E0E" w:rsidRPr="00FE1657" w:rsidRDefault="00490E0E" w:rsidP="00A61F3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E1657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1197" w:type="dxa"/>
          </w:tcPr>
          <w:p w14:paraId="3150F024" w14:textId="77777777" w:rsidR="00490E0E" w:rsidRPr="00FE1657" w:rsidRDefault="00490E0E" w:rsidP="00A61F37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490E0E" w:rsidRPr="00656616" w14:paraId="1CC71108" w14:textId="77777777" w:rsidTr="002579D1">
        <w:trPr>
          <w:trHeight w:val="213"/>
        </w:trPr>
        <w:tc>
          <w:tcPr>
            <w:tcW w:w="1788" w:type="dxa"/>
          </w:tcPr>
          <w:p w14:paraId="2DB5D695" w14:textId="77777777" w:rsidR="00490E0E" w:rsidRPr="00FE1657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E1657">
              <w:rPr>
                <w:rStyle w:val="pole"/>
                <w:rFonts w:ascii="Lato" w:hAnsi="Lato"/>
                <w:sz w:val="20"/>
                <w:szCs w:val="20"/>
              </w:rPr>
              <w:lastRenderedPageBreak/>
              <w:t>justification</w:t>
            </w:r>
          </w:p>
        </w:tc>
        <w:tc>
          <w:tcPr>
            <w:tcW w:w="3360" w:type="dxa"/>
          </w:tcPr>
          <w:p w14:paraId="33F5DA49" w14:textId="77777777" w:rsidR="00490E0E" w:rsidRPr="00FE1657" w:rsidRDefault="00490E0E" w:rsidP="005D7ED5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Pole tekstowe pozwalające na wprowadzenie informacji uzasadniającej korektę.</w:t>
            </w:r>
          </w:p>
        </w:tc>
        <w:tc>
          <w:tcPr>
            <w:tcW w:w="840" w:type="dxa"/>
          </w:tcPr>
          <w:p w14:paraId="79C3F949" w14:textId="77777777" w:rsidR="00490E0E" w:rsidRPr="00FE1657" w:rsidRDefault="00977A53" w:rsidP="005D7ED5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6E3F4C65" w14:textId="77777777" w:rsidR="00490E0E" w:rsidRPr="00FE1657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E1657">
              <w:rPr>
                <w:rStyle w:val="pole"/>
                <w:rFonts w:ascii="Lato" w:hAnsi="Lato"/>
                <w:sz w:val="20"/>
                <w:szCs w:val="20"/>
              </w:rPr>
              <w:t>string(256)</w:t>
            </w:r>
          </w:p>
        </w:tc>
        <w:tc>
          <w:tcPr>
            <w:tcW w:w="1197" w:type="dxa"/>
          </w:tcPr>
          <w:p w14:paraId="0D62A7AB" w14:textId="77777777" w:rsidR="00490E0E" w:rsidRPr="00FE1657" w:rsidRDefault="00490E0E" w:rsidP="005D7ED5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490E0E" w:rsidRPr="00656616" w14:paraId="0D64720B" w14:textId="77777777" w:rsidTr="002579D1">
        <w:trPr>
          <w:trHeight w:val="213"/>
        </w:trPr>
        <w:tc>
          <w:tcPr>
            <w:tcW w:w="1788" w:type="dxa"/>
          </w:tcPr>
          <w:p w14:paraId="1BE52571" w14:textId="77777777" w:rsidR="00490E0E" w:rsidRPr="00FE1657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6" w:name="Trader"/>
            <w:r w:rsidRPr="00FE1657">
              <w:rPr>
                <w:rStyle w:val="pole"/>
                <w:rFonts w:ascii="Lato" w:hAnsi="Lato"/>
                <w:sz w:val="20"/>
                <w:szCs w:val="20"/>
              </w:rPr>
              <w:t>Trader</w:t>
            </w:r>
            <w:bookmarkEnd w:id="66"/>
          </w:p>
        </w:tc>
        <w:tc>
          <w:tcPr>
            <w:tcW w:w="3360" w:type="dxa"/>
          </w:tcPr>
          <w:p w14:paraId="40DA291B" w14:textId="77777777" w:rsidR="00490E0E" w:rsidRPr="00FE1657" w:rsidRDefault="00490E0E" w:rsidP="005D7ED5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Dane płatnika</w:t>
            </w:r>
          </w:p>
        </w:tc>
        <w:tc>
          <w:tcPr>
            <w:tcW w:w="840" w:type="dxa"/>
          </w:tcPr>
          <w:p w14:paraId="0C67CE79" w14:textId="77777777" w:rsidR="00490E0E" w:rsidRPr="00FE1657" w:rsidRDefault="00274B40" w:rsidP="00490E0E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B</w:t>
            </w:r>
          </w:p>
        </w:tc>
        <w:tc>
          <w:tcPr>
            <w:tcW w:w="2095" w:type="dxa"/>
          </w:tcPr>
          <w:p w14:paraId="0568AD63" w14:textId="77777777" w:rsidR="00490E0E" w:rsidRPr="00FE1657" w:rsidRDefault="00490E0E" w:rsidP="005D7ED5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(</w:t>
            </w:r>
            <w:r w:rsidRPr="00FE1657">
              <w:rPr>
                <w:rStyle w:val="pole"/>
                <w:rFonts w:ascii="Lato" w:hAnsi="Lato"/>
                <w:sz w:val="20"/>
                <w:szCs w:val="20"/>
              </w:rPr>
              <w:t>TraderType</w:t>
            </w:r>
            <w:r w:rsidRPr="00FE1657">
              <w:rPr>
                <w:rFonts w:cs="Arial"/>
                <w:sz w:val="20"/>
                <w:szCs w:val="20"/>
              </w:rPr>
              <w:t>)</w:t>
            </w:r>
          </w:p>
          <w:p w14:paraId="1BD04FA3" w14:textId="1DA312EC" w:rsidR="00C12273" w:rsidRPr="00FE1657" w:rsidRDefault="0073446D" w:rsidP="0073446D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 xml:space="preserve">Patrz reguła </w:t>
            </w:r>
            <w:r w:rsidRPr="00FE1657">
              <w:rPr>
                <w:rFonts w:cs="Arial"/>
                <w:sz w:val="20"/>
                <w:szCs w:val="20"/>
              </w:rPr>
              <w:fldChar w:fldCharType="begin"/>
            </w:r>
            <w:r w:rsidRPr="00FE1657">
              <w:rPr>
                <w:rFonts w:cs="Arial"/>
                <w:sz w:val="20"/>
                <w:szCs w:val="20"/>
              </w:rPr>
              <w:instrText xml:space="preserve"> REF R3 \h </w:instrText>
            </w:r>
            <w:r w:rsidR="00656616" w:rsidRPr="00FE1657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FE1657">
              <w:rPr>
                <w:rFonts w:cs="Arial"/>
                <w:sz w:val="20"/>
                <w:szCs w:val="20"/>
              </w:rPr>
            </w:r>
            <w:r w:rsidRPr="00FE1657">
              <w:rPr>
                <w:rFonts w:cs="Arial"/>
                <w:sz w:val="20"/>
                <w:szCs w:val="20"/>
              </w:rPr>
              <w:fldChar w:fldCharType="separate"/>
            </w:r>
            <w:r w:rsidR="00454A12" w:rsidRPr="00FE1657">
              <w:rPr>
                <w:rFonts w:cs="Arial"/>
                <w:sz w:val="20"/>
                <w:szCs w:val="20"/>
              </w:rPr>
              <w:t>R3</w:t>
            </w:r>
            <w:r w:rsidRPr="00FE1657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18BDB30" w14:textId="77777777" w:rsidR="00490E0E" w:rsidRPr="00FE1657" w:rsidRDefault="00490E0E" w:rsidP="005D7ED5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90E0E" w:rsidRPr="00656616" w14:paraId="445BB63C" w14:textId="77777777" w:rsidTr="002579D1">
        <w:trPr>
          <w:trHeight w:val="213"/>
        </w:trPr>
        <w:tc>
          <w:tcPr>
            <w:tcW w:w="1788" w:type="dxa"/>
          </w:tcPr>
          <w:p w14:paraId="6177CCE9" w14:textId="77777777" w:rsidR="00490E0E" w:rsidRPr="00FE1657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E1657">
              <w:rPr>
                <w:rStyle w:val="pole"/>
                <w:rFonts w:ascii="Lato" w:hAnsi="Lato"/>
                <w:sz w:val="20"/>
                <w:szCs w:val="20"/>
              </w:rPr>
              <w:t>Calculation</w:t>
            </w:r>
            <w:r w:rsidR="0073446D" w:rsidRPr="00FE1657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FE1657">
              <w:rPr>
                <w:rStyle w:val="pole"/>
                <w:rFonts w:ascii="Lato" w:hAnsi="Lato"/>
                <w:sz w:val="20"/>
                <w:szCs w:val="20"/>
              </w:rPr>
              <w:t>Of</w:t>
            </w:r>
            <w:r w:rsidR="0073446D" w:rsidRPr="00FE1657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FE1657">
              <w:rPr>
                <w:rStyle w:val="pole"/>
                <w:rFonts w:ascii="Lato" w:hAnsi="Lato"/>
                <w:sz w:val="20"/>
                <w:szCs w:val="20"/>
              </w:rPr>
              <w:t>Tax</w:t>
            </w:r>
            <w:r w:rsidR="0073446D" w:rsidRPr="00FE1657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FE1657">
              <w:rPr>
                <w:rStyle w:val="pole"/>
                <w:rFonts w:ascii="Lato" w:hAnsi="Lato"/>
                <w:sz w:val="20"/>
                <w:szCs w:val="20"/>
              </w:rPr>
              <w:t>On</w:t>
            </w:r>
            <w:r w:rsidR="0073446D" w:rsidRPr="00FE1657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FE1657">
              <w:rPr>
                <w:rStyle w:val="pole"/>
                <w:rFonts w:ascii="Lato" w:hAnsi="Lato"/>
                <w:sz w:val="20"/>
                <w:szCs w:val="20"/>
              </w:rPr>
              <w:t>Game</w:t>
            </w:r>
          </w:p>
        </w:tc>
        <w:tc>
          <w:tcPr>
            <w:tcW w:w="3360" w:type="dxa"/>
          </w:tcPr>
          <w:p w14:paraId="4BFCFA55" w14:textId="77777777" w:rsidR="00490E0E" w:rsidRPr="00FE1657" w:rsidRDefault="00490E0E" w:rsidP="005D7ED5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Obliczenie podatku od gier</w:t>
            </w:r>
          </w:p>
        </w:tc>
        <w:tc>
          <w:tcPr>
            <w:tcW w:w="840" w:type="dxa"/>
          </w:tcPr>
          <w:p w14:paraId="431C7A1A" w14:textId="77777777" w:rsidR="00490E0E" w:rsidRPr="00FE1657" w:rsidRDefault="00274B40" w:rsidP="00490E0E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36850E83" w14:textId="77777777" w:rsidR="00490E0E" w:rsidRPr="00FE1657" w:rsidRDefault="0073446D" w:rsidP="0073446D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FE1657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FE1657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CalculationOfTaxOnGame \h  \* MERGEFORMAT </w:instrText>
            </w:r>
            <w:r w:rsidRPr="00FE1657">
              <w:rPr>
                <w:rStyle w:val="poleodsylacz"/>
                <w:rFonts w:ascii="Lato" w:hAnsi="Lato"/>
                <w:sz w:val="20"/>
                <w:szCs w:val="20"/>
              </w:rPr>
            </w:r>
            <w:r w:rsidRPr="00FE1657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54A12" w:rsidRPr="00FE1657">
              <w:rPr>
                <w:rStyle w:val="poleodsylacz"/>
                <w:rFonts w:ascii="Lato" w:hAnsi="Lato"/>
                <w:sz w:val="20"/>
                <w:szCs w:val="20"/>
              </w:rPr>
              <w:t>Calculation</w:t>
            </w:r>
            <w:r w:rsidR="00454A12" w:rsidRPr="00FE1657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454A12" w:rsidRPr="00FE1657">
              <w:rPr>
                <w:rStyle w:val="poleodsylacz"/>
                <w:rFonts w:ascii="Lato" w:hAnsi="Lato"/>
                <w:sz w:val="20"/>
                <w:szCs w:val="20"/>
              </w:rPr>
              <w:t>Of</w:t>
            </w:r>
            <w:r w:rsidR="00454A12" w:rsidRPr="00FE1657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454A12" w:rsidRPr="00FE1657">
              <w:rPr>
                <w:rStyle w:val="poleodsylacz"/>
                <w:rFonts w:ascii="Lato" w:hAnsi="Lato"/>
                <w:sz w:val="20"/>
                <w:szCs w:val="20"/>
              </w:rPr>
              <w:t>Tax</w:t>
            </w:r>
            <w:r w:rsidR="00454A12" w:rsidRPr="00FE1657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454A12" w:rsidRPr="00FE1657">
              <w:rPr>
                <w:rStyle w:val="poleodsylacz"/>
                <w:rFonts w:ascii="Lato" w:hAnsi="Lato"/>
                <w:sz w:val="20"/>
                <w:szCs w:val="20"/>
              </w:rPr>
              <w:t>On</w:t>
            </w:r>
            <w:r w:rsidR="00454A12" w:rsidRPr="00FE1657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454A12" w:rsidRPr="00FE1657">
              <w:rPr>
                <w:rStyle w:val="poleodsylacz"/>
                <w:rFonts w:ascii="Lato" w:hAnsi="Lato"/>
                <w:sz w:val="20"/>
                <w:szCs w:val="20"/>
              </w:rPr>
              <w:t>Game</w:t>
            </w:r>
            <w:r w:rsidR="00454A12" w:rsidRPr="00FE1657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454A12" w:rsidRPr="00FE1657">
              <w:rPr>
                <w:rStyle w:val="poleodsylacz"/>
                <w:rFonts w:ascii="Lato" w:hAnsi="Lato"/>
                <w:sz w:val="20"/>
                <w:szCs w:val="20"/>
              </w:rPr>
              <w:t>Type</w:t>
            </w:r>
            <w:r w:rsidRPr="00FE1657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98A93FA" w14:textId="77777777" w:rsidR="00490E0E" w:rsidRPr="00FE1657" w:rsidRDefault="00490E0E" w:rsidP="005D7ED5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90E0E" w:rsidRPr="00656616" w14:paraId="524404E4" w14:textId="77777777" w:rsidTr="002579D1">
        <w:trPr>
          <w:trHeight w:val="213"/>
        </w:trPr>
        <w:tc>
          <w:tcPr>
            <w:tcW w:w="1788" w:type="dxa"/>
          </w:tcPr>
          <w:p w14:paraId="0D6B0287" w14:textId="77777777" w:rsidR="00490E0E" w:rsidRPr="00FE1657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E1657">
              <w:rPr>
                <w:rStyle w:val="pole"/>
                <w:rFonts w:ascii="Lato" w:hAnsi="Lato"/>
                <w:sz w:val="20"/>
                <w:szCs w:val="20"/>
              </w:rPr>
              <w:t>Statement</w:t>
            </w:r>
          </w:p>
        </w:tc>
        <w:tc>
          <w:tcPr>
            <w:tcW w:w="3360" w:type="dxa"/>
          </w:tcPr>
          <w:p w14:paraId="5D4CA9A4" w14:textId="77777777" w:rsidR="00490E0E" w:rsidRPr="00FE1657" w:rsidRDefault="00490E0E" w:rsidP="005D7ED5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Oświadczenie osoby odpowiedzialnej za obliczenie i pobranie podatku lub pełnomocnika płatnika</w:t>
            </w:r>
          </w:p>
        </w:tc>
        <w:tc>
          <w:tcPr>
            <w:tcW w:w="840" w:type="dxa"/>
          </w:tcPr>
          <w:p w14:paraId="6114E60C" w14:textId="77777777" w:rsidR="00490E0E" w:rsidRPr="00FE1657" w:rsidRDefault="00274B40" w:rsidP="005D7ED5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D</w:t>
            </w:r>
          </w:p>
        </w:tc>
        <w:tc>
          <w:tcPr>
            <w:tcW w:w="2095" w:type="dxa"/>
          </w:tcPr>
          <w:p w14:paraId="79CA42A8" w14:textId="77777777" w:rsidR="00490E0E" w:rsidRPr="00FE1657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E1657">
              <w:rPr>
                <w:rStyle w:val="pole"/>
                <w:rFonts w:ascii="Lato" w:hAnsi="Lato"/>
                <w:sz w:val="20"/>
                <w:szCs w:val="20"/>
              </w:rPr>
              <w:t>Z</w:t>
            </w:r>
            <w:r w:rsidR="00BA396C" w:rsidRPr="00FE1657">
              <w:rPr>
                <w:rStyle w:val="pole"/>
                <w:rFonts w:ascii="Lato" w:hAnsi="Lato"/>
                <w:sz w:val="20"/>
                <w:szCs w:val="20"/>
              </w:rPr>
              <w:t>Ext</w:t>
            </w:r>
            <w:r w:rsidRPr="00FE1657">
              <w:rPr>
                <w:rStyle w:val="pole"/>
                <w:rFonts w:ascii="Lato" w:hAnsi="Lato"/>
                <w:sz w:val="20"/>
                <w:szCs w:val="20"/>
              </w:rPr>
              <w:t>Statement</w:t>
            </w:r>
          </w:p>
        </w:tc>
        <w:tc>
          <w:tcPr>
            <w:tcW w:w="1197" w:type="dxa"/>
          </w:tcPr>
          <w:p w14:paraId="5F6C213D" w14:textId="77777777" w:rsidR="00490E0E" w:rsidRPr="00FE1657" w:rsidRDefault="00490E0E" w:rsidP="005D7ED5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B10451" w:rsidRPr="00656616" w14:paraId="4E199FC9" w14:textId="77777777" w:rsidTr="002579D1">
        <w:trPr>
          <w:trHeight w:val="213"/>
        </w:trPr>
        <w:tc>
          <w:tcPr>
            <w:tcW w:w="1788" w:type="dxa"/>
          </w:tcPr>
          <w:p w14:paraId="167C6F9B" w14:textId="77777777" w:rsidR="00B10451" w:rsidRPr="00FE1657" w:rsidRDefault="00B10451" w:rsidP="00B1045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E1657">
              <w:rPr>
                <w:rStyle w:val="pole"/>
                <w:rFonts w:ascii="Lato" w:hAnsi="Lato"/>
                <w:sz w:val="20"/>
                <w:szCs w:val="20"/>
              </w:rPr>
              <w:t>selfRef</w:t>
            </w:r>
          </w:p>
        </w:tc>
        <w:tc>
          <w:tcPr>
            <w:tcW w:w="3360" w:type="dxa"/>
          </w:tcPr>
          <w:p w14:paraId="3ED23971" w14:textId="77777777" w:rsidR="00B10451" w:rsidRPr="00FE1657" w:rsidRDefault="00B10451" w:rsidP="00B10451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Numer własny komunikatu</w:t>
            </w:r>
          </w:p>
        </w:tc>
        <w:tc>
          <w:tcPr>
            <w:tcW w:w="840" w:type="dxa"/>
          </w:tcPr>
          <w:p w14:paraId="21F27D5E" w14:textId="77777777" w:rsidR="00B10451" w:rsidRPr="00FE1657" w:rsidRDefault="00B10451" w:rsidP="00B1045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95" w:type="dxa"/>
          </w:tcPr>
          <w:p w14:paraId="6EC04667" w14:textId="77777777" w:rsidR="00B10451" w:rsidRPr="00FE1657" w:rsidRDefault="00B10451" w:rsidP="00B1045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E1657">
              <w:rPr>
                <w:rStyle w:val="pole"/>
                <w:rFonts w:ascii="Lato" w:hAnsi="Lato"/>
                <w:sz w:val="20"/>
                <w:szCs w:val="20"/>
              </w:rPr>
              <w:t>ZSelfRef</w:t>
            </w:r>
          </w:p>
        </w:tc>
        <w:tc>
          <w:tcPr>
            <w:tcW w:w="1197" w:type="dxa"/>
          </w:tcPr>
          <w:p w14:paraId="6159D3A7" w14:textId="77777777" w:rsidR="00B10451" w:rsidRPr="00FE1657" w:rsidRDefault="00B10451" w:rsidP="00B10451">
            <w:pPr>
              <w:rPr>
                <w:rFonts w:cs="Arial"/>
                <w:sz w:val="20"/>
                <w:szCs w:val="20"/>
              </w:rPr>
            </w:pPr>
            <w:r w:rsidRPr="00FE1657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0C35AFE5" w14:textId="34C281D3" w:rsidR="00865945" w:rsidRDefault="00865945" w:rsidP="00865945">
      <w:pPr>
        <w:pStyle w:val="Legenda"/>
      </w:pPr>
      <w:bookmarkStart w:id="67" w:name="_Toc184287483"/>
      <w:r>
        <w:t xml:space="preserve">Tabela </w:t>
      </w:r>
      <w:r w:rsidR="008939EB">
        <w:fldChar w:fldCharType="begin"/>
      </w:r>
      <w:r w:rsidR="008939EB">
        <w:instrText xml:space="preserve"> SEQ Tabela \* ARABIC </w:instrText>
      </w:r>
      <w:r w:rsidR="008939EB">
        <w:fldChar w:fldCharType="separate"/>
      </w:r>
      <w:r w:rsidR="00CE000F">
        <w:rPr>
          <w:noProof/>
        </w:rPr>
        <w:t>11</w:t>
      </w:r>
      <w:r w:rsidR="008939EB">
        <w:rPr>
          <w:noProof/>
        </w:rPr>
        <w:fldChar w:fldCharType="end"/>
      </w:r>
      <w:r>
        <w:t xml:space="preserve">. </w:t>
      </w:r>
      <w:r w:rsidRPr="0034303D">
        <w:t xml:space="preserve">Struktura elementu </w:t>
      </w:r>
      <w:proofErr w:type="spellStart"/>
      <w:r w:rsidRPr="0034303D">
        <w:t>TraderType</w:t>
      </w:r>
      <w:bookmarkEnd w:id="67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45"/>
        <w:gridCol w:w="3351"/>
        <w:gridCol w:w="823"/>
        <w:gridCol w:w="1944"/>
        <w:gridCol w:w="1191"/>
      </w:tblGrid>
      <w:tr w:rsidR="008776C3" w:rsidRPr="00656616" w14:paraId="47E81997" w14:textId="77777777" w:rsidTr="002579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45" w:type="dxa"/>
          </w:tcPr>
          <w:p w14:paraId="6D81D162" w14:textId="77777777" w:rsidR="008776C3" w:rsidRPr="00656616" w:rsidRDefault="008776C3" w:rsidP="00A432CE">
            <w:pPr>
              <w:rPr>
                <w:rFonts w:cs="Arial"/>
                <w:b w:val="0"/>
                <w:sz w:val="18"/>
                <w:szCs w:val="18"/>
              </w:rPr>
            </w:pPr>
            <w:r w:rsidRPr="00656616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351" w:type="dxa"/>
          </w:tcPr>
          <w:p w14:paraId="284A8E0B" w14:textId="77777777" w:rsidR="008776C3" w:rsidRPr="00656616" w:rsidRDefault="008776C3" w:rsidP="00A432CE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656616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3" w:type="dxa"/>
          </w:tcPr>
          <w:p w14:paraId="4F381622" w14:textId="77777777" w:rsidR="008776C3" w:rsidRPr="00656616" w:rsidRDefault="008776C3" w:rsidP="00A432CE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656616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44" w:type="dxa"/>
          </w:tcPr>
          <w:p w14:paraId="35B603E6" w14:textId="77777777" w:rsidR="008776C3" w:rsidRPr="00656616" w:rsidRDefault="008776C3" w:rsidP="00A432CE">
            <w:pPr>
              <w:rPr>
                <w:rFonts w:cs="Arial"/>
                <w:b w:val="0"/>
                <w:sz w:val="18"/>
                <w:szCs w:val="18"/>
              </w:rPr>
            </w:pPr>
            <w:r w:rsidRPr="00656616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1" w:type="dxa"/>
          </w:tcPr>
          <w:p w14:paraId="22C05776" w14:textId="77777777" w:rsidR="008776C3" w:rsidRPr="00656616" w:rsidRDefault="008776C3" w:rsidP="00A432CE">
            <w:pPr>
              <w:rPr>
                <w:rFonts w:cs="Arial"/>
                <w:b w:val="0"/>
                <w:sz w:val="18"/>
                <w:szCs w:val="18"/>
              </w:rPr>
            </w:pPr>
            <w:r w:rsidRPr="00656616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8776C3" w:rsidRPr="00656616" w14:paraId="2F994012" w14:textId="77777777" w:rsidTr="002579D1">
        <w:trPr>
          <w:trHeight w:val="213"/>
        </w:trPr>
        <w:tc>
          <w:tcPr>
            <w:tcW w:w="1745" w:type="dxa"/>
          </w:tcPr>
          <w:p w14:paraId="2E2A99E3" w14:textId="77777777" w:rsidR="008776C3" w:rsidRPr="00865945" w:rsidRDefault="008776C3" w:rsidP="00A432C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65945">
              <w:rPr>
                <w:rStyle w:val="pole"/>
                <w:rFonts w:ascii="Lato" w:hAnsi="Lato"/>
                <w:sz w:val="20"/>
                <w:szCs w:val="20"/>
              </w:rPr>
              <w:t>Corporate</w:t>
            </w:r>
          </w:p>
        </w:tc>
        <w:tc>
          <w:tcPr>
            <w:tcW w:w="3351" w:type="dxa"/>
          </w:tcPr>
          <w:p w14:paraId="335E5FC0" w14:textId="77777777" w:rsidR="008776C3" w:rsidRPr="00865945" w:rsidRDefault="008776C3" w:rsidP="00A432CE">
            <w:pPr>
              <w:rPr>
                <w:rFonts w:cs="Arial"/>
                <w:sz w:val="20"/>
                <w:szCs w:val="20"/>
              </w:rPr>
            </w:pPr>
            <w:r w:rsidRPr="00865945">
              <w:rPr>
                <w:rFonts w:cs="Arial"/>
                <w:sz w:val="20"/>
                <w:szCs w:val="20"/>
              </w:rPr>
              <w:t xml:space="preserve">Podstawowy zestaw danych o osobie </w:t>
            </w:r>
            <w:proofErr w:type="spellStart"/>
            <w:r w:rsidRPr="00865945">
              <w:rPr>
                <w:rFonts w:cs="Arial"/>
                <w:sz w:val="20"/>
                <w:szCs w:val="20"/>
              </w:rPr>
              <w:t>niefizycznej</w:t>
            </w:r>
            <w:proofErr w:type="spellEnd"/>
            <w:r w:rsidRPr="00865945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823" w:type="dxa"/>
          </w:tcPr>
          <w:p w14:paraId="468C0AC3" w14:textId="77777777" w:rsidR="008776C3" w:rsidRPr="00865945" w:rsidRDefault="008776C3" w:rsidP="00A432CE">
            <w:pPr>
              <w:rPr>
                <w:rFonts w:cs="Arial"/>
                <w:sz w:val="20"/>
                <w:szCs w:val="20"/>
              </w:rPr>
            </w:pPr>
            <w:r w:rsidRPr="00865945">
              <w:rPr>
                <w:rFonts w:cs="Arial"/>
                <w:sz w:val="20"/>
                <w:szCs w:val="20"/>
              </w:rPr>
              <w:t>B</w:t>
            </w:r>
          </w:p>
        </w:tc>
        <w:tc>
          <w:tcPr>
            <w:tcW w:w="1944" w:type="dxa"/>
          </w:tcPr>
          <w:p w14:paraId="0585B5A8" w14:textId="77777777" w:rsidR="008776C3" w:rsidRPr="00865945" w:rsidRDefault="0073446D" w:rsidP="00A432CE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86594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865945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CorporateType \h  \* MERGEFORMAT </w:instrText>
            </w:r>
            <w:r w:rsidRPr="00865945">
              <w:rPr>
                <w:rStyle w:val="poleodsylacz"/>
                <w:rFonts w:ascii="Lato" w:hAnsi="Lato"/>
                <w:sz w:val="20"/>
                <w:szCs w:val="20"/>
              </w:rPr>
            </w:r>
            <w:r w:rsidRPr="0086594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54A12" w:rsidRPr="00865945">
              <w:rPr>
                <w:rStyle w:val="poleodsylacz"/>
                <w:rFonts w:ascii="Lato" w:hAnsi="Lato"/>
                <w:sz w:val="20"/>
                <w:szCs w:val="20"/>
              </w:rPr>
              <w:t>CorporateType</w:t>
            </w:r>
            <w:r w:rsidRPr="0086594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1" w:type="dxa"/>
          </w:tcPr>
          <w:p w14:paraId="7596A733" w14:textId="77777777" w:rsidR="008776C3" w:rsidRPr="00865945" w:rsidRDefault="008776C3" w:rsidP="00A432CE">
            <w:pPr>
              <w:rPr>
                <w:rFonts w:cs="Arial"/>
                <w:sz w:val="20"/>
                <w:szCs w:val="20"/>
              </w:rPr>
            </w:pPr>
            <w:r w:rsidRPr="00865945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45400B48" w14:textId="25DE8D50" w:rsidR="00865945" w:rsidRDefault="00865945" w:rsidP="00865945">
      <w:pPr>
        <w:pStyle w:val="Legenda"/>
      </w:pPr>
      <w:bookmarkStart w:id="68" w:name="_Toc184287484"/>
      <w:r>
        <w:t xml:space="preserve">Tabela </w:t>
      </w:r>
      <w:r w:rsidR="008939EB">
        <w:fldChar w:fldCharType="begin"/>
      </w:r>
      <w:r w:rsidR="008939EB">
        <w:instrText xml:space="preserve"> SEQ Tabela \* ARABIC </w:instrText>
      </w:r>
      <w:r w:rsidR="008939EB">
        <w:fldChar w:fldCharType="separate"/>
      </w:r>
      <w:r w:rsidR="00CE000F">
        <w:rPr>
          <w:noProof/>
        </w:rPr>
        <w:t>12</w:t>
      </w:r>
      <w:r w:rsidR="008939EB">
        <w:rPr>
          <w:noProof/>
        </w:rPr>
        <w:fldChar w:fldCharType="end"/>
      </w:r>
      <w:r>
        <w:t xml:space="preserve">. </w:t>
      </w:r>
      <w:r w:rsidRPr="006E36B3">
        <w:t xml:space="preserve">Struktura elementu </w:t>
      </w:r>
      <w:proofErr w:type="spellStart"/>
      <w:r w:rsidRPr="006E36B3">
        <w:t>CorporateType</w:t>
      </w:r>
      <w:bookmarkEnd w:id="68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56"/>
        <w:gridCol w:w="3336"/>
        <w:gridCol w:w="820"/>
        <w:gridCol w:w="1952"/>
        <w:gridCol w:w="1190"/>
      </w:tblGrid>
      <w:tr w:rsidR="008776C3" w:rsidRPr="00656616" w14:paraId="3354BA4C" w14:textId="77777777" w:rsidTr="002579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56" w:type="dxa"/>
          </w:tcPr>
          <w:p w14:paraId="25BB6FA8" w14:textId="77777777" w:rsidR="008776C3" w:rsidRPr="00656616" w:rsidRDefault="008776C3" w:rsidP="00A432CE">
            <w:pPr>
              <w:rPr>
                <w:rFonts w:cs="Arial"/>
                <w:b w:val="0"/>
                <w:sz w:val="18"/>
                <w:szCs w:val="18"/>
              </w:rPr>
            </w:pPr>
            <w:r w:rsidRPr="00656616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336" w:type="dxa"/>
          </w:tcPr>
          <w:p w14:paraId="22B733EC" w14:textId="77777777" w:rsidR="008776C3" w:rsidRPr="00656616" w:rsidRDefault="008776C3" w:rsidP="00A432CE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656616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0" w:type="dxa"/>
          </w:tcPr>
          <w:p w14:paraId="694FA32F" w14:textId="77777777" w:rsidR="008776C3" w:rsidRPr="00656616" w:rsidRDefault="008776C3" w:rsidP="00A432CE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656616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52" w:type="dxa"/>
          </w:tcPr>
          <w:p w14:paraId="2F343E58" w14:textId="77777777" w:rsidR="008776C3" w:rsidRPr="00656616" w:rsidRDefault="008776C3" w:rsidP="00A432CE">
            <w:pPr>
              <w:rPr>
                <w:rFonts w:cs="Arial"/>
                <w:b w:val="0"/>
                <w:sz w:val="18"/>
                <w:szCs w:val="18"/>
              </w:rPr>
            </w:pPr>
            <w:r w:rsidRPr="00656616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0" w:type="dxa"/>
          </w:tcPr>
          <w:p w14:paraId="0248864C" w14:textId="77777777" w:rsidR="008776C3" w:rsidRPr="00656616" w:rsidRDefault="008776C3" w:rsidP="00A432CE">
            <w:pPr>
              <w:rPr>
                <w:rFonts w:cs="Arial"/>
                <w:b w:val="0"/>
                <w:sz w:val="18"/>
                <w:szCs w:val="18"/>
              </w:rPr>
            </w:pPr>
            <w:r w:rsidRPr="00656616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8776C3" w:rsidRPr="00656616" w14:paraId="32E0576F" w14:textId="77777777" w:rsidTr="002579D1">
        <w:trPr>
          <w:trHeight w:val="213"/>
        </w:trPr>
        <w:tc>
          <w:tcPr>
            <w:tcW w:w="1756" w:type="dxa"/>
          </w:tcPr>
          <w:p w14:paraId="547BC14A" w14:textId="77777777" w:rsidR="008776C3" w:rsidRPr="00865945" w:rsidRDefault="008776C3" w:rsidP="00A432C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65945">
              <w:rPr>
                <w:rStyle w:val="pole"/>
                <w:rFonts w:ascii="Lato" w:hAnsi="Lato"/>
                <w:sz w:val="20"/>
                <w:szCs w:val="20"/>
              </w:rPr>
              <w:t>TaxpayerData</w:t>
            </w:r>
          </w:p>
        </w:tc>
        <w:tc>
          <w:tcPr>
            <w:tcW w:w="3336" w:type="dxa"/>
          </w:tcPr>
          <w:p w14:paraId="2AB30FE5" w14:textId="77777777" w:rsidR="008776C3" w:rsidRPr="00865945" w:rsidRDefault="008776C3" w:rsidP="00A432CE">
            <w:pPr>
              <w:rPr>
                <w:rFonts w:cs="Arial"/>
                <w:sz w:val="20"/>
                <w:szCs w:val="20"/>
              </w:rPr>
            </w:pPr>
            <w:r w:rsidRPr="00865945">
              <w:rPr>
                <w:rFonts w:cs="Arial"/>
                <w:sz w:val="20"/>
                <w:szCs w:val="20"/>
              </w:rPr>
              <w:t>Dane identyfikacyjne podmiotu</w:t>
            </w:r>
          </w:p>
        </w:tc>
        <w:tc>
          <w:tcPr>
            <w:tcW w:w="820" w:type="dxa"/>
          </w:tcPr>
          <w:p w14:paraId="3275A021" w14:textId="77777777" w:rsidR="008776C3" w:rsidRPr="00865945" w:rsidRDefault="008776C3" w:rsidP="00A432CE">
            <w:pPr>
              <w:rPr>
                <w:rFonts w:cs="Arial"/>
                <w:sz w:val="20"/>
                <w:szCs w:val="20"/>
              </w:rPr>
            </w:pPr>
            <w:r w:rsidRPr="00865945">
              <w:rPr>
                <w:rFonts w:cs="Arial"/>
                <w:sz w:val="20"/>
                <w:szCs w:val="20"/>
              </w:rPr>
              <w:t>B.1</w:t>
            </w:r>
          </w:p>
        </w:tc>
        <w:tc>
          <w:tcPr>
            <w:tcW w:w="1952" w:type="dxa"/>
          </w:tcPr>
          <w:p w14:paraId="658CE6F4" w14:textId="77777777" w:rsidR="008776C3" w:rsidRPr="00865945" w:rsidRDefault="008776C3" w:rsidP="00A432C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65945">
              <w:rPr>
                <w:rStyle w:val="pole"/>
                <w:rFonts w:ascii="Lato" w:hAnsi="Lato"/>
                <w:sz w:val="20"/>
                <w:szCs w:val="20"/>
              </w:rPr>
              <w:t>ZIDCorporateReg</w:t>
            </w:r>
          </w:p>
        </w:tc>
        <w:tc>
          <w:tcPr>
            <w:tcW w:w="1190" w:type="dxa"/>
          </w:tcPr>
          <w:p w14:paraId="69851E17" w14:textId="77777777" w:rsidR="008776C3" w:rsidRPr="00865945" w:rsidRDefault="008776C3" w:rsidP="00A432CE">
            <w:pPr>
              <w:rPr>
                <w:rFonts w:cs="Arial"/>
                <w:sz w:val="20"/>
                <w:szCs w:val="20"/>
              </w:rPr>
            </w:pPr>
            <w:r w:rsidRPr="00865945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776C3" w:rsidRPr="00656616" w14:paraId="2BC39BE5" w14:textId="77777777" w:rsidTr="002579D1">
        <w:trPr>
          <w:trHeight w:val="213"/>
        </w:trPr>
        <w:tc>
          <w:tcPr>
            <w:tcW w:w="1756" w:type="dxa"/>
          </w:tcPr>
          <w:p w14:paraId="6387198F" w14:textId="77777777" w:rsidR="008776C3" w:rsidRPr="00865945" w:rsidRDefault="008776C3" w:rsidP="00A432C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65945">
              <w:rPr>
                <w:rStyle w:val="pole"/>
                <w:rFonts w:ascii="Lato" w:hAnsi="Lato"/>
                <w:sz w:val="20"/>
                <w:szCs w:val="20"/>
              </w:rPr>
              <w:t>Residence</w:t>
            </w:r>
          </w:p>
        </w:tc>
        <w:tc>
          <w:tcPr>
            <w:tcW w:w="3336" w:type="dxa"/>
          </w:tcPr>
          <w:p w14:paraId="50EC73CA" w14:textId="77777777" w:rsidR="008776C3" w:rsidRPr="00865945" w:rsidRDefault="008776C3" w:rsidP="00A432CE">
            <w:pPr>
              <w:rPr>
                <w:rFonts w:cs="Arial"/>
                <w:sz w:val="20"/>
                <w:szCs w:val="20"/>
              </w:rPr>
            </w:pPr>
            <w:r w:rsidRPr="00865945">
              <w:rPr>
                <w:rFonts w:cs="Arial"/>
                <w:sz w:val="20"/>
                <w:szCs w:val="20"/>
              </w:rPr>
              <w:t>Adres siedziby</w:t>
            </w:r>
          </w:p>
        </w:tc>
        <w:tc>
          <w:tcPr>
            <w:tcW w:w="820" w:type="dxa"/>
          </w:tcPr>
          <w:p w14:paraId="1A22FB5B" w14:textId="77777777" w:rsidR="008776C3" w:rsidRPr="00865945" w:rsidRDefault="008776C3" w:rsidP="00A432CE">
            <w:pPr>
              <w:rPr>
                <w:rFonts w:cs="Arial"/>
                <w:sz w:val="20"/>
                <w:szCs w:val="20"/>
              </w:rPr>
            </w:pPr>
            <w:r w:rsidRPr="00865945">
              <w:rPr>
                <w:rFonts w:cs="Arial"/>
                <w:sz w:val="20"/>
                <w:szCs w:val="20"/>
              </w:rPr>
              <w:t>B.2</w:t>
            </w:r>
          </w:p>
        </w:tc>
        <w:tc>
          <w:tcPr>
            <w:tcW w:w="1952" w:type="dxa"/>
          </w:tcPr>
          <w:p w14:paraId="4B1185E9" w14:textId="77777777" w:rsidR="008776C3" w:rsidRPr="00865945" w:rsidRDefault="008776C3" w:rsidP="00A432C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65945">
              <w:rPr>
                <w:rStyle w:val="pole"/>
                <w:rFonts w:ascii="Lato" w:hAnsi="Lato"/>
                <w:sz w:val="20"/>
                <w:szCs w:val="20"/>
              </w:rPr>
              <w:t>ZAddress</w:t>
            </w:r>
          </w:p>
        </w:tc>
        <w:tc>
          <w:tcPr>
            <w:tcW w:w="1190" w:type="dxa"/>
          </w:tcPr>
          <w:p w14:paraId="7A4B09CB" w14:textId="77777777" w:rsidR="008776C3" w:rsidRPr="00865945" w:rsidRDefault="008776C3" w:rsidP="00A432CE">
            <w:pPr>
              <w:rPr>
                <w:rFonts w:cs="Arial"/>
                <w:sz w:val="20"/>
                <w:szCs w:val="20"/>
              </w:rPr>
            </w:pPr>
            <w:r w:rsidRPr="00865945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6E85ED5D" w14:textId="257599B6" w:rsidR="00CE000F" w:rsidRDefault="00CE000F" w:rsidP="00CE000F">
      <w:pPr>
        <w:pStyle w:val="Legenda"/>
      </w:pPr>
      <w:bookmarkStart w:id="69" w:name="_Toc184287485"/>
      <w:r>
        <w:lastRenderedPageBreak/>
        <w:t xml:space="preserve">Tabela </w:t>
      </w:r>
      <w:r w:rsidR="008939EB">
        <w:fldChar w:fldCharType="begin"/>
      </w:r>
      <w:r w:rsidR="008939EB">
        <w:instrText xml:space="preserve"> SEQ Tabela \* ARABIC </w:instrText>
      </w:r>
      <w:r w:rsidR="008939EB">
        <w:fldChar w:fldCharType="separate"/>
      </w:r>
      <w:r>
        <w:rPr>
          <w:noProof/>
        </w:rPr>
        <w:t>13</w:t>
      </w:r>
      <w:r w:rsidR="008939EB">
        <w:rPr>
          <w:noProof/>
        </w:rPr>
        <w:fldChar w:fldCharType="end"/>
      </w:r>
      <w:r>
        <w:t xml:space="preserve">. </w:t>
      </w:r>
      <w:r w:rsidRPr="00C8273C">
        <w:t xml:space="preserve">Struktura elementu </w:t>
      </w:r>
      <w:proofErr w:type="spellStart"/>
      <w:r w:rsidRPr="00C8273C">
        <w:t>CalculationOfTaxOnGameType</w:t>
      </w:r>
      <w:bookmarkEnd w:id="69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  <w:tblDescription w:val="Struktura elementu CalculationOfTaxOnGameType"/>
      </w:tblPr>
      <w:tblGrid>
        <w:gridCol w:w="1788"/>
        <w:gridCol w:w="3360"/>
        <w:gridCol w:w="840"/>
        <w:gridCol w:w="2095"/>
        <w:gridCol w:w="1197"/>
      </w:tblGrid>
      <w:tr w:rsidR="00490E0E" w:rsidRPr="00656616" w14:paraId="7DE63D33" w14:textId="77777777" w:rsidTr="002579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3735C3CE" w14:textId="77777777" w:rsidR="00490E0E" w:rsidRPr="00656616" w:rsidRDefault="00490E0E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656616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4A57800" w14:textId="77777777" w:rsidR="00490E0E" w:rsidRPr="00656616" w:rsidRDefault="00490E0E" w:rsidP="005D7ED5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656616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7AF95A62" w14:textId="77777777" w:rsidR="00490E0E" w:rsidRPr="00656616" w:rsidRDefault="00490E0E" w:rsidP="00490E0E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656616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4B0D5F42" w14:textId="77777777" w:rsidR="00490E0E" w:rsidRPr="00656616" w:rsidRDefault="00490E0E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656616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5B0C31FA" w14:textId="77777777" w:rsidR="00490E0E" w:rsidRPr="00656616" w:rsidRDefault="00490E0E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656616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490E0E" w:rsidRPr="00656616" w14:paraId="73F31624" w14:textId="77777777" w:rsidTr="002579D1">
        <w:trPr>
          <w:trHeight w:val="213"/>
        </w:trPr>
        <w:tc>
          <w:tcPr>
            <w:tcW w:w="1788" w:type="dxa"/>
          </w:tcPr>
          <w:p w14:paraId="04C6D7A0" w14:textId="77777777" w:rsidR="00490E0E" w:rsidRPr="00CE000F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E000F">
              <w:rPr>
                <w:rStyle w:val="pole"/>
                <w:rFonts w:ascii="Lato" w:hAnsi="Lato"/>
                <w:sz w:val="20"/>
                <w:szCs w:val="20"/>
              </w:rPr>
              <w:t>taxBase</w:t>
            </w:r>
          </w:p>
        </w:tc>
        <w:tc>
          <w:tcPr>
            <w:tcW w:w="3360" w:type="dxa"/>
          </w:tcPr>
          <w:p w14:paraId="5B4ABF9C" w14:textId="77777777" w:rsidR="00490E0E" w:rsidRPr="00CE000F" w:rsidRDefault="00490E0E" w:rsidP="005D7ED5">
            <w:pPr>
              <w:rPr>
                <w:rFonts w:cs="Arial"/>
                <w:sz w:val="20"/>
                <w:szCs w:val="20"/>
              </w:rPr>
            </w:pPr>
            <w:r w:rsidRPr="00CE000F">
              <w:rPr>
                <w:rFonts w:cs="Arial"/>
                <w:sz w:val="20"/>
                <w:szCs w:val="20"/>
              </w:rPr>
              <w:t>Podstawa opodatkowania dla podatku od gier</w:t>
            </w:r>
          </w:p>
        </w:tc>
        <w:tc>
          <w:tcPr>
            <w:tcW w:w="840" w:type="dxa"/>
          </w:tcPr>
          <w:p w14:paraId="5DA59D23" w14:textId="77777777" w:rsidR="00490E0E" w:rsidRPr="00CE000F" w:rsidRDefault="004136AD" w:rsidP="005D7ED5">
            <w:pPr>
              <w:rPr>
                <w:rFonts w:cs="Arial"/>
                <w:sz w:val="20"/>
                <w:szCs w:val="20"/>
              </w:rPr>
            </w:pPr>
            <w:r w:rsidRPr="00CE000F">
              <w:rPr>
                <w:rFonts w:cs="Arial"/>
                <w:sz w:val="20"/>
                <w:szCs w:val="20"/>
              </w:rPr>
              <w:t>21</w:t>
            </w:r>
          </w:p>
        </w:tc>
        <w:tc>
          <w:tcPr>
            <w:tcW w:w="2095" w:type="dxa"/>
          </w:tcPr>
          <w:p w14:paraId="358A1CE9" w14:textId="77777777" w:rsidR="00490E0E" w:rsidRPr="00CE000F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E000F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9B3261" w:rsidRPr="00CE000F">
              <w:rPr>
                <w:rStyle w:val="pole"/>
                <w:rFonts w:ascii="Lato" w:hAnsi="Lato"/>
                <w:sz w:val="20"/>
                <w:szCs w:val="20"/>
              </w:rPr>
              <w:t>T</w:t>
            </w:r>
          </w:p>
        </w:tc>
        <w:tc>
          <w:tcPr>
            <w:tcW w:w="1197" w:type="dxa"/>
          </w:tcPr>
          <w:p w14:paraId="0E83DE48" w14:textId="77777777" w:rsidR="00490E0E" w:rsidRPr="00CE000F" w:rsidRDefault="00490E0E" w:rsidP="005D7ED5">
            <w:pPr>
              <w:rPr>
                <w:rFonts w:cs="Arial"/>
                <w:sz w:val="20"/>
                <w:szCs w:val="20"/>
              </w:rPr>
            </w:pPr>
            <w:r w:rsidRPr="00CE000F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490E0E" w:rsidRPr="00656616" w14:paraId="2959B601" w14:textId="77777777" w:rsidTr="002579D1">
        <w:trPr>
          <w:trHeight w:val="213"/>
        </w:trPr>
        <w:tc>
          <w:tcPr>
            <w:tcW w:w="1788" w:type="dxa"/>
          </w:tcPr>
          <w:p w14:paraId="4FA566CD" w14:textId="77777777" w:rsidR="00490E0E" w:rsidRPr="00CE000F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E000F">
              <w:rPr>
                <w:rStyle w:val="pole"/>
                <w:rFonts w:ascii="Lato" w:hAnsi="Lato"/>
                <w:sz w:val="20"/>
                <w:szCs w:val="20"/>
              </w:rPr>
              <w:t>tax</w:t>
            </w:r>
            <w:r w:rsidR="0073446D" w:rsidRPr="00CE000F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CE000F">
              <w:rPr>
                <w:rStyle w:val="pole"/>
                <w:rFonts w:ascii="Lato" w:hAnsi="Lato"/>
                <w:sz w:val="20"/>
                <w:szCs w:val="20"/>
              </w:rPr>
              <w:t>Rate</w:t>
            </w:r>
            <w:r w:rsidR="0073446D" w:rsidRPr="00CE000F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CE000F">
              <w:rPr>
                <w:rStyle w:val="pole"/>
                <w:rFonts w:ascii="Lato" w:hAnsi="Lato"/>
                <w:sz w:val="20"/>
                <w:szCs w:val="20"/>
              </w:rPr>
              <w:t>Percentage</w:t>
            </w:r>
          </w:p>
        </w:tc>
        <w:tc>
          <w:tcPr>
            <w:tcW w:w="3360" w:type="dxa"/>
          </w:tcPr>
          <w:p w14:paraId="1765ACE7" w14:textId="77777777" w:rsidR="00490E0E" w:rsidRPr="00CE000F" w:rsidRDefault="004E42D1" w:rsidP="00690551">
            <w:pPr>
              <w:rPr>
                <w:rFonts w:cs="Arial"/>
                <w:sz w:val="20"/>
                <w:szCs w:val="20"/>
              </w:rPr>
            </w:pPr>
            <w:r w:rsidRPr="00CE000F">
              <w:rPr>
                <w:rFonts w:cs="Arial"/>
                <w:sz w:val="20"/>
                <w:szCs w:val="20"/>
              </w:rPr>
              <w:t>Stawka podatku wyrażona ułamkiem dziesiętnym z dokładnością do 4 miejsc po przecinku</w:t>
            </w:r>
          </w:p>
        </w:tc>
        <w:tc>
          <w:tcPr>
            <w:tcW w:w="840" w:type="dxa"/>
          </w:tcPr>
          <w:p w14:paraId="32A6D902" w14:textId="77777777" w:rsidR="00490E0E" w:rsidRPr="00CE000F" w:rsidRDefault="004136AD" w:rsidP="00490E0E">
            <w:pPr>
              <w:rPr>
                <w:rFonts w:cs="Arial"/>
                <w:sz w:val="20"/>
                <w:szCs w:val="20"/>
              </w:rPr>
            </w:pPr>
            <w:r w:rsidRPr="00CE000F">
              <w:rPr>
                <w:rFonts w:cs="Arial"/>
                <w:sz w:val="20"/>
                <w:szCs w:val="20"/>
              </w:rPr>
              <w:t>22</w:t>
            </w:r>
          </w:p>
        </w:tc>
        <w:tc>
          <w:tcPr>
            <w:tcW w:w="2095" w:type="dxa"/>
          </w:tcPr>
          <w:p w14:paraId="45DFF951" w14:textId="77777777" w:rsidR="00490E0E" w:rsidRPr="00CE000F" w:rsidRDefault="009B3261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E000F">
              <w:rPr>
                <w:rStyle w:val="pole"/>
                <w:rFonts w:ascii="Lato" w:hAnsi="Lato"/>
                <w:sz w:val="20"/>
                <w:szCs w:val="20"/>
              </w:rPr>
              <w:t>ZPercentage</w:t>
            </w:r>
          </w:p>
        </w:tc>
        <w:tc>
          <w:tcPr>
            <w:tcW w:w="1197" w:type="dxa"/>
          </w:tcPr>
          <w:p w14:paraId="3C6C7F3A" w14:textId="77777777" w:rsidR="00490E0E" w:rsidRPr="00CE000F" w:rsidRDefault="00490E0E" w:rsidP="005D7ED5">
            <w:pPr>
              <w:rPr>
                <w:rFonts w:cs="Arial"/>
                <w:sz w:val="20"/>
                <w:szCs w:val="20"/>
              </w:rPr>
            </w:pPr>
            <w:r w:rsidRPr="00CE000F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90E0E" w:rsidRPr="00656616" w14:paraId="61B42395" w14:textId="77777777" w:rsidTr="002579D1">
        <w:trPr>
          <w:trHeight w:val="213"/>
        </w:trPr>
        <w:tc>
          <w:tcPr>
            <w:tcW w:w="1788" w:type="dxa"/>
          </w:tcPr>
          <w:p w14:paraId="71A80759" w14:textId="77777777" w:rsidR="00490E0E" w:rsidRPr="00CE000F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0" w:name="amountOfTax"/>
            <w:r w:rsidRPr="00CE000F">
              <w:rPr>
                <w:rStyle w:val="pole"/>
                <w:rFonts w:ascii="Lato" w:hAnsi="Lato"/>
                <w:sz w:val="20"/>
                <w:szCs w:val="20"/>
              </w:rPr>
              <w:t>amountOfTax</w:t>
            </w:r>
            <w:bookmarkEnd w:id="70"/>
          </w:p>
        </w:tc>
        <w:tc>
          <w:tcPr>
            <w:tcW w:w="3360" w:type="dxa"/>
          </w:tcPr>
          <w:p w14:paraId="562ECA01" w14:textId="77777777" w:rsidR="00490E0E" w:rsidRPr="00CE000F" w:rsidRDefault="00490E0E" w:rsidP="005D7ED5">
            <w:pPr>
              <w:rPr>
                <w:rFonts w:cs="Arial"/>
                <w:sz w:val="20"/>
                <w:szCs w:val="20"/>
              </w:rPr>
            </w:pPr>
            <w:r w:rsidRPr="00CE000F">
              <w:rPr>
                <w:rFonts w:cs="Arial"/>
                <w:sz w:val="20"/>
                <w:szCs w:val="20"/>
              </w:rPr>
              <w:t>Kwota pobranego podatku stanowiąca iloczyn podstawy opodatkowania i stawki podatku wyrażonej w procentach</w:t>
            </w:r>
          </w:p>
        </w:tc>
        <w:tc>
          <w:tcPr>
            <w:tcW w:w="840" w:type="dxa"/>
          </w:tcPr>
          <w:p w14:paraId="5C087F20" w14:textId="77777777" w:rsidR="00490E0E" w:rsidRPr="00CE000F" w:rsidRDefault="004136AD" w:rsidP="005D7ED5">
            <w:pPr>
              <w:rPr>
                <w:rFonts w:cs="Arial"/>
                <w:sz w:val="20"/>
                <w:szCs w:val="20"/>
              </w:rPr>
            </w:pPr>
            <w:r w:rsidRPr="00CE000F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2095" w:type="dxa"/>
          </w:tcPr>
          <w:p w14:paraId="4D01C4A4" w14:textId="77777777" w:rsidR="00490E0E" w:rsidRPr="00CE000F" w:rsidRDefault="009B3261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E000F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57E1B57F" w14:textId="1419A7BA" w:rsidR="00490E0E" w:rsidRPr="00CE000F" w:rsidRDefault="0073446D" w:rsidP="005D7ED5">
            <w:pPr>
              <w:rPr>
                <w:rFonts w:cs="Arial"/>
                <w:sz w:val="20"/>
                <w:szCs w:val="20"/>
              </w:rPr>
            </w:pPr>
            <w:r w:rsidRPr="00CE000F">
              <w:rPr>
                <w:rFonts w:cs="Arial"/>
                <w:sz w:val="20"/>
                <w:szCs w:val="20"/>
              </w:rPr>
              <w:t xml:space="preserve">Patrz reguła </w:t>
            </w:r>
            <w:r w:rsidRPr="00CE000F">
              <w:rPr>
                <w:rFonts w:cs="Arial"/>
                <w:sz w:val="20"/>
                <w:szCs w:val="20"/>
              </w:rPr>
              <w:fldChar w:fldCharType="begin"/>
            </w:r>
            <w:r w:rsidRPr="00CE000F">
              <w:rPr>
                <w:rFonts w:cs="Arial"/>
                <w:sz w:val="20"/>
                <w:szCs w:val="20"/>
              </w:rPr>
              <w:instrText xml:space="preserve"> REF R12 \h </w:instrText>
            </w:r>
            <w:r w:rsidR="00656616" w:rsidRPr="00CE000F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CE000F">
              <w:rPr>
                <w:rFonts w:cs="Arial"/>
                <w:sz w:val="20"/>
                <w:szCs w:val="20"/>
              </w:rPr>
            </w:r>
            <w:r w:rsidRPr="00CE000F">
              <w:rPr>
                <w:rFonts w:cs="Arial"/>
                <w:sz w:val="20"/>
                <w:szCs w:val="20"/>
              </w:rPr>
              <w:fldChar w:fldCharType="separate"/>
            </w:r>
            <w:r w:rsidR="00454A12" w:rsidRPr="00CE000F">
              <w:rPr>
                <w:rFonts w:cs="Arial"/>
                <w:sz w:val="20"/>
                <w:szCs w:val="20"/>
              </w:rPr>
              <w:t>R12</w:t>
            </w:r>
            <w:r w:rsidRPr="00CE000F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8FCB4E3" w14:textId="77777777" w:rsidR="00490E0E" w:rsidRPr="00CE000F" w:rsidRDefault="00490E0E" w:rsidP="005D7ED5">
            <w:pPr>
              <w:rPr>
                <w:rFonts w:cs="Arial"/>
                <w:sz w:val="20"/>
                <w:szCs w:val="20"/>
              </w:rPr>
            </w:pPr>
            <w:r w:rsidRPr="00CE000F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490E0E" w:rsidRPr="00656616" w14:paraId="2A85B9C4" w14:textId="77777777" w:rsidTr="002579D1">
        <w:trPr>
          <w:trHeight w:val="213"/>
        </w:trPr>
        <w:tc>
          <w:tcPr>
            <w:tcW w:w="1788" w:type="dxa"/>
          </w:tcPr>
          <w:p w14:paraId="56C5F108" w14:textId="77777777" w:rsidR="00490E0E" w:rsidRPr="00CE000F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1" w:name="amountOfDeductionsFromSalary"/>
            <w:r w:rsidRPr="00CE000F">
              <w:rPr>
                <w:rStyle w:val="pole"/>
                <w:rFonts w:ascii="Lato" w:hAnsi="Lato"/>
                <w:sz w:val="20"/>
                <w:szCs w:val="20"/>
              </w:rPr>
              <w:t>amount</w:t>
            </w:r>
            <w:r w:rsidR="0073446D" w:rsidRPr="00CE000F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CE000F">
              <w:rPr>
                <w:rStyle w:val="pole"/>
                <w:rFonts w:ascii="Lato" w:hAnsi="Lato"/>
                <w:sz w:val="20"/>
                <w:szCs w:val="20"/>
              </w:rPr>
              <w:t>Of</w:t>
            </w:r>
            <w:r w:rsidR="0073446D" w:rsidRPr="00CE000F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CE000F">
              <w:rPr>
                <w:rStyle w:val="pole"/>
                <w:rFonts w:ascii="Lato" w:hAnsi="Lato"/>
                <w:sz w:val="20"/>
                <w:szCs w:val="20"/>
              </w:rPr>
              <w:t>Deductions</w:t>
            </w:r>
            <w:r w:rsidR="0073446D" w:rsidRPr="00CE000F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CE000F">
              <w:rPr>
                <w:rStyle w:val="pole"/>
                <w:rFonts w:ascii="Lato" w:hAnsi="Lato"/>
                <w:sz w:val="20"/>
                <w:szCs w:val="20"/>
              </w:rPr>
              <w:t>From</w:t>
            </w:r>
            <w:r w:rsidR="0073446D" w:rsidRPr="00CE000F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CE000F">
              <w:rPr>
                <w:rStyle w:val="pole"/>
                <w:rFonts w:ascii="Lato" w:hAnsi="Lato"/>
                <w:sz w:val="20"/>
                <w:szCs w:val="20"/>
              </w:rPr>
              <w:t>Salary</w:t>
            </w:r>
            <w:bookmarkEnd w:id="71"/>
          </w:p>
        </w:tc>
        <w:tc>
          <w:tcPr>
            <w:tcW w:w="3360" w:type="dxa"/>
          </w:tcPr>
          <w:p w14:paraId="02BC9AF3" w14:textId="77777777" w:rsidR="00490E0E" w:rsidRPr="00CE000F" w:rsidRDefault="00490E0E" w:rsidP="005D7ED5">
            <w:pPr>
              <w:rPr>
                <w:rFonts w:cs="Arial"/>
                <w:sz w:val="20"/>
                <w:szCs w:val="20"/>
              </w:rPr>
            </w:pPr>
            <w:r w:rsidRPr="00CE000F">
              <w:rPr>
                <w:rFonts w:cs="Arial"/>
                <w:sz w:val="20"/>
                <w:szCs w:val="20"/>
              </w:rPr>
              <w:t>Kwota potrąconego wynagrodzenia z tytułu terminowego wpłacenia podatku (zgodnie z art. 28 Ordynacji Podatkowej)</w:t>
            </w:r>
          </w:p>
        </w:tc>
        <w:tc>
          <w:tcPr>
            <w:tcW w:w="840" w:type="dxa"/>
          </w:tcPr>
          <w:p w14:paraId="189103FE" w14:textId="77777777" w:rsidR="00490E0E" w:rsidRPr="00CE000F" w:rsidRDefault="004136AD" w:rsidP="005D7ED5">
            <w:pPr>
              <w:rPr>
                <w:rFonts w:cs="Arial"/>
                <w:sz w:val="20"/>
                <w:szCs w:val="20"/>
              </w:rPr>
            </w:pPr>
            <w:r w:rsidRPr="00CE000F">
              <w:rPr>
                <w:rFonts w:cs="Arial"/>
                <w:sz w:val="20"/>
                <w:szCs w:val="20"/>
              </w:rPr>
              <w:t>24</w:t>
            </w:r>
          </w:p>
        </w:tc>
        <w:tc>
          <w:tcPr>
            <w:tcW w:w="2095" w:type="dxa"/>
          </w:tcPr>
          <w:p w14:paraId="0E52E518" w14:textId="77777777" w:rsidR="00490E0E" w:rsidRPr="00CE000F" w:rsidRDefault="009B3261" w:rsidP="005D7ED5">
            <w:pPr>
              <w:rPr>
                <w:rFonts w:cs="Arial"/>
                <w:sz w:val="20"/>
                <w:szCs w:val="20"/>
              </w:rPr>
            </w:pPr>
            <w:r w:rsidRPr="00CE000F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1D2B8E95" w14:textId="374442B1" w:rsidR="00490E0E" w:rsidRPr="00CE000F" w:rsidRDefault="0073446D" w:rsidP="005D7ED5">
            <w:pPr>
              <w:rPr>
                <w:rFonts w:cs="Arial"/>
                <w:sz w:val="20"/>
                <w:szCs w:val="20"/>
              </w:rPr>
            </w:pPr>
            <w:r w:rsidRPr="00CE000F">
              <w:rPr>
                <w:rFonts w:cs="Arial"/>
                <w:sz w:val="20"/>
                <w:szCs w:val="20"/>
              </w:rPr>
              <w:t xml:space="preserve">Patrz reguła </w:t>
            </w:r>
            <w:r w:rsidRPr="00CE000F">
              <w:rPr>
                <w:rFonts w:cs="Arial"/>
                <w:sz w:val="20"/>
                <w:szCs w:val="20"/>
              </w:rPr>
              <w:fldChar w:fldCharType="begin"/>
            </w:r>
            <w:r w:rsidRPr="00CE000F">
              <w:rPr>
                <w:rFonts w:cs="Arial"/>
                <w:sz w:val="20"/>
                <w:szCs w:val="20"/>
              </w:rPr>
              <w:instrText xml:space="preserve"> REF R13 \h </w:instrText>
            </w:r>
            <w:r w:rsidR="00656616" w:rsidRPr="00CE000F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CE000F">
              <w:rPr>
                <w:rFonts w:cs="Arial"/>
                <w:sz w:val="20"/>
                <w:szCs w:val="20"/>
              </w:rPr>
            </w:r>
            <w:r w:rsidRPr="00CE000F">
              <w:rPr>
                <w:rFonts w:cs="Arial"/>
                <w:sz w:val="20"/>
                <w:szCs w:val="20"/>
              </w:rPr>
              <w:fldChar w:fldCharType="separate"/>
            </w:r>
            <w:r w:rsidR="00454A12" w:rsidRPr="00CE000F">
              <w:rPr>
                <w:rFonts w:cs="Arial"/>
                <w:sz w:val="20"/>
                <w:szCs w:val="20"/>
              </w:rPr>
              <w:t>R13</w:t>
            </w:r>
            <w:r w:rsidRPr="00CE000F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B099AD5" w14:textId="77777777" w:rsidR="00490E0E" w:rsidRPr="00CE000F" w:rsidRDefault="00490E0E" w:rsidP="005D7ED5">
            <w:pPr>
              <w:rPr>
                <w:rFonts w:cs="Arial"/>
                <w:sz w:val="20"/>
                <w:szCs w:val="20"/>
              </w:rPr>
            </w:pPr>
            <w:r w:rsidRPr="00CE000F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490E0E" w:rsidRPr="00656616" w14:paraId="26877463" w14:textId="77777777" w:rsidTr="002579D1">
        <w:trPr>
          <w:trHeight w:val="213"/>
        </w:trPr>
        <w:tc>
          <w:tcPr>
            <w:tcW w:w="1788" w:type="dxa"/>
          </w:tcPr>
          <w:p w14:paraId="67346C9E" w14:textId="77777777" w:rsidR="00490E0E" w:rsidRPr="00CE000F" w:rsidRDefault="00490E0E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2" w:name="toPay"/>
            <w:r w:rsidRPr="00CE000F">
              <w:rPr>
                <w:rStyle w:val="pole"/>
                <w:rFonts w:ascii="Lato" w:hAnsi="Lato"/>
                <w:sz w:val="20"/>
                <w:szCs w:val="20"/>
              </w:rPr>
              <w:t>toPay</w:t>
            </w:r>
            <w:bookmarkEnd w:id="72"/>
          </w:p>
        </w:tc>
        <w:tc>
          <w:tcPr>
            <w:tcW w:w="3360" w:type="dxa"/>
          </w:tcPr>
          <w:p w14:paraId="6137D020" w14:textId="77777777" w:rsidR="00490E0E" w:rsidRPr="00CE000F" w:rsidRDefault="00490E0E" w:rsidP="005D7ED5">
            <w:pPr>
              <w:rPr>
                <w:rFonts w:cs="Arial"/>
                <w:sz w:val="20"/>
                <w:szCs w:val="20"/>
              </w:rPr>
            </w:pPr>
            <w:r w:rsidRPr="00CE000F">
              <w:rPr>
                <w:rFonts w:cs="Arial"/>
                <w:sz w:val="20"/>
                <w:szCs w:val="20"/>
              </w:rPr>
              <w:t>Kwota do wpłaty stanowiąca kwotę podatku potrąconą o wynagrodzenie</w:t>
            </w:r>
          </w:p>
        </w:tc>
        <w:tc>
          <w:tcPr>
            <w:tcW w:w="840" w:type="dxa"/>
          </w:tcPr>
          <w:p w14:paraId="35383697" w14:textId="77777777" w:rsidR="00490E0E" w:rsidRPr="00CE000F" w:rsidRDefault="004136AD" w:rsidP="005D7ED5">
            <w:pPr>
              <w:rPr>
                <w:rFonts w:cs="Arial"/>
                <w:sz w:val="20"/>
                <w:szCs w:val="20"/>
              </w:rPr>
            </w:pPr>
            <w:r w:rsidRPr="00CE000F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2095" w:type="dxa"/>
          </w:tcPr>
          <w:p w14:paraId="489305F6" w14:textId="77777777" w:rsidR="0073446D" w:rsidRPr="00CE000F" w:rsidRDefault="0073446D" w:rsidP="0073446D">
            <w:pPr>
              <w:rPr>
                <w:rFonts w:cs="Arial"/>
                <w:sz w:val="20"/>
                <w:szCs w:val="20"/>
              </w:rPr>
            </w:pPr>
            <w:r w:rsidRPr="00CE000F">
              <w:rPr>
                <w:rStyle w:val="pole"/>
                <w:rFonts w:ascii="Lato" w:hAnsi="Lato"/>
                <w:sz w:val="20"/>
                <w:szCs w:val="20"/>
              </w:rPr>
              <w:t>ZAmountP</w:t>
            </w:r>
          </w:p>
          <w:p w14:paraId="4B5896AB" w14:textId="50BF5C03" w:rsidR="00490E0E" w:rsidRPr="00CE000F" w:rsidRDefault="0073446D" w:rsidP="0073446D">
            <w:pPr>
              <w:rPr>
                <w:rFonts w:cs="Arial"/>
                <w:sz w:val="20"/>
                <w:szCs w:val="20"/>
              </w:rPr>
            </w:pPr>
            <w:r w:rsidRPr="00CE000F">
              <w:rPr>
                <w:rFonts w:cs="Arial"/>
                <w:sz w:val="20"/>
                <w:szCs w:val="20"/>
              </w:rPr>
              <w:t xml:space="preserve">Patrz reguła </w:t>
            </w:r>
            <w:r w:rsidRPr="00CE000F">
              <w:rPr>
                <w:rFonts w:cs="Arial"/>
                <w:sz w:val="20"/>
                <w:szCs w:val="20"/>
              </w:rPr>
              <w:fldChar w:fldCharType="begin"/>
            </w:r>
            <w:r w:rsidRPr="00CE000F">
              <w:rPr>
                <w:rFonts w:cs="Arial"/>
                <w:sz w:val="20"/>
                <w:szCs w:val="20"/>
              </w:rPr>
              <w:instrText xml:space="preserve"> REF R14 \h </w:instrText>
            </w:r>
            <w:r w:rsidR="00656616" w:rsidRPr="00CE000F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CE000F">
              <w:rPr>
                <w:rFonts w:cs="Arial"/>
                <w:sz w:val="20"/>
                <w:szCs w:val="20"/>
              </w:rPr>
            </w:r>
            <w:r w:rsidRPr="00CE000F">
              <w:rPr>
                <w:rFonts w:cs="Arial"/>
                <w:sz w:val="20"/>
                <w:szCs w:val="20"/>
              </w:rPr>
              <w:fldChar w:fldCharType="separate"/>
            </w:r>
            <w:r w:rsidR="00454A12" w:rsidRPr="00CE000F">
              <w:rPr>
                <w:rFonts w:cs="Arial"/>
                <w:sz w:val="20"/>
                <w:szCs w:val="20"/>
              </w:rPr>
              <w:t>R14</w:t>
            </w:r>
            <w:r w:rsidRPr="00CE000F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098F1F8" w14:textId="77777777" w:rsidR="00490E0E" w:rsidRPr="00CE000F" w:rsidRDefault="00490E0E" w:rsidP="005D7ED5">
            <w:pPr>
              <w:rPr>
                <w:rFonts w:cs="Arial"/>
                <w:sz w:val="20"/>
                <w:szCs w:val="20"/>
              </w:rPr>
            </w:pPr>
            <w:r w:rsidRPr="00CE000F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5ACB332F" w14:textId="77777777" w:rsidR="00805EC9" w:rsidRPr="00656616" w:rsidRDefault="00805EC9" w:rsidP="00656616">
      <w:pPr>
        <w:pStyle w:val="Nagwek2"/>
      </w:pPr>
      <w:bookmarkStart w:id="73" w:name="_Toc184287499"/>
      <w:r w:rsidRPr="00656616">
        <w:t>Reguły</w:t>
      </w:r>
      <w:bookmarkEnd w:id="73"/>
    </w:p>
    <w:p w14:paraId="33D63F7A" w14:textId="288F3E32" w:rsidR="00CE000F" w:rsidRDefault="00CE000F" w:rsidP="00CE000F">
      <w:pPr>
        <w:pStyle w:val="Legenda"/>
      </w:pPr>
      <w:bookmarkStart w:id="74" w:name="_Toc184287486"/>
      <w:r>
        <w:t xml:space="preserve">Tabela </w:t>
      </w:r>
      <w:r w:rsidR="008939EB">
        <w:fldChar w:fldCharType="begin"/>
      </w:r>
      <w:r w:rsidR="008939EB">
        <w:instrText xml:space="preserve"> SEQ Tabela \* ARABIC </w:instrText>
      </w:r>
      <w:r w:rsidR="008939EB">
        <w:fldChar w:fldCharType="separate"/>
      </w:r>
      <w:r>
        <w:rPr>
          <w:noProof/>
        </w:rPr>
        <w:t>14</w:t>
      </w:r>
      <w:r w:rsidR="008939EB">
        <w:rPr>
          <w:noProof/>
        </w:rPr>
        <w:fldChar w:fldCharType="end"/>
      </w:r>
      <w:r>
        <w:t xml:space="preserve">. </w:t>
      </w:r>
      <w:r w:rsidRPr="00DE2A8E">
        <w:t>Reguły dotyczące deklaracji POG-P</w:t>
      </w:r>
      <w:bookmarkEnd w:id="74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3"/>
        <w:gridCol w:w="8111"/>
      </w:tblGrid>
      <w:tr w:rsidR="00805EC9" w:rsidRPr="00656616" w14:paraId="088D12EB" w14:textId="77777777" w:rsidTr="002579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943" w:type="dxa"/>
          </w:tcPr>
          <w:p w14:paraId="40776B04" w14:textId="77777777" w:rsidR="00805EC9" w:rsidRPr="00656616" w:rsidRDefault="00805EC9" w:rsidP="005876FF">
            <w:pPr>
              <w:rPr>
                <w:rFonts w:cs="Arial"/>
                <w:b w:val="0"/>
                <w:sz w:val="18"/>
                <w:szCs w:val="18"/>
              </w:rPr>
            </w:pPr>
            <w:r w:rsidRPr="00656616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4051433B" w14:textId="77777777" w:rsidR="00805EC9" w:rsidRPr="00656616" w:rsidRDefault="00805EC9" w:rsidP="005876FF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656616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47369C" w:rsidRPr="00656616" w14:paraId="42C3B03E" w14:textId="77777777" w:rsidTr="002579D1">
        <w:trPr>
          <w:trHeight w:val="213"/>
        </w:trPr>
        <w:tc>
          <w:tcPr>
            <w:tcW w:w="943" w:type="dxa"/>
          </w:tcPr>
          <w:p w14:paraId="271B64BD" w14:textId="77777777" w:rsidR="0047369C" w:rsidRPr="00CE000F" w:rsidRDefault="009A4813" w:rsidP="00DE6D49">
            <w:pPr>
              <w:rPr>
                <w:rFonts w:cs="Arial"/>
                <w:sz w:val="20"/>
                <w:szCs w:val="20"/>
              </w:rPr>
            </w:pPr>
            <w:bookmarkStart w:id="75" w:name="R1"/>
            <w:r w:rsidRPr="00CE000F">
              <w:rPr>
                <w:rFonts w:cs="Arial"/>
                <w:sz w:val="20"/>
                <w:szCs w:val="20"/>
              </w:rPr>
              <w:t>R1</w:t>
            </w:r>
            <w:bookmarkEnd w:id="75"/>
          </w:p>
        </w:tc>
        <w:tc>
          <w:tcPr>
            <w:tcW w:w="8111" w:type="dxa"/>
          </w:tcPr>
          <w:p w14:paraId="60F4764F" w14:textId="77777777" w:rsidR="0047369C" w:rsidRPr="00CE000F" w:rsidRDefault="00BF7066" w:rsidP="001D33BE">
            <w:pPr>
              <w:rPr>
                <w:rFonts w:cs="Arial"/>
                <w:sz w:val="20"/>
                <w:szCs w:val="20"/>
              </w:rPr>
            </w:pPr>
            <w:r w:rsidRPr="00CE000F">
              <w:rPr>
                <w:rFonts w:cs="Arial"/>
                <w:sz w:val="20"/>
                <w:szCs w:val="20"/>
              </w:rPr>
              <w:t>Deklaracja nie może być złożona za okres który się jeszcze nie zakończył.</w:t>
            </w:r>
          </w:p>
          <w:p w14:paraId="1D6B91C3" w14:textId="77777777" w:rsidR="0073446D" w:rsidRPr="00CE000F" w:rsidRDefault="0073446D" w:rsidP="001D33BE">
            <w:pPr>
              <w:rPr>
                <w:rFonts w:cs="Arial"/>
                <w:sz w:val="20"/>
                <w:szCs w:val="20"/>
              </w:rPr>
            </w:pPr>
            <w:r w:rsidRPr="00CE000F">
              <w:rPr>
                <w:rFonts w:cs="Arial"/>
                <w:sz w:val="20"/>
                <w:szCs w:val="20"/>
              </w:rPr>
              <w:t xml:space="preserve">Dotyczy pola </w:t>
            </w:r>
            <w:r w:rsidRPr="00CE000F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CE000F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period \h  \* MERGEFORMAT </w:instrText>
            </w:r>
            <w:r w:rsidRPr="00CE000F">
              <w:rPr>
                <w:rStyle w:val="poleodsylacz"/>
                <w:rFonts w:ascii="Lato" w:hAnsi="Lato"/>
                <w:sz w:val="20"/>
                <w:szCs w:val="20"/>
              </w:rPr>
            </w:r>
            <w:r w:rsidRPr="00CE000F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54A12" w:rsidRPr="00CE000F">
              <w:rPr>
                <w:rStyle w:val="poleodsylacz"/>
                <w:rFonts w:ascii="Lato" w:hAnsi="Lato"/>
                <w:sz w:val="20"/>
                <w:szCs w:val="20"/>
              </w:rPr>
              <w:t>period</w:t>
            </w:r>
            <w:r w:rsidRPr="00CE000F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CE000F">
              <w:rPr>
                <w:rFonts w:cs="Arial"/>
                <w:sz w:val="20"/>
                <w:szCs w:val="20"/>
              </w:rPr>
              <w:t>.</w:t>
            </w:r>
          </w:p>
        </w:tc>
      </w:tr>
      <w:tr w:rsidR="0047369C" w:rsidRPr="00656616" w14:paraId="0EC1603B" w14:textId="77777777" w:rsidTr="002579D1">
        <w:trPr>
          <w:trHeight w:val="213"/>
        </w:trPr>
        <w:tc>
          <w:tcPr>
            <w:tcW w:w="943" w:type="dxa"/>
          </w:tcPr>
          <w:p w14:paraId="684D2286" w14:textId="77777777" w:rsidR="0047369C" w:rsidRPr="00CE000F" w:rsidRDefault="009A4813" w:rsidP="00DE6D49">
            <w:pPr>
              <w:rPr>
                <w:rFonts w:cs="Arial"/>
                <w:sz w:val="20"/>
                <w:szCs w:val="20"/>
              </w:rPr>
            </w:pPr>
            <w:bookmarkStart w:id="76" w:name="R2"/>
            <w:r w:rsidRPr="00CE000F">
              <w:rPr>
                <w:rFonts w:cs="Arial"/>
                <w:sz w:val="20"/>
                <w:szCs w:val="20"/>
              </w:rPr>
              <w:t>R2</w:t>
            </w:r>
            <w:bookmarkEnd w:id="76"/>
          </w:p>
        </w:tc>
        <w:tc>
          <w:tcPr>
            <w:tcW w:w="8111" w:type="dxa"/>
          </w:tcPr>
          <w:p w14:paraId="72324D03" w14:textId="77777777" w:rsidR="0047369C" w:rsidRPr="00CE000F" w:rsidRDefault="0047369C" w:rsidP="0073446D">
            <w:pPr>
              <w:rPr>
                <w:rFonts w:cs="Arial"/>
                <w:sz w:val="20"/>
                <w:szCs w:val="20"/>
              </w:rPr>
            </w:pPr>
            <w:r w:rsidRPr="00CE000F">
              <w:rPr>
                <w:rFonts w:cs="Arial"/>
                <w:sz w:val="20"/>
                <w:szCs w:val="20"/>
              </w:rPr>
              <w:t xml:space="preserve">Pole tekstowe </w:t>
            </w:r>
            <w:r w:rsidR="0073446D" w:rsidRPr="00CE000F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73446D" w:rsidRPr="00CE000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submissionAim \h  \* MERGEFORMAT </w:instrText>
            </w:r>
            <w:r w:rsidR="0073446D" w:rsidRPr="00CE000F">
              <w:rPr>
                <w:rStyle w:val="poleodsylacz"/>
                <w:rFonts w:ascii="Lato" w:hAnsi="Lato"/>
                <w:sz w:val="20"/>
                <w:szCs w:val="20"/>
              </w:rPr>
            </w:r>
            <w:r w:rsidR="0073446D" w:rsidRPr="00CE000F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54A12" w:rsidRPr="00CE000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submissionAim</w:t>
            </w:r>
            <w:r w:rsidR="0073446D" w:rsidRPr="00CE000F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73446D" w:rsidRPr="00CE000F">
              <w:rPr>
                <w:rFonts w:cs="Arial"/>
                <w:sz w:val="20"/>
                <w:szCs w:val="20"/>
              </w:rPr>
              <w:t xml:space="preserve"> </w:t>
            </w:r>
            <w:r w:rsidRPr="00CE000F">
              <w:rPr>
                <w:rFonts w:cs="Arial"/>
                <w:sz w:val="20"/>
                <w:szCs w:val="20"/>
              </w:rPr>
              <w:t>wypełnione wartościami „Deklaracja” albo „Korekta”.</w:t>
            </w:r>
          </w:p>
        </w:tc>
      </w:tr>
      <w:tr w:rsidR="009A4813" w:rsidRPr="00541D36" w14:paraId="4BEE5433" w14:textId="77777777" w:rsidTr="002579D1">
        <w:trPr>
          <w:trHeight w:val="213"/>
        </w:trPr>
        <w:tc>
          <w:tcPr>
            <w:tcW w:w="943" w:type="dxa"/>
          </w:tcPr>
          <w:p w14:paraId="2B957FE4" w14:textId="77777777" w:rsidR="009A4813" w:rsidRPr="00CE000F" w:rsidRDefault="009A4813" w:rsidP="009A4813">
            <w:pPr>
              <w:rPr>
                <w:rFonts w:cs="Arial"/>
                <w:sz w:val="20"/>
                <w:szCs w:val="20"/>
              </w:rPr>
            </w:pPr>
            <w:bookmarkStart w:id="77" w:name="R3"/>
            <w:r w:rsidRPr="00CE000F">
              <w:rPr>
                <w:rFonts w:cs="Arial"/>
                <w:sz w:val="20"/>
                <w:szCs w:val="20"/>
              </w:rPr>
              <w:t>R3</w:t>
            </w:r>
            <w:bookmarkEnd w:id="77"/>
          </w:p>
        </w:tc>
        <w:tc>
          <w:tcPr>
            <w:tcW w:w="8111" w:type="dxa"/>
          </w:tcPr>
          <w:p w14:paraId="21581A1B" w14:textId="77777777" w:rsidR="009A4813" w:rsidRPr="00CE000F" w:rsidRDefault="009A4813" w:rsidP="009A4813">
            <w:pPr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CE000F">
              <w:rPr>
                <w:rFonts w:cs="Arial"/>
                <w:sz w:val="20"/>
                <w:szCs w:val="20"/>
                <w:lang w:val="en-US"/>
              </w:rPr>
              <w:t>Muszą</w:t>
            </w:r>
            <w:proofErr w:type="spellEnd"/>
            <w:r w:rsidRPr="00CE000F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000F">
              <w:rPr>
                <w:rFonts w:cs="Arial"/>
                <w:sz w:val="20"/>
                <w:szCs w:val="20"/>
                <w:lang w:val="en-US"/>
              </w:rPr>
              <w:t>być</w:t>
            </w:r>
            <w:proofErr w:type="spellEnd"/>
            <w:r w:rsidRPr="00CE000F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000F">
              <w:rPr>
                <w:rFonts w:cs="Arial"/>
                <w:sz w:val="20"/>
                <w:szCs w:val="20"/>
                <w:lang w:val="en-US"/>
              </w:rPr>
              <w:t>wypełnione</w:t>
            </w:r>
            <w:proofErr w:type="spellEnd"/>
            <w:r w:rsidRPr="00CE000F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000F">
              <w:rPr>
                <w:rFonts w:cs="Arial"/>
                <w:sz w:val="20"/>
                <w:szCs w:val="20"/>
                <w:lang w:val="en-US"/>
              </w:rPr>
              <w:t>pola</w:t>
            </w:r>
            <w:proofErr w:type="spellEnd"/>
            <w:r w:rsidR="0073446D" w:rsidRPr="00CE000F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="0073446D" w:rsidRPr="00CE000F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73446D" w:rsidRPr="00CE000F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Trader \h  \* MERGEFORMAT </w:instrText>
            </w:r>
            <w:r w:rsidR="0073446D" w:rsidRPr="00CE000F">
              <w:rPr>
                <w:rStyle w:val="poleodsylacz"/>
                <w:rFonts w:ascii="Lato" w:hAnsi="Lato"/>
                <w:sz w:val="20"/>
                <w:szCs w:val="20"/>
              </w:rPr>
            </w:r>
            <w:r w:rsidR="0073446D" w:rsidRPr="00CE000F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54A12" w:rsidRPr="00CE000F">
              <w:rPr>
                <w:rStyle w:val="poleodsylacz"/>
                <w:rFonts w:ascii="Lato" w:hAnsi="Lato"/>
                <w:sz w:val="20"/>
                <w:szCs w:val="20"/>
              </w:rPr>
              <w:t>Trader</w:t>
            </w:r>
            <w:r w:rsidR="0073446D" w:rsidRPr="00CE000F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73446D" w:rsidRPr="00CE000F">
              <w:rPr>
                <w:rFonts w:cs="Arial"/>
                <w:sz w:val="20"/>
                <w:szCs w:val="20"/>
                <w:lang w:val="en-US"/>
              </w:rPr>
              <w:t>:</w:t>
            </w:r>
            <w:r w:rsidRPr="00CE000F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Pr="00CE000F">
              <w:rPr>
                <w:rStyle w:val="pole"/>
                <w:rFonts w:ascii="Lato" w:hAnsi="Lato"/>
                <w:sz w:val="20"/>
                <w:szCs w:val="20"/>
              </w:rPr>
              <w:t>province, district, commune, houseNumber, postalCode, postalName</w:t>
            </w:r>
            <w:r w:rsidRPr="00CE000F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</w:tr>
      <w:tr w:rsidR="009A4813" w:rsidRPr="00656616" w14:paraId="746A3883" w14:textId="77777777" w:rsidTr="002579D1">
        <w:trPr>
          <w:trHeight w:val="213"/>
        </w:trPr>
        <w:tc>
          <w:tcPr>
            <w:tcW w:w="943" w:type="dxa"/>
          </w:tcPr>
          <w:p w14:paraId="112112EE" w14:textId="77777777" w:rsidR="009A4813" w:rsidRPr="00CE000F" w:rsidRDefault="009A4813" w:rsidP="009A4813">
            <w:pPr>
              <w:rPr>
                <w:rFonts w:cs="Arial"/>
                <w:sz w:val="20"/>
                <w:szCs w:val="20"/>
              </w:rPr>
            </w:pPr>
            <w:bookmarkStart w:id="78" w:name="R12"/>
            <w:r w:rsidRPr="00CE000F">
              <w:rPr>
                <w:rFonts w:cs="Arial"/>
                <w:sz w:val="20"/>
                <w:szCs w:val="20"/>
              </w:rPr>
              <w:lastRenderedPageBreak/>
              <w:t>R12</w:t>
            </w:r>
            <w:bookmarkEnd w:id="78"/>
          </w:p>
        </w:tc>
        <w:tc>
          <w:tcPr>
            <w:tcW w:w="8111" w:type="dxa"/>
          </w:tcPr>
          <w:p w14:paraId="3CDFE53D" w14:textId="77777777" w:rsidR="009A4813" w:rsidRPr="00CE000F" w:rsidRDefault="009A4813" w:rsidP="009A4813">
            <w:pPr>
              <w:rPr>
                <w:rFonts w:cs="Arial"/>
                <w:sz w:val="20"/>
                <w:szCs w:val="20"/>
              </w:rPr>
            </w:pPr>
            <w:r w:rsidRPr="00CE000F">
              <w:rPr>
                <w:rFonts w:cs="Arial"/>
                <w:sz w:val="20"/>
                <w:szCs w:val="20"/>
              </w:rPr>
              <w:t xml:space="preserve">Walidacja: wprowadzona </w:t>
            </w:r>
            <w:r w:rsidR="003E4A1D" w:rsidRPr="00CE000F">
              <w:rPr>
                <w:rFonts w:cs="Arial"/>
                <w:sz w:val="20"/>
                <w:szCs w:val="20"/>
              </w:rPr>
              <w:t xml:space="preserve">w pole </w:t>
            </w:r>
            <w:r w:rsidR="003E4A1D" w:rsidRPr="00CE000F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3E4A1D" w:rsidRPr="00CE000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amountOfTax \h  \* MERGEFORMAT </w:instrText>
            </w:r>
            <w:r w:rsidR="003E4A1D" w:rsidRPr="00CE000F">
              <w:rPr>
                <w:rStyle w:val="poleodsylacz"/>
                <w:rFonts w:ascii="Lato" w:hAnsi="Lato"/>
                <w:sz w:val="20"/>
                <w:szCs w:val="20"/>
              </w:rPr>
            </w:r>
            <w:r w:rsidR="003E4A1D" w:rsidRPr="00CE000F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54A12" w:rsidRPr="00CE000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amountOfTax</w:t>
            </w:r>
            <w:r w:rsidR="003E4A1D" w:rsidRPr="00CE000F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3E4A1D" w:rsidRPr="00CE000F">
              <w:rPr>
                <w:rFonts w:cs="Arial"/>
                <w:sz w:val="20"/>
                <w:szCs w:val="20"/>
              </w:rPr>
              <w:t xml:space="preserve"> </w:t>
            </w:r>
            <w:r w:rsidRPr="00CE000F">
              <w:rPr>
                <w:rFonts w:cs="Arial"/>
                <w:sz w:val="20"/>
                <w:szCs w:val="20"/>
              </w:rPr>
              <w:t>wartość równa iloczynowi wartości w polach „Podstawa opodatkowania” oraz „Stawka podatku”.</w:t>
            </w:r>
          </w:p>
        </w:tc>
      </w:tr>
      <w:tr w:rsidR="009A4813" w:rsidRPr="00656616" w14:paraId="70D6D038" w14:textId="77777777" w:rsidTr="002579D1">
        <w:trPr>
          <w:trHeight w:val="213"/>
        </w:trPr>
        <w:tc>
          <w:tcPr>
            <w:tcW w:w="943" w:type="dxa"/>
          </w:tcPr>
          <w:p w14:paraId="2A06F440" w14:textId="77777777" w:rsidR="009A4813" w:rsidRPr="00CE000F" w:rsidRDefault="009A4813" w:rsidP="009A4813">
            <w:pPr>
              <w:rPr>
                <w:rFonts w:cs="Arial"/>
                <w:sz w:val="20"/>
                <w:szCs w:val="20"/>
              </w:rPr>
            </w:pPr>
            <w:bookmarkStart w:id="79" w:name="R13"/>
            <w:r w:rsidRPr="00CE000F">
              <w:rPr>
                <w:rFonts w:cs="Arial"/>
                <w:sz w:val="20"/>
                <w:szCs w:val="20"/>
              </w:rPr>
              <w:t>R13</w:t>
            </w:r>
            <w:bookmarkEnd w:id="79"/>
          </w:p>
        </w:tc>
        <w:tc>
          <w:tcPr>
            <w:tcW w:w="8111" w:type="dxa"/>
          </w:tcPr>
          <w:p w14:paraId="67D4FC10" w14:textId="77777777" w:rsidR="009A4813" w:rsidRPr="00CE000F" w:rsidRDefault="009A4813" w:rsidP="003E4A1D">
            <w:pPr>
              <w:rPr>
                <w:rFonts w:cs="Arial"/>
                <w:sz w:val="20"/>
                <w:szCs w:val="20"/>
              </w:rPr>
            </w:pPr>
            <w:r w:rsidRPr="00CE000F">
              <w:rPr>
                <w:rFonts w:cs="Arial"/>
                <w:sz w:val="20"/>
                <w:szCs w:val="20"/>
              </w:rPr>
              <w:t xml:space="preserve">Walidacja: wartość </w:t>
            </w:r>
            <w:r w:rsidR="003E4A1D" w:rsidRPr="00CE000F">
              <w:rPr>
                <w:rFonts w:cs="Arial"/>
                <w:sz w:val="20"/>
                <w:szCs w:val="20"/>
              </w:rPr>
              <w:t xml:space="preserve">w </w:t>
            </w:r>
            <w:r w:rsidR="003E4A1D" w:rsidRPr="00CE000F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3E4A1D" w:rsidRPr="00CE000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amountOfDeductionsFromSalary \h  \* MERGEFORMAT </w:instrText>
            </w:r>
            <w:r w:rsidR="003E4A1D" w:rsidRPr="00CE000F">
              <w:rPr>
                <w:rStyle w:val="poleodsylacz"/>
                <w:rFonts w:ascii="Lato" w:hAnsi="Lato"/>
                <w:sz w:val="20"/>
                <w:szCs w:val="20"/>
              </w:rPr>
            </w:r>
            <w:r w:rsidR="003E4A1D" w:rsidRPr="00CE000F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54A12" w:rsidRPr="00CE000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amount</w:t>
            </w:r>
            <w:r w:rsidR="00454A12" w:rsidRPr="00CE000F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454A12" w:rsidRPr="00CE000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Of</w:t>
            </w:r>
            <w:r w:rsidR="00454A12" w:rsidRPr="00CE000F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454A12" w:rsidRPr="00CE000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Deductions</w:t>
            </w:r>
            <w:r w:rsidR="00454A12" w:rsidRPr="00CE000F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454A12" w:rsidRPr="00CE000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From</w:t>
            </w:r>
            <w:r w:rsidR="00454A12" w:rsidRPr="00CE000F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454A12" w:rsidRPr="00CE000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Salary</w:t>
            </w:r>
            <w:r w:rsidR="003E4A1D" w:rsidRPr="00CE000F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3E4A1D" w:rsidRPr="00CE000F">
              <w:rPr>
                <w:rFonts w:cs="Arial"/>
                <w:sz w:val="20"/>
                <w:szCs w:val="20"/>
              </w:rPr>
              <w:t xml:space="preserve"> </w:t>
            </w:r>
            <w:r w:rsidRPr="00CE000F">
              <w:rPr>
                <w:rFonts w:cs="Arial"/>
                <w:sz w:val="20"/>
                <w:szCs w:val="20"/>
              </w:rPr>
              <w:t>nie może być wyższa niż 0,3% wartości w polu „Kwota pobranego podatku”.</w:t>
            </w:r>
          </w:p>
        </w:tc>
      </w:tr>
      <w:tr w:rsidR="009A4813" w:rsidRPr="00656616" w14:paraId="5150AA2D" w14:textId="77777777" w:rsidTr="002579D1">
        <w:trPr>
          <w:trHeight w:val="213"/>
        </w:trPr>
        <w:tc>
          <w:tcPr>
            <w:tcW w:w="943" w:type="dxa"/>
          </w:tcPr>
          <w:p w14:paraId="7BFEEF73" w14:textId="77777777" w:rsidR="009A4813" w:rsidRPr="00CE000F" w:rsidRDefault="009A4813" w:rsidP="009A4813">
            <w:pPr>
              <w:rPr>
                <w:rFonts w:cs="Arial"/>
                <w:sz w:val="20"/>
                <w:szCs w:val="20"/>
              </w:rPr>
            </w:pPr>
            <w:bookmarkStart w:id="80" w:name="R14"/>
            <w:r w:rsidRPr="00CE000F">
              <w:rPr>
                <w:rFonts w:cs="Arial"/>
                <w:sz w:val="20"/>
                <w:szCs w:val="20"/>
              </w:rPr>
              <w:t>R14</w:t>
            </w:r>
            <w:bookmarkEnd w:id="80"/>
          </w:p>
        </w:tc>
        <w:tc>
          <w:tcPr>
            <w:tcW w:w="8111" w:type="dxa"/>
          </w:tcPr>
          <w:p w14:paraId="7E34F966" w14:textId="77777777" w:rsidR="009A4813" w:rsidRPr="00CE000F" w:rsidRDefault="009A4813" w:rsidP="009A4813">
            <w:pPr>
              <w:rPr>
                <w:rFonts w:cs="Arial"/>
                <w:sz w:val="20"/>
                <w:szCs w:val="20"/>
              </w:rPr>
            </w:pPr>
            <w:r w:rsidRPr="00CE000F">
              <w:rPr>
                <w:rFonts w:cs="Arial"/>
                <w:sz w:val="20"/>
                <w:szCs w:val="20"/>
              </w:rPr>
              <w:t xml:space="preserve">Walidacja: wprowadzona </w:t>
            </w:r>
            <w:r w:rsidR="003E4A1D" w:rsidRPr="00CE000F">
              <w:rPr>
                <w:rFonts w:cs="Arial"/>
                <w:sz w:val="20"/>
                <w:szCs w:val="20"/>
              </w:rPr>
              <w:t xml:space="preserve">w </w:t>
            </w:r>
            <w:r w:rsidR="003E4A1D" w:rsidRPr="00CE000F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3E4A1D" w:rsidRPr="00CE000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toPay \h  \* MERGEFORMAT </w:instrText>
            </w:r>
            <w:r w:rsidR="003E4A1D" w:rsidRPr="00CE000F">
              <w:rPr>
                <w:rStyle w:val="poleodsylacz"/>
                <w:rFonts w:ascii="Lato" w:hAnsi="Lato"/>
                <w:sz w:val="20"/>
                <w:szCs w:val="20"/>
              </w:rPr>
            </w:r>
            <w:r w:rsidR="003E4A1D" w:rsidRPr="00CE000F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54A12" w:rsidRPr="00CE000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toPay</w:t>
            </w:r>
            <w:r w:rsidR="003E4A1D" w:rsidRPr="00CE000F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3E4A1D" w:rsidRPr="00CE000F">
              <w:rPr>
                <w:rFonts w:cs="Arial"/>
                <w:sz w:val="20"/>
                <w:szCs w:val="20"/>
              </w:rPr>
              <w:t xml:space="preserve"> </w:t>
            </w:r>
            <w:r w:rsidRPr="00CE000F">
              <w:rPr>
                <w:rFonts w:cs="Arial"/>
                <w:sz w:val="20"/>
                <w:szCs w:val="20"/>
              </w:rPr>
              <w:t>wartość równa wartości obliczonej wg wzoru: wartość w polu „Kwota pobranego podatku” – „Kwota potrąconego wynagrodzenia”.</w:t>
            </w:r>
          </w:p>
        </w:tc>
      </w:tr>
      <w:tr w:rsidR="00500C9D" w:rsidRPr="00656616" w14:paraId="642CF670" w14:textId="77777777" w:rsidTr="002579D1">
        <w:trPr>
          <w:trHeight w:val="213"/>
        </w:trPr>
        <w:tc>
          <w:tcPr>
            <w:tcW w:w="943" w:type="dxa"/>
          </w:tcPr>
          <w:p w14:paraId="1E9D5E63" w14:textId="77777777" w:rsidR="00500C9D" w:rsidRPr="00CE000F" w:rsidRDefault="00500C9D" w:rsidP="009A4813">
            <w:pPr>
              <w:rPr>
                <w:rFonts w:cs="Arial"/>
                <w:sz w:val="20"/>
                <w:szCs w:val="20"/>
              </w:rPr>
            </w:pPr>
            <w:r w:rsidRPr="00CE000F">
              <w:rPr>
                <w:rFonts w:cs="Arial"/>
                <w:sz w:val="20"/>
                <w:szCs w:val="20"/>
              </w:rPr>
              <w:t>R15</w:t>
            </w:r>
          </w:p>
        </w:tc>
        <w:tc>
          <w:tcPr>
            <w:tcW w:w="8111" w:type="dxa"/>
          </w:tcPr>
          <w:p w14:paraId="163AADDF" w14:textId="77777777" w:rsidR="00500C9D" w:rsidRPr="00CE000F" w:rsidRDefault="00F119C1" w:rsidP="00F641D0">
            <w:pPr>
              <w:rPr>
                <w:rFonts w:cs="Arial"/>
                <w:sz w:val="20"/>
                <w:szCs w:val="20"/>
              </w:rPr>
            </w:pPr>
            <w:r w:rsidRPr="00CE000F">
              <w:rPr>
                <w:rFonts w:cs="Arial"/>
                <w:sz w:val="20"/>
                <w:szCs w:val="20"/>
              </w:rPr>
              <w:t xml:space="preserve">Dopuszczalnym okresem (period) za który będzie mogła być złożona deklaracja: nie może być wcześniejszy niż </w:t>
            </w:r>
            <w:r w:rsidR="008E2F24" w:rsidRPr="00CE000F">
              <w:rPr>
                <w:rFonts w:cs="Arial"/>
                <w:sz w:val="20"/>
                <w:szCs w:val="20"/>
              </w:rPr>
              <w:t>kwiecień</w:t>
            </w:r>
            <w:r w:rsidRPr="00CE000F">
              <w:rPr>
                <w:rFonts w:cs="Arial"/>
                <w:sz w:val="20"/>
                <w:szCs w:val="20"/>
              </w:rPr>
              <w:t xml:space="preserve"> 2017 roku.</w:t>
            </w:r>
          </w:p>
        </w:tc>
      </w:tr>
    </w:tbl>
    <w:p w14:paraId="2BF709E5" w14:textId="77777777" w:rsidR="00EF2230" w:rsidRPr="00656616" w:rsidRDefault="00EF2230" w:rsidP="00656616">
      <w:pPr>
        <w:pStyle w:val="Nagwek1"/>
      </w:pPr>
      <w:bookmarkStart w:id="81" w:name="_Toc361145818"/>
      <w:bookmarkStart w:id="82" w:name="_Toc349568563"/>
      <w:bookmarkStart w:id="83" w:name="_Toc341696655"/>
      <w:bookmarkStart w:id="84" w:name="_Toc341696656"/>
      <w:bookmarkStart w:id="85" w:name="_Toc349568564"/>
      <w:bookmarkStart w:id="86" w:name="_Toc348954635"/>
      <w:bookmarkStart w:id="87" w:name="_Toc184287500"/>
      <w:r w:rsidRPr="00656616">
        <w:lastRenderedPageBreak/>
        <w:t>Załączniki</w:t>
      </w:r>
      <w:bookmarkEnd w:id="81"/>
      <w:bookmarkEnd w:id="82"/>
      <w:bookmarkEnd w:id="83"/>
      <w:bookmarkEnd w:id="87"/>
    </w:p>
    <w:p w14:paraId="3F435C8D" w14:textId="77777777" w:rsidR="00EF2230" w:rsidRPr="00656616" w:rsidRDefault="00EF2230" w:rsidP="002579D1">
      <w:pPr>
        <w:pStyle w:val="Akapitzlist"/>
        <w:numPr>
          <w:ilvl w:val="0"/>
          <w:numId w:val="29"/>
        </w:numPr>
      </w:pPr>
      <w:bookmarkStart w:id="88" w:name="_Toc348954634"/>
      <w:bookmarkStart w:id="89" w:name="_Toc361145819"/>
      <w:r w:rsidRPr="00656616">
        <w:t xml:space="preserve">Pliki deklaracji </w:t>
      </w:r>
      <w:bookmarkEnd w:id="88"/>
      <w:bookmarkEnd w:id="89"/>
      <w:r w:rsidR="00306E85" w:rsidRPr="00656616">
        <w:t>POG-P</w:t>
      </w:r>
    </w:p>
    <w:p w14:paraId="16425635" w14:textId="57864079" w:rsidR="005C3EE5" w:rsidRPr="00656616" w:rsidRDefault="008C0311" w:rsidP="002579D1">
      <w:pPr>
        <w:pStyle w:val="Akapitzlist"/>
        <w:numPr>
          <w:ilvl w:val="0"/>
          <w:numId w:val="29"/>
        </w:numPr>
      </w:pPr>
      <w:r w:rsidRPr="00656616">
        <w:t xml:space="preserve">Plik </w:t>
      </w:r>
      <w:r w:rsidR="00306E85" w:rsidRPr="00656616">
        <w:t>pog_p</w:t>
      </w:r>
      <w:r w:rsidR="005C3EE5" w:rsidRPr="00656616">
        <w:t>.xsd</w:t>
      </w:r>
      <w:bookmarkEnd w:id="84"/>
      <w:bookmarkEnd w:id="85"/>
      <w:bookmarkEnd w:id="86"/>
    </w:p>
    <w:p w14:paraId="09F1DF96" w14:textId="77777777" w:rsidR="00AB2492" w:rsidRPr="002579D1" w:rsidRDefault="00AB2492" w:rsidP="002579D1">
      <w:pPr>
        <w:ind w:firstLine="720"/>
        <w:rPr>
          <w:lang w:val="x-none"/>
        </w:rPr>
      </w:pPr>
      <w:r w:rsidRPr="002579D1">
        <w:rPr>
          <w:lang w:val="x-none"/>
        </w:rPr>
        <w:t>Plik zawierający definicję struktury danych dla deklaracji.</w:t>
      </w:r>
    </w:p>
    <w:sectPr w:rsidR="00AB2492" w:rsidRPr="002579D1" w:rsidSect="00454A12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5BD61" w14:textId="77777777" w:rsidR="00F96CE4" w:rsidRDefault="00F96CE4" w:rsidP="007D0A84">
      <w:r>
        <w:separator/>
      </w:r>
    </w:p>
    <w:p w14:paraId="4C7F1F42" w14:textId="77777777" w:rsidR="00F96CE4" w:rsidRDefault="00F96CE4" w:rsidP="007D0A84"/>
  </w:endnote>
  <w:endnote w:type="continuationSeparator" w:id="0">
    <w:p w14:paraId="5ED5B096" w14:textId="77777777" w:rsidR="00F96CE4" w:rsidRDefault="00F96CE4" w:rsidP="007D0A84">
      <w:r>
        <w:continuationSeparator/>
      </w:r>
    </w:p>
    <w:p w14:paraId="46E44BE6" w14:textId="77777777" w:rsidR="00F96CE4" w:rsidRDefault="00F96CE4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BA5CC" w14:textId="77777777" w:rsidR="00DE6D49" w:rsidRDefault="00DE6D49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1D4791F" w14:textId="77777777" w:rsidR="00DE6D49" w:rsidRDefault="00DE6D49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C556D" w14:textId="77777777" w:rsidR="00DE6D49" w:rsidRPr="00656616" w:rsidRDefault="00DE6D49" w:rsidP="005E41DE">
    <w:pPr>
      <w:pBdr>
        <w:top w:val="single" w:sz="4" w:space="1" w:color="auto"/>
      </w:pBdr>
      <w:jc w:val="right"/>
      <w:rPr>
        <w:rFonts w:cs="Arial"/>
        <w:sz w:val="20"/>
        <w:szCs w:val="20"/>
      </w:rPr>
    </w:pPr>
    <w:r w:rsidRPr="00656616">
      <w:rPr>
        <w:rFonts w:cs="Arial"/>
        <w:sz w:val="20"/>
        <w:szCs w:val="20"/>
      </w:rPr>
      <w:t xml:space="preserve">Strona </w:t>
    </w:r>
    <w:r w:rsidRPr="00656616">
      <w:rPr>
        <w:rFonts w:cs="Arial"/>
        <w:sz w:val="20"/>
        <w:szCs w:val="20"/>
      </w:rPr>
      <w:fldChar w:fldCharType="begin"/>
    </w:r>
    <w:r w:rsidRPr="00656616">
      <w:rPr>
        <w:rFonts w:cs="Arial"/>
        <w:sz w:val="20"/>
        <w:szCs w:val="20"/>
      </w:rPr>
      <w:instrText xml:space="preserve"> PAGE </w:instrText>
    </w:r>
    <w:r w:rsidRPr="00656616">
      <w:rPr>
        <w:rFonts w:cs="Arial"/>
        <w:sz w:val="20"/>
        <w:szCs w:val="20"/>
      </w:rPr>
      <w:fldChar w:fldCharType="separate"/>
    </w:r>
    <w:r w:rsidR="000D14C2" w:rsidRPr="00656616">
      <w:rPr>
        <w:rFonts w:cs="Arial"/>
        <w:noProof/>
        <w:sz w:val="20"/>
        <w:szCs w:val="20"/>
      </w:rPr>
      <w:t>9</w:t>
    </w:r>
    <w:r w:rsidRPr="00656616">
      <w:rPr>
        <w:rFonts w:cs="Arial"/>
        <w:sz w:val="20"/>
        <w:szCs w:val="20"/>
      </w:rPr>
      <w:fldChar w:fldCharType="end"/>
    </w:r>
    <w:r w:rsidRPr="00656616">
      <w:rPr>
        <w:rFonts w:cs="Arial"/>
        <w:sz w:val="20"/>
        <w:szCs w:val="20"/>
      </w:rPr>
      <w:t xml:space="preserve"> z </w:t>
    </w:r>
    <w:r w:rsidRPr="00656616">
      <w:rPr>
        <w:rFonts w:cs="Arial"/>
        <w:sz w:val="20"/>
        <w:szCs w:val="20"/>
      </w:rPr>
      <w:fldChar w:fldCharType="begin"/>
    </w:r>
    <w:r w:rsidRPr="00656616">
      <w:rPr>
        <w:rFonts w:cs="Arial"/>
        <w:sz w:val="20"/>
        <w:szCs w:val="20"/>
      </w:rPr>
      <w:instrText xml:space="preserve"> NUMPAGES </w:instrText>
    </w:r>
    <w:r w:rsidRPr="00656616">
      <w:rPr>
        <w:rFonts w:cs="Arial"/>
        <w:sz w:val="20"/>
        <w:szCs w:val="20"/>
      </w:rPr>
      <w:fldChar w:fldCharType="separate"/>
    </w:r>
    <w:r w:rsidR="000D14C2" w:rsidRPr="00656616">
      <w:rPr>
        <w:rFonts w:cs="Arial"/>
        <w:noProof/>
        <w:sz w:val="20"/>
        <w:szCs w:val="20"/>
      </w:rPr>
      <w:t>16</w:t>
    </w:r>
    <w:r w:rsidRPr="00656616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B370A" w14:textId="77777777" w:rsidR="00F96CE4" w:rsidRDefault="00F96CE4" w:rsidP="007D0A84">
      <w:r>
        <w:separator/>
      </w:r>
    </w:p>
    <w:p w14:paraId="721B414A" w14:textId="77777777" w:rsidR="00F96CE4" w:rsidRDefault="00F96CE4" w:rsidP="007D0A84"/>
  </w:footnote>
  <w:footnote w:type="continuationSeparator" w:id="0">
    <w:p w14:paraId="37845105" w14:textId="77777777" w:rsidR="00F96CE4" w:rsidRDefault="00F96CE4" w:rsidP="007D0A84">
      <w:r>
        <w:continuationSeparator/>
      </w:r>
    </w:p>
    <w:p w14:paraId="6A24F5CB" w14:textId="77777777" w:rsidR="00F96CE4" w:rsidRDefault="00F96CE4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B5A72" w14:textId="1C89ED77" w:rsidR="00DE6D49" w:rsidRPr="00656616" w:rsidRDefault="00656616" w:rsidP="00656616">
    <w:pPr>
      <w:pStyle w:val="Nagwek"/>
    </w:pPr>
    <w:r w:rsidRPr="00CB0A60">
      <w:rPr>
        <w:noProof/>
      </w:rPr>
      <w:drawing>
        <wp:inline distT="0" distB="0" distL="0" distR="0" wp14:anchorId="7267C059" wp14:editId="114B1989">
          <wp:extent cx="3185160" cy="647700"/>
          <wp:effectExtent l="0" t="0" r="0" b="0"/>
          <wp:docPr id="6" name="Obraz 55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5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16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EEACC1D0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77"/>
        </w:tabs>
        <w:ind w:left="1277" w:hanging="851"/>
      </w:pPr>
      <w:rPr>
        <w:rFonts w:ascii="Lato" w:hAnsi="Lato" w:hint="default"/>
        <w:b/>
        <w:bCs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EA74731"/>
    <w:multiLevelType w:val="hybridMultilevel"/>
    <w:tmpl w:val="C24A3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9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4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3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4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22"/>
  </w:num>
  <w:num w:numId="4">
    <w:abstractNumId w:val="1"/>
  </w:num>
  <w:num w:numId="5">
    <w:abstractNumId w:val="13"/>
  </w:num>
  <w:num w:numId="6">
    <w:abstractNumId w:val="5"/>
  </w:num>
  <w:num w:numId="7">
    <w:abstractNumId w:val="12"/>
  </w:num>
  <w:num w:numId="8">
    <w:abstractNumId w:val="18"/>
  </w:num>
  <w:num w:numId="9">
    <w:abstractNumId w:val="24"/>
  </w:num>
  <w:num w:numId="10">
    <w:abstractNumId w:val="4"/>
  </w:num>
  <w:num w:numId="11">
    <w:abstractNumId w:val="21"/>
  </w:num>
  <w:num w:numId="12">
    <w:abstractNumId w:val="0"/>
  </w:num>
  <w:num w:numId="13">
    <w:abstractNumId w:val="11"/>
  </w:num>
  <w:num w:numId="14">
    <w:abstractNumId w:val="25"/>
  </w:num>
  <w:num w:numId="15">
    <w:abstractNumId w:val="20"/>
  </w:num>
  <w:num w:numId="16">
    <w:abstractNumId w:val="19"/>
  </w:num>
  <w:num w:numId="17">
    <w:abstractNumId w:val="10"/>
  </w:num>
  <w:num w:numId="18">
    <w:abstractNumId w:val="2"/>
  </w:num>
  <w:num w:numId="19">
    <w:abstractNumId w:val="14"/>
  </w:num>
  <w:num w:numId="20">
    <w:abstractNumId w:val="7"/>
  </w:num>
  <w:num w:numId="21">
    <w:abstractNumId w:val="9"/>
  </w:num>
  <w:num w:numId="22">
    <w:abstractNumId w:val="3"/>
  </w:num>
  <w:num w:numId="23">
    <w:abstractNumId w:val="17"/>
  </w:num>
  <w:num w:numId="24">
    <w:abstractNumId w:val="16"/>
  </w:num>
  <w:num w:numId="25">
    <w:abstractNumId w:val="15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379A"/>
    <w:rsid w:val="00003D13"/>
    <w:rsid w:val="00004C2C"/>
    <w:rsid w:val="00005E80"/>
    <w:rsid w:val="000060ED"/>
    <w:rsid w:val="0000679B"/>
    <w:rsid w:val="0000721C"/>
    <w:rsid w:val="00007E47"/>
    <w:rsid w:val="00010350"/>
    <w:rsid w:val="00010FA9"/>
    <w:rsid w:val="00011D3A"/>
    <w:rsid w:val="000158A1"/>
    <w:rsid w:val="00016325"/>
    <w:rsid w:val="000164B0"/>
    <w:rsid w:val="00017454"/>
    <w:rsid w:val="000174FC"/>
    <w:rsid w:val="000218F7"/>
    <w:rsid w:val="00022515"/>
    <w:rsid w:val="000239CC"/>
    <w:rsid w:val="00023F46"/>
    <w:rsid w:val="00024A70"/>
    <w:rsid w:val="00024E81"/>
    <w:rsid w:val="0002544A"/>
    <w:rsid w:val="000258BD"/>
    <w:rsid w:val="00026161"/>
    <w:rsid w:val="00027B41"/>
    <w:rsid w:val="000304EC"/>
    <w:rsid w:val="00030545"/>
    <w:rsid w:val="0003228A"/>
    <w:rsid w:val="00033522"/>
    <w:rsid w:val="00034C39"/>
    <w:rsid w:val="00035695"/>
    <w:rsid w:val="00035F37"/>
    <w:rsid w:val="0003638D"/>
    <w:rsid w:val="00037DF7"/>
    <w:rsid w:val="000405BA"/>
    <w:rsid w:val="000408CE"/>
    <w:rsid w:val="00040CE8"/>
    <w:rsid w:val="000412BA"/>
    <w:rsid w:val="00042AA7"/>
    <w:rsid w:val="00044402"/>
    <w:rsid w:val="00044568"/>
    <w:rsid w:val="00045101"/>
    <w:rsid w:val="00045783"/>
    <w:rsid w:val="00045788"/>
    <w:rsid w:val="000459F6"/>
    <w:rsid w:val="00046733"/>
    <w:rsid w:val="000467B5"/>
    <w:rsid w:val="00050718"/>
    <w:rsid w:val="00050E71"/>
    <w:rsid w:val="000532A7"/>
    <w:rsid w:val="000548F3"/>
    <w:rsid w:val="00054FDC"/>
    <w:rsid w:val="00056119"/>
    <w:rsid w:val="00056781"/>
    <w:rsid w:val="00060B0C"/>
    <w:rsid w:val="0006207D"/>
    <w:rsid w:val="00062F2C"/>
    <w:rsid w:val="00063503"/>
    <w:rsid w:val="0006359F"/>
    <w:rsid w:val="00063F52"/>
    <w:rsid w:val="00064EFD"/>
    <w:rsid w:val="00065494"/>
    <w:rsid w:val="00065988"/>
    <w:rsid w:val="000659FA"/>
    <w:rsid w:val="00066ADF"/>
    <w:rsid w:val="00066E9E"/>
    <w:rsid w:val="00067FEA"/>
    <w:rsid w:val="000707BB"/>
    <w:rsid w:val="00072327"/>
    <w:rsid w:val="00072EBE"/>
    <w:rsid w:val="0007524F"/>
    <w:rsid w:val="00076781"/>
    <w:rsid w:val="00076B90"/>
    <w:rsid w:val="00076C0A"/>
    <w:rsid w:val="00076D12"/>
    <w:rsid w:val="000779FD"/>
    <w:rsid w:val="000804A6"/>
    <w:rsid w:val="000805DC"/>
    <w:rsid w:val="00080ECB"/>
    <w:rsid w:val="00083205"/>
    <w:rsid w:val="00083542"/>
    <w:rsid w:val="00086C72"/>
    <w:rsid w:val="0008784C"/>
    <w:rsid w:val="00091144"/>
    <w:rsid w:val="00096E33"/>
    <w:rsid w:val="00097986"/>
    <w:rsid w:val="000A0DD8"/>
    <w:rsid w:val="000A1D16"/>
    <w:rsid w:val="000A2072"/>
    <w:rsid w:val="000A2B35"/>
    <w:rsid w:val="000A3EDB"/>
    <w:rsid w:val="000A494E"/>
    <w:rsid w:val="000A5C28"/>
    <w:rsid w:val="000A66B3"/>
    <w:rsid w:val="000A6AF1"/>
    <w:rsid w:val="000A71C7"/>
    <w:rsid w:val="000B1B12"/>
    <w:rsid w:val="000B4713"/>
    <w:rsid w:val="000B49F8"/>
    <w:rsid w:val="000B4AAB"/>
    <w:rsid w:val="000B5847"/>
    <w:rsid w:val="000B5A33"/>
    <w:rsid w:val="000B5FB9"/>
    <w:rsid w:val="000B668C"/>
    <w:rsid w:val="000B76C5"/>
    <w:rsid w:val="000C08EC"/>
    <w:rsid w:val="000C0B3E"/>
    <w:rsid w:val="000C0D2E"/>
    <w:rsid w:val="000C185F"/>
    <w:rsid w:val="000C2AEB"/>
    <w:rsid w:val="000C7663"/>
    <w:rsid w:val="000D083E"/>
    <w:rsid w:val="000D14C2"/>
    <w:rsid w:val="000D19AC"/>
    <w:rsid w:val="000D2059"/>
    <w:rsid w:val="000D2898"/>
    <w:rsid w:val="000D33C6"/>
    <w:rsid w:val="000D3AD4"/>
    <w:rsid w:val="000D4491"/>
    <w:rsid w:val="000D4C90"/>
    <w:rsid w:val="000D5C37"/>
    <w:rsid w:val="000D5EA2"/>
    <w:rsid w:val="000D7E14"/>
    <w:rsid w:val="000E0240"/>
    <w:rsid w:val="000E10D8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BC4"/>
    <w:rsid w:val="000F2C48"/>
    <w:rsid w:val="000F31D2"/>
    <w:rsid w:val="000F3AC0"/>
    <w:rsid w:val="000F438A"/>
    <w:rsid w:val="000F4DAB"/>
    <w:rsid w:val="000F5549"/>
    <w:rsid w:val="000F5774"/>
    <w:rsid w:val="000F6854"/>
    <w:rsid w:val="001008A9"/>
    <w:rsid w:val="00101CE2"/>
    <w:rsid w:val="00102224"/>
    <w:rsid w:val="00102C3E"/>
    <w:rsid w:val="00103EBE"/>
    <w:rsid w:val="00106019"/>
    <w:rsid w:val="0010626C"/>
    <w:rsid w:val="001062A8"/>
    <w:rsid w:val="0010649E"/>
    <w:rsid w:val="00106D69"/>
    <w:rsid w:val="00107697"/>
    <w:rsid w:val="00107DA2"/>
    <w:rsid w:val="00110683"/>
    <w:rsid w:val="0011093D"/>
    <w:rsid w:val="0011244B"/>
    <w:rsid w:val="00113437"/>
    <w:rsid w:val="001135FF"/>
    <w:rsid w:val="00113668"/>
    <w:rsid w:val="001143F7"/>
    <w:rsid w:val="001158EE"/>
    <w:rsid w:val="00116114"/>
    <w:rsid w:val="00116F38"/>
    <w:rsid w:val="0011763B"/>
    <w:rsid w:val="00117850"/>
    <w:rsid w:val="00117FE4"/>
    <w:rsid w:val="001207D5"/>
    <w:rsid w:val="00122788"/>
    <w:rsid w:val="0012590D"/>
    <w:rsid w:val="00125BDF"/>
    <w:rsid w:val="0012617A"/>
    <w:rsid w:val="00126C4D"/>
    <w:rsid w:val="00127D0D"/>
    <w:rsid w:val="001303B8"/>
    <w:rsid w:val="001320C1"/>
    <w:rsid w:val="001335AD"/>
    <w:rsid w:val="00133744"/>
    <w:rsid w:val="00133782"/>
    <w:rsid w:val="00133804"/>
    <w:rsid w:val="001338C3"/>
    <w:rsid w:val="00135581"/>
    <w:rsid w:val="00135F3D"/>
    <w:rsid w:val="00136C98"/>
    <w:rsid w:val="00141D91"/>
    <w:rsid w:val="001427F4"/>
    <w:rsid w:val="00142B4C"/>
    <w:rsid w:val="00142EAB"/>
    <w:rsid w:val="001433D1"/>
    <w:rsid w:val="00146E34"/>
    <w:rsid w:val="0014772A"/>
    <w:rsid w:val="001519EF"/>
    <w:rsid w:val="00154223"/>
    <w:rsid w:val="0015444F"/>
    <w:rsid w:val="00155CE4"/>
    <w:rsid w:val="0015662F"/>
    <w:rsid w:val="00156E87"/>
    <w:rsid w:val="00156ECE"/>
    <w:rsid w:val="001572B7"/>
    <w:rsid w:val="001572F8"/>
    <w:rsid w:val="0015791D"/>
    <w:rsid w:val="001613E1"/>
    <w:rsid w:val="001615F7"/>
    <w:rsid w:val="001621D0"/>
    <w:rsid w:val="0016423F"/>
    <w:rsid w:val="001643D6"/>
    <w:rsid w:val="00167006"/>
    <w:rsid w:val="00167530"/>
    <w:rsid w:val="0016795E"/>
    <w:rsid w:val="001707F0"/>
    <w:rsid w:val="00172536"/>
    <w:rsid w:val="00173D7D"/>
    <w:rsid w:val="001755CA"/>
    <w:rsid w:val="00175DDD"/>
    <w:rsid w:val="0017629B"/>
    <w:rsid w:val="001767A9"/>
    <w:rsid w:val="00176D0E"/>
    <w:rsid w:val="00183201"/>
    <w:rsid w:val="00183692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4635"/>
    <w:rsid w:val="00194BF6"/>
    <w:rsid w:val="001952DE"/>
    <w:rsid w:val="001A095A"/>
    <w:rsid w:val="001A0CD5"/>
    <w:rsid w:val="001A1306"/>
    <w:rsid w:val="001A1E5E"/>
    <w:rsid w:val="001A2A4F"/>
    <w:rsid w:val="001A2CA2"/>
    <w:rsid w:val="001A2D45"/>
    <w:rsid w:val="001A66D1"/>
    <w:rsid w:val="001A6D14"/>
    <w:rsid w:val="001A6D7E"/>
    <w:rsid w:val="001A7F9A"/>
    <w:rsid w:val="001B3B84"/>
    <w:rsid w:val="001B481E"/>
    <w:rsid w:val="001B5F9A"/>
    <w:rsid w:val="001C0016"/>
    <w:rsid w:val="001C07B7"/>
    <w:rsid w:val="001C0BE0"/>
    <w:rsid w:val="001C0E6B"/>
    <w:rsid w:val="001C12FF"/>
    <w:rsid w:val="001C21DA"/>
    <w:rsid w:val="001C5204"/>
    <w:rsid w:val="001C6732"/>
    <w:rsid w:val="001C680A"/>
    <w:rsid w:val="001C686F"/>
    <w:rsid w:val="001D1ACD"/>
    <w:rsid w:val="001D21A9"/>
    <w:rsid w:val="001D26E8"/>
    <w:rsid w:val="001D272F"/>
    <w:rsid w:val="001D2AC6"/>
    <w:rsid w:val="001D33BE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51"/>
    <w:rsid w:val="001E1E66"/>
    <w:rsid w:val="001E290A"/>
    <w:rsid w:val="001E4D5B"/>
    <w:rsid w:val="001E6DC5"/>
    <w:rsid w:val="001F0A5F"/>
    <w:rsid w:val="001F0DD7"/>
    <w:rsid w:val="001F3D35"/>
    <w:rsid w:val="001F5F7F"/>
    <w:rsid w:val="001F613C"/>
    <w:rsid w:val="001F771E"/>
    <w:rsid w:val="001F77ED"/>
    <w:rsid w:val="00201B37"/>
    <w:rsid w:val="00201EF5"/>
    <w:rsid w:val="00202C00"/>
    <w:rsid w:val="00203AA1"/>
    <w:rsid w:val="0020545E"/>
    <w:rsid w:val="00205E66"/>
    <w:rsid w:val="002100B6"/>
    <w:rsid w:val="00210F00"/>
    <w:rsid w:val="00210FB6"/>
    <w:rsid w:val="00211695"/>
    <w:rsid w:val="002119E8"/>
    <w:rsid w:val="00213414"/>
    <w:rsid w:val="002138CE"/>
    <w:rsid w:val="0021450A"/>
    <w:rsid w:val="002146A0"/>
    <w:rsid w:val="002163D0"/>
    <w:rsid w:val="00217B8F"/>
    <w:rsid w:val="002208C3"/>
    <w:rsid w:val="00220EA1"/>
    <w:rsid w:val="00222C99"/>
    <w:rsid w:val="00222ED9"/>
    <w:rsid w:val="002230BB"/>
    <w:rsid w:val="0022380D"/>
    <w:rsid w:val="00223FBA"/>
    <w:rsid w:val="00224180"/>
    <w:rsid w:val="0022428E"/>
    <w:rsid w:val="00224343"/>
    <w:rsid w:val="00225962"/>
    <w:rsid w:val="00225B07"/>
    <w:rsid w:val="00226E74"/>
    <w:rsid w:val="002321D7"/>
    <w:rsid w:val="0023234F"/>
    <w:rsid w:val="00232BCD"/>
    <w:rsid w:val="00232BDE"/>
    <w:rsid w:val="002336F0"/>
    <w:rsid w:val="002349F2"/>
    <w:rsid w:val="00235109"/>
    <w:rsid w:val="00235FFC"/>
    <w:rsid w:val="00237AB5"/>
    <w:rsid w:val="00237E2E"/>
    <w:rsid w:val="00240E9C"/>
    <w:rsid w:val="0024177B"/>
    <w:rsid w:val="00241903"/>
    <w:rsid w:val="00241C8C"/>
    <w:rsid w:val="00242A35"/>
    <w:rsid w:val="0024396D"/>
    <w:rsid w:val="0024532B"/>
    <w:rsid w:val="00245B08"/>
    <w:rsid w:val="002462C7"/>
    <w:rsid w:val="00246D75"/>
    <w:rsid w:val="002504DB"/>
    <w:rsid w:val="002516BD"/>
    <w:rsid w:val="00251EF3"/>
    <w:rsid w:val="00252A58"/>
    <w:rsid w:val="00252AF2"/>
    <w:rsid w:val="00252F9B"/>
    <w:rsid w:val="00253F17"/>
    <w:rsid w:val="00254F98"/>
    <w:rsid w:val="0025612E"/>
    <w:rsid w:val="002563DF"/>
    <w:rsid w:val="002566B5"/>
    <w:rsid w:val="002579D1"/>
    <w:rsid w:val="00260CC4"/>
    <w:rsid w:val="002611C8"/>
    <w:rsid w:val="00261D79"/>
    <w:rsid w:val="0026369D"/>
    <w:rsid w:val="0026369E"/>
    <w:rsid w:val="002636E2"/>
    <w:rsid w:val="00263784"/>
    <w:rsid w:val="0026475F"/>
    <w:rsid w:val="002667E4"/>
    <w:rsid w:val="00266EDA"/>
    <w:rsid w:val="00267299"/>
    <w:rsid w:val="00267347"/>
    <w:rsid w:val="0026752D"/>
    <w:rsid w:val="00270A59"/>
    <w:rsid w:val="00270DE0"/>
    <w:rsid w:val="0027147B"/>
    <w:rsid w:val="002724D4"/>
    <w:rsid w:val="00274B40"/>
    <w:rsid w:val="00274C69"/>
    <w:rsid w:val="00274CBC"/>
    <w:rsid w:val="002758EA"/>
    <w:rsid w:val="002766D1"/>
    <w:rsid w:val="00277D80"/>
    <w:rsid w:val="00280ED4"/>
    <w:rsid w:val="00281340"/>
    <w:rsid w:val="002813F4"/>
    <w:rsid w:val="00282B6F"/>
    <w:rsid w:val="00283464"/>
    <w:rsid w:val="0028477A"/>
    <w:rsid w:val="00285FE5"/>
    <w:rsid w:val="00286227"/>
    <w:rsid w:val="002868DC"/>
    <w:rsid w:val="00286C9D"/>
    <w:rsid w:val="002903F9"/>
    <w:rsid w:val="00290809"/>
    <w:rsid w:val="00290901"/>
    <w:rsid w:val="00292208"/>
    <w:rsid w:val="00292E5C"/>
    <w:rsid w:val="00293F43"/>
    <w:rsid w:val="00295313"/>
    <w:rsid w:val="00295396"/>
    <w:rsid w:val="002958DE"/>
    <w:rsid w:val="002965B0"/>
    <w:rsid w:val="00297D19"/>
    <w:rsid w:val="002A02C3"/>
    <w:rsid w:val="002A0AE8"/>
    <w:rsid w:val="002A6A58"/>
    <w:rsid w:val="002B1E3F"/>
    <w:rsid w:val="002B28A2"/>
    <w:rsid w:val="002B39D0"/>
    <w:rsid w:val="002B3C9A"/>
    <w:rsid w:val="002B410E"/>
    <w:rsid w:val="002B4759"/>
    <w:rsid w:val="002B542D"/>
    <w:rsid w:val="002B6427"/>
    <w:rsid w:val="002B73B2"/>
    <w:rsid w:val="002B7969"/>
    <w:rsid w:val="002C1ABD"/>
    <w:rsid w:val="002C1F0E"/>
    <w:rsid w:val="002C496A"/>
    <w:rsid w:val="002C57F1"/>
    <w:rsid w:val="002C5B53"/>
    <w:rsid w:val="002C6E13"/>
    <w:rsid w:val="002C7C3B"/>
    <w:rsid w:val="002D03E2"/>
    <w:rsid w:val="002D0BB2"/>
    <w:rsid w:val="002D10FC"/>
    <w:rsid w:val="002D14EB"/>
    <w:rsid w:val="002D161F"/>
    <w:rsid w:val="002D1E01"/>
    <w:rsid w:val="002D235C"/>
    <w:rsid w:val="002D4A1A"/>
    <w:rsid w:val="002D4F90"/>
    <w:rsid w:val="002D5AC9"/>
    <w:rsid w:val="002D5CDB"/>
    <w:rsid w:val="002D6589"/>
    <w:rsid w:val="002D6FD0"/>
    <w:rsid w:val="002D7865"/>
    <w:rsid w:val="002E00E4"/>
    <w:rsid w:val="002E22C5"/>
    <w:rsid w:val="002E2ED0"/>
    <w:rsid w:val="002E3936"/>
    <w:rsid w:val="002E5094"/>
    <w:rsid w:val="002E5886"/>
    <w:rsid w:val="002E5F91"/>
    <w:rsid w:val="002E656F"/>
    <w:rsid w:val="002E6C7A"/>
    <w:rsid w:val="002E6CAE"/>
    <w:rsid w:val="002F03AA"/>
    <w:rsid w:val="002F0B6D"/>
    <w:rsid w:val="002F1551"/>
    <w:rsid w:val="002F1C1D"/>
    <w:rsid w:val="002F2134"/>
    <w:rsid w:val="002F2B6D"/>
    <w:rsid w:val="002F2EC1"/>
    <w:rsid w:val="002F2F94"/>
    <w:rsid w:val="002F44BD"/>
    <w:rsid w:val="002F45BF"/>
    <w:rsid w:val="002F4CFF"/>
    <w:rsid w:val="002F5659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32EC"/>
    <w:rsid w:val="00303488"/>
    <w:rsid w:val="00303A39"/>
    <w:rsid w:val="00303CEC"/>
    <w:rsid w:val="00304B66"/>
    <w:rsid w:val="00305B9D"/>
    <w:rsid w:val="0030629A"/>
    <w:rsid w:val="00306524"/>
    <w:rsid w:val="00306529"/>
    <w:rsid w:val="00306E85"/>
    <w:rsid w:val="00306F22"/>
    <w:rsid w:val="00307173"/>
    <w:rsid w:val="003111A0"/>
    <w:rsid w:val="00311BD7"/>
    <w:rsid w:val="00311FCE"/>
    <w:rsid w:val="003127DE"/>
    <w:rsid w:val="00314E25"/>
    <w:rsid w:val="003159E5"/>
    <w:rsid w:val="00315A6B"/>
    <w:rsid w:val="00315ACD"/>
    <w:rsid w:val="003167F4"/>
    <w:rsid w:val="00316CC3"/>
    <w:rsid w:val="00316E85"/>
    <w:rsid w:val="003204EF"/>
    <w:rsid w:val="00322B8C"/>
    <w:rsid w:val="003235BF"/>
    <w:rsid w:val="0032593C"/>
    <w:rsid w:val="00326BF4"/>
    <w:rsid w:val="00327F13"/>
    <w:rsid w:val="00331B6B"/>
    <w:rsid w:val="00332FA4"/>
    <w:rsid w:val="00335089"/>
    <w:rsid w:val="003368A9"/>
    <w:rsid w:val="00336EDE"/>
    <w:rsid w:val="00340725"/>
    <w:rsid w:val="00340818"/>
    <w:rsid w:val="003413CB"/>
    <w:rsid w:val="00342EDB"/>
    <w:rsid w:val="0034327C"/>
    <w:rsid w:val="00343DC8"/>
    <w:rsid w:val="00347311"/>
    <w:rsid w:val="00347D15"/>
    <w:rsid w:val="00347DA6"/>
    <w:rsid w:val="003524CC"/>
    <w:rsid w:val="00352716"/>
    <w:rsid w:val="0035375C"/>
    <w:rsid w:val="00355571"/>
    <w:rsid w:val="0035634B"/>
    <w:rsid w:val="00357B05"/>
    <w:rsid w:val="00357F72"/>
    <w:rsid w:val="00360054"/>
    <w:rsid w:val="00360CF0"/>
    <w:rsid w:val="003615C3"/>
    <w:rsid w:val="003619FB"/>
    <w:rsid w:val="00363521"/>
    <w:rsid w:val="00363E74"/>
    <w:rsid w:val="003646BF"/>
    <w:rsid w:val="003658E2"/>
    <w:rsid w:val="00365E7F"/>
    <w:rsid w:val="00366238"/>
    <w:rsid w:val="00371B9E"/>
    <w:rsid w:val="00371C80"/>
    <w:rsid w:val="003742B3"/>
    <w:rsid w:val="00375CF8"/>
    <w:rsid w:val="00376567"/>
    <w:rsid w:val="00377196"/>
    <w:rsid w:val="00377A05"/>
    <w:rsid w:val="003827AA"/>
    <w:rsid w:val="003832C4"/>
    <w:rsid w:val="003842F4"/>
    <w:rsid w:val="0038445A"/>
    <w:rsid w:val="0038491A"/>
    <w:rsid w:val="0038562D"/>
    <w:rsid w:val="00386A34"/>
    <w:rsid w:val="00387663"/>
    <w:rsid w:val="003878B0"/>
    <w:rsid w:val="003909CA"/>
    <w:rsid w:val="003909E3"/>
    <w:rsid w:val="003915A1"/>
    <w:rsid w:val="00391A1B"/>
    <w:rsid w:val="00391C0E"/>
    <w:rsid w:val="00392911"/>
    <w:rsid w:val="00392B55"/>
    <w:rsid w:val="00392C48"/>
    <w:rsid w:val="00392CC0"/>
    <w:rsid w:val="00393408"/>
    <w:rsid w:val="003941E7"/>
    <w:rsid w:val="003943FA"/>
    <w:rsid w:val="003945C9"/>
    <w:rsid w:val="00394F1D"/>
    <w:rsid w:val="00397258"/>
    <w:rsid w:val="003A0551"/>
    <w:rsid w:val="003A0B6E"/>
    <w:rsid w:val="003A0DCD"/>
    <w:rsid w:val="003A1FFD"/>
    <w:rsid w:val="003A2323"/>
    <w:rsid w:val="003A27CA"/>
    <w:rsid w:val="003A2D9D"/>
    <w:rsid w:val="003A40B8"/>
    <w:rsid w:val="003A482F"/>
    <w:rsid w:val="003A49F6"/>
    <w:rsid w:val="003A6D06"/>
    <w:rsid w:val="003A7DAF"/>
    <w:rsid w:val="003A7E83"/>
    <w:rsid w:val="003B094D"/>
    <w:rsid w:val="003B1FD0"/>
    <w:rsid w:val="003B2727"/>
    <w:rsid w:val="003B2A2A"/>
    <w:rsid w:val="003B2FEA"/>
    <w:rsid w:val="003B36A6"/>
    <w:rsid w:val="003B3F2A"/>
    <w:rsid w:val="003B4129"/>
    <w:rsid w:val="003B4C9C"/>
    <w:rsid w:val="003B4E9C"/>
    <w:rsid w:val="003B59A0"/>
    <w:rsid w:val="003B5B48"/>
    <w:rsid w:val="003B5B90"/>
    <w:rsid w:val="003B60A9"/>
    <w:rsid w:val="003C02CE"/>
    <w:rsid w:val="003C07AC"/>
    <w:rsid w:val="003C07FF"/>
    <w:rsid w:val="003C12EA"/>
    <w:rsid w:val="003C17B7"/>
    <w:rsid w:val="003C199C"/>
    <w:rsid w:val="003C430D"/>
    <w:rsid w:val="003C4C7D"/>
    <w:rsid w:val="003C4E2A"/>
    <w:rsid w:val="003C5B12"/>
    <w:rsid w:val="003C63C5"/>
    <w:rsid w:val="003C66B6"/>
    <w:rsid w:val="003C7778"/>
    <w:rsid w:val="003D17E8"/>
    <w:rsid w:val="003D1898"/>
    <w:rsid w:val="003D18E6"/>
    <w:rsid w:val="003D25AE"/>
    <w:rsid w:val="003D3736"/>
    <w:rsid w:val="003D37A0"/>
    <w:rsid w:val="003D3919"/>
    <w:rsid w:val="003D3CB7"/>
    <w:rsid w:val="003D3ED0"/>
    <w:rsid w:val="003D4790"/>
    <w:rsid w:val="003D5D08"/>
    <w:rsid w:val="003D5D86"/>
    <w:rsid w:val="003D5D8D"/>
    <w:rsid w:val="003D7C51"/>
    <w:rsid w:val="003E08DA"/>
    <w:rsid w:val="003E1088"/>
    <w:rsid w:val="003E1651"/>
    <w:rsid w:val="003E224C"/>
    <w:rsid w:val="003E2FE3"/>
    <w:rsid w:val="003E4A1D"/>
    <w:rsid w:val="003E5AEE"/>
    <w:rsid w:val="003E6C77"/>
    <w:rsid w:val="003E6D4B"/>
    <w:rsid w:val="003E76B1"/>
    <w:rsid w:val="003E7DD4"/>
    <w:rsid w:val="003F0176"/>
    <w:rsid w:val="003F030F"/>
    <w:rsid w:val="003F056B"/>
    <w:rsid w:val="003F05B3"/>
    <w:rsid w:val="003F1ED9"/>
    <w:rsid w:val="003F28A6"/>
    <w:rsid w:val="003F3585"/>
    <w:rsid w:val="003F4466"/>
    <w:rsid w:val="003F4A3E"/>
    <w:rsid w:val="003F745A"/>
    <w:rsid w:val="003F7CC4"/>
    <w:rsid w:val="004009A2"/>
    <w:rsid w:val="00400CE0"/>
    <w:rsid w:val="0040182D"/>
    <w:rsid w:val="00402CEC"/>
    <w:rsid w:val="004037B9"/>
    <w:rsid w:val="00404706"/>
    <w:rsid w:val="00404D1A"/>
    <w:rsid w:val="004064FA"/>
    <w:rsid w:val="00406A1F"/>
    <w:rsid w:val="0040700B"/>
    <w:rsid w:val="00407124"/>
    <w:rsid w:val="0040758B"/>
    <w:rsid w:val="0041075E"/>
    <w:rsid w:val="0041128D"/>
    <w:rsid w:val="00412FAD"/>
    <w:rsid w:val="004136AD"/>
    <w:rsid w:val="004136BD"/>
    <w:rsid w:val="00414057"/>
    <w:rsid w:val="004140E4"/>
    <w:rsid w:val="004155AA"/>
    <w:rsid w:val="004161DC"/>
    <w:rsid w:val="00416856"/>
    <w:rsid w:val="0041692A"/>
    <w:rsid w:val="004171F3"/>
    <w:rsid w:val="00417DC1"/>
    <w:rsid w:val="0042019D"/>
    <w:rsid w:val="00420C84"/>
    <w:rsid w:val="00420EC5"/>
    <w:rsid w:val="00422070"/>
    <w:rsid w:val="00422CE9"/>
    <w:rsid w:val="00425011"/>
    <w:rsid w:val="0042696D"/>
    <w:rsid w:val="00426EBF"/>
    <w:rsid w:val="00427AFA"/>
    <w:rsid w:val="00427E8B"/>
    <w:rsid w:val="00430B8A"/>
    <w:rsid w:val="00432D03"/>
    <w:rsid w:val="00432FAA"/>
    <w:rsid w:val="004333D7"/>
    <w:rsid w:val="004335AE"/>
    <w:rsid w:val="004363FC"/>
    <w:rsid w:val="00437081"/>
    <w:rsid w:val="00441835"/>
    <w:rsid w:val="00441B72"/>
    <w:rsid w:val="00441DDF"/>
    <w:rsid w:val="00442F89"/>
    <w:rsid w:val="00442FC1"/>
    <w:rsid w:val="00443DB2"/>
    <w:rsid w:val="00445460"/>
    <w:rsid w:val="0044583B"/>
    <w:rsid w:val="004479CE"/>
    <w:rsid w:val="00447F0F"/>
    <w:rsid w:val="00450B33"/>
    <w:rsid w:val="004516E7"/>
    <w:rsid w:val="00451BC4"/>
    <w:rsid w:val="004520B9"/>
    <w:rsid w:val="00454A12"/>
    <w:rsid w:val="0045609A"/>
    <w:rsid w:val="004564FE"/>
    <w:rsid w:val="00457BD5"/>
    <w:rsid w:val="00462742"/>
    <w:rsid w:val="004633DF"/>
    <w:rsid w:val="004642F5"/>
    <w:rsid w:val="00465090"/>
    <w:rsid w:val="0046607A"/>
    <w:rsid w:val="00466708"/>
    <w:rsid w:val="00466899"/>
    <w:rsid w:val="00467366"/>
    <w:rsid w:val="00467542"/>
    <w:rsid w:val="004704EC"/>
    <w:rsid w:val="00470BA5"/>
    <w:rsid w:val="00472699"/>
    <w:rsid w:val="0047369C"/>
    <w:rsid w:val="00473892"/>
    <w:rsid w:val="00473D86"/>
    <w:rsid w:val="00473EAA"/>
    <w:rsid w:val="004743CA"/>
    <w:rsid w:val="0047480B"/>
    <w:rsid w:val="004763D5"/>
    <w:rsid w:val="00477D77"/>
    <w:rsid w:val="004811F6"/>
    <w:rsid w:val="0048311F"/>
    <w:rsid w:val="00484B96"/>
    <w:rsid w:val="00484C38"/>
    <w:rsid w:val="0048648A"/>
    <w:rsid w:val="00486DE1"/>
    <w:rsid w:val="00490E0E"/>
    <w:rsid w:val="00491840"/>
    <w:rsid w:val="004947FE"/>
    <w:rsid w:val="004975A6"/>
    <w:rsid w:val="0049797F"/>
    <w:rsid w:val="004A268D"/>
    <w:rsid w:val="004A2BF4"/>
    <w:rsid w:val="004A2C7E"/>
    <w:rsid w:val="004A30A3"/>
    <w:rsid w:val="004A3293"/>
    <w:rsid w:val="004A49C5"/>
    <w:rsid w:val="004A4A21"/>
    <w:rsid w:val="004A5341"/>
    <w:rsid w:val="004A6F9D"/>
    <w:rsid w:val="004A7CAC"/>
    <w:rsid w:val="004B102F"/>
    <w:rsid w:val="004B1C2E"/>
    <w:rsid w:val="004B2FCD"/>
    <w:rsid w:val="004B336F"/>
    <w:rsid w:val="004B33A9"/>
    <w:rsid w:val="004B43DF"/>
    <w:rsid w:val="004B491A"/>
    <w:rsid w:val="004B5617"/>
    <w:rsid w:val="004C1528"/>
    <w:rsid w:val="004C1945"/>
    <w:rsid w:val="004C2F1C"/>
    <w:rsid w:val="004C31D7"/>
    <w:rsid w:val="004C325D"/>
    <w:rsid w:val="004C3E97"/>
    <w:rsid w:val="004C473B"/>
    <w:rsid w:val="004C4DE4"/>
    <w:rsid w:val="004C5287"/>
    <w:rsid w:val="004C5C0D"/>
    <w:rsid w:val="004C7108"/>
    <w:rsid w:val="004C77DA"/>
    <w:rsid w:val="004C78E6"/>
    <w:rsid w:val="004C7C02"/>
    <w:rsid w:val="004D0821"/>
    <w:rsid w:val="004D0919"/>
    <w:rsid w:val="004D0CB1"/>
    <w:rsid w:val="004D1D86"/>
    <w:rsid w:val="004D2D63"/>
    <w:rsid w:val="004D47E6"/>
    <w:rsid w:val="004D67D0"/>
    <w:rsid w:val="004D79AB"/>
    <w:rsid w:val="004E0CFA"/>
    <w:rsid w:val="004E151B"/>
    <w:rsid w:val="004E2C82"/>
    <w:rsid w:val="004E3826"/>
    <w:rsid w:val="004E40F1"/>
    <w:rsid w:val="004E42D1"/>
    <w:rsid w:val="004E4572"/>
    <w:rsid w:val="004E5F2B"/>
    <w:rsid w:val="004E66F1"/>
    <w:rsid w:val="004E7845"/>
    <w:rsid w:val="004E7C62"/>
    <w:rsid w:val="004F20FF"/>
    <w:rsid w:val="004F24BC"/>
    <w:rsid w:val="004F280A"/>
    <w:rsid w:val="004F38C0"/>
    <w:rsid w:val="004F4FF8"/>
    <w:rsid w:val="004F527C"/>
    <w:rsid w:val="004F5E1B"/>
    <w:rsid w:val="004F6595"/>
    <w:rsid w:val="004F720C"/>
    <w:rsid w:val="004F7C47"/>
    <w:rsid w:val="00500C9D"/>
    <w:rsid w:val="0050241C"/>
    <w:rsid w:val="0050315E"/>
    <w:rsid w:val="00503AA9"/>
    <w:rsid w:val="0050405A"/>
    <w:rsid w:val="00504FCE"/>
    <w:rsid w:val="00505D20"/>
    <w:rsid w:val="00506B95"/>
    <w:rsid w:val="00507A04"/>
    <w:rsid w:val="00507D4F"/>
    <w:rsid w:val="005103A9"/>
    <w:rsid w:val="00511DE9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7251"/>
    <w:rsid w:val="00522777"/>
    <w:rsid w:val="00524529"/>
    <w:rsid w:val="005252B7"/>
    <w:rsid w:val="0052587D"/>
    <w:rsid w:val="00527583"/>
    <w:rsid w:val="00527A16"/>
    <w:rsid w:val="00531A2B"/>
    <w:rsid w:val="00531F81"/>
    <w:rsid w:val="005328B2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123"/>
    <w:rsid w:val="005404D9"/>
    <w:rsid w:val="0054053F"/>
    <w:rsid w:val="00540A9C"/>
    <w:rsid w:val="0054118E"/>
    <w:rsid w:val="00541D36"/>
    <w:rsid w:val="00542F65"/>
    <w:rsid w:val="00543269"/>
    <w:rsid w:val="00543559"/>
    <w:rsid w:val="005437C4"/>
    <w:rsid w:val="00544A89"/>
    <w:rsid w:val="00545B71"/>
    <w:rsid w:val="005462C6"/>
    <w:rsid w:val="005467EC"/>
    <w:rsid w:val="00547376"/>
    <w:rsid w:val="00547C9A"/>
    <w:rsid w:val="00547FEB"/>
    <w:rsid w:val="005503EE"/>
    <w:rsid w:val="00550D33"/>
    <w:rsid w:val="00551C48"/>
    <w:rsid w:val="00552930"/>
    <w:rsid w:val="00553466"/>
    <w:rsid w:val="0055384F"/>
    <w:rsid w:val="00554B43"/>
    <w:rsid w:val="00554D6C"/>
    <w:rsid w:val="005556EC"/>
    <w:rsid w:val="00556940"/>
    <w:rsid w:val="00556C65"/>
    <w:rsid w:val="00556E8A"/>
    <w:rsid w:val="00557D76"/>
    <w:rsid w:val="00561FE8"/>
    <w:rsid w:val="00564604"/>
    <w:rsid w:val="00565852"/>
    <w:rsid w:val="0056652C"/>
    <w:rsid w:val="00570B18"/>
    <w:rsid w:val="005729FB"/>
    <w:rsid w:val="00572D44"/>
    <w:rsid w:val="00573AC0"/>
    <w:rsid w:val="00573BB3"/>
    <w:rsid w:val="00575226"/>
    <w:rsid w:val="00575B85"/>
    <w:rsid w:val="00580929"/>
    <w:rsid w:val="005826A4"/>
    <w:rsid w:val="0058389C"/>
    <w:rsid w:val="00583F8F"/>
    <w:rsid w:val="0058584D"/>
    <w:rsid w:val="00586583"/>
    <w:rsid w:val="005873E0"/>
    <w:rsid w:val="005876FF"/>
    <w:rsid w:val="0058798F"/>
    <w:rsid w:val="00587CCA"/>
    <w:rsid w:val="005910E1"/>
    <w:rsid w:val="00591B7E"/>
    <w:rsid w:val="00591E6A"/>
    <w:rsid w:val="005930D8"/>
    <w:rsid w:val="00593397"/>
    <w:rsid w:val="0059348C"/>
    <w:rsid w:val="00596B14"/>
    <w:rsid w:val="00597DB1"/>
    <w:rsid w:val="005A4304"/>
    <w:rsid w:val="005A4844"/>
    <w:rsid w:val="005A4902"/>
    <w:rsid w:val="005A5693"/>
    <w:rsid w:val="005A5BEB"/>
    <w:rsid w:val="005A646F"/>
    <w:rsid w:val="005A7781"/>
    <w:rsid w:val="005A7CB5"/>
    <w:rsid w:val="005A7EBC"/>
    <w:rsid w:val="005B0E84"/>
    <w:rsid w:val="005B204A"/>
    <w:rsid w:val="005B302E"/>
    <w:rsid w:val="005B424C"/>
    <w:rsid w:val="005B4CB8"/>
    <w:rsid w:val="005B4F6C"/>
    <w:rsid w:val="005B6326"/>
    <w:rsid w:val="005B6A72"/>
    <w:rsid w:val="005B7C67"/>
    <w:rsid w:val="005C05CE"/>
    <w:rsid w:val="005C0804"/>
    <w:rsid w:val="005C3690"/>
    <w:rsid w:val="005C3EE5"/>
    <w:rsid w:val="005C450B"/>
    <w:rsid w:val="005C49E0"/>
    <w:rsid w:val="005C4B32"/>
    <w:rsid w:val="005C5D4A"/>
    <w:rsid w:val="005C61CD"/>
    <w:rsid w:val="005C6A85"/>
    <w:rsid w:val="005C6F30"/>
    <w:rsid w:val="005D0687"/>
    <w:rsid w:val="005D06CB"/>
    <w:rsid w:val="005D41D8"/>
    <w:rsid w:val="005D70AE"/>
    <w:rsid w:val="005D71E4"/>
    <w:rsid w:val="005D72FC"/>
    <w:rsid w:val="005D7DE1"/>
    <w:rsid w:val="005D7ED5"/>
    <w:rsid w:val="005E16A7"/>
    <w:rsid w:val="005E2934"/>
    <w:rsid w:val="005E29CB"/>
    <w:rsid w:val="005E2BBA"/>
    <w:rsid w:val="005E41DE"/>
    <w:rsid w:val="005E46C6"/>
    <w:rsid w:val="005E4B73"/>
    <w:rsid w:val="005E6523"/>
    <w:rsid w:val="005E68F1"/>
    <w:rsid w:val="005E70A6"/>
    <w:rsid w:val="005E7391"/>
    <w:rsid w:val="005E7BE0"/>
    <w:rsid w:val="005E7CD8"/>
    <w:rsid w:val="005F0D77"/>
    <w:rsid w:val="005F13E6"/>
    <w:rsid w:val="005F153C"/>
    <w:rsid w:val="005F1666"/>
    <w:rsid w:val="005F18DD"/>
    <w:rsid w:val="005F45FA"/>
    <w:rsid w:val="005F4D3A"/>
    <w:rsid w:val="005F5E30"/>
    <w:rsid w:val="005F7512"/>
    <w:rsid w:val="005F7E25"/>
    <w:rsid w:val="00600D4C"/>
    <w:rsid w:val="00601669"/>
    <w:rsid w:val="00601EF0"/>
    <w:rsid w:val="00602461"/>
    <w:rsid w:val="00602C5E"/>
    <w:rsid w:val="006030E9"/>
    <w:rsid w:val="006034C8"/>
    <w:rsid w:val="006043E3"/>
    <w:rsid w:val="00605186"/>
    <w:rsid w:val="00605E9D"/>
    <w:rsid w:val="00605FC6"/>
    <w:rsid w:val="00606E61"/>
    <w:rsid w:val="00607BF6"/>
    <w:rsid w:val="00610913"/>
    <w:rsid w:val="00610E9C"/>
    <w:rsid w:val="00611D8C"/>
    <w:rsid w:val="0061275F"/>
    <w:rsid w:val="00612D10"/>
    <w:rsid w:val="006138B3"/>
    <w:rsid w:val="0061392B"/>
    <w:rsid w:val="0061509F"/>
    <w:rsid w:val="0061670A"/>
    <w:rsid w:val="006204E1"/>
    <w:rsid w:val="00620774"/>
    <w:rsid w:val="00621712"/>
    <w:rsid w:val="00622691"/>
    <w:rsid w:val="0062287E"/>
    <w:rsid w:val="00624358"/>
    <w:rsid w:val="00625F08"/>
    <w:rsid w:val="00626518"/>
    <w:rsid w:val="006278EC"/>
    <w:rsid w:val="006303C0"/>
    <w:rsid w:val="00632B7A"/>
    <w:rsid w:val="00634475"/>
    <w:rsid w:val="00635229"/>
    <w:rsid w:val="006368D2"/>
    <w:rsid w:val="0063712A"/>
    <w:rsid w:val="006378BF"/>
    <w:rsid w:val="00637DF4"/>
    <w:rsid w:val="006427DE"/>
    <w:rsid w:val="00642F50"/>
    <w:rsid w:val="006433CA"/>
    <w:rsid w:val="00644943"/>
    <w:rsid w:val="00644F5E"/>
    <w:rsid w:val="0064528C"/>
    <w:rsid w:val="00645B73"/>
    <w:rsid w:val="0064613A"/>
    <w:rsid w:val="00646C9B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4E04"/>
    <w:rsid w:val="006558EC"/>
    <w:rsid w:val="006565E5"/>
    <w:rsid w:val="00656616"/>
    <w:rsid w:val="0065727E"/>
    <w:rsid w:val="006575C2"/>
    <w:rsid w:val="00661A80"/>
    <w:rsid w:val="00662317"/>
    <w:rsid w:val="00662E2C"/>
    <w:rsid w:val="00663D0B"/>
    <w:rsid w:val="006652B8"/>
    <w:rsid w:val="00665B17"/>
    <w:rsid w:val="00665E9D"/>
    <w:rsid w:val="00666244"/>
    <w:rsid w:val="00666EDC"/>
    <w:rsid w:val="00667866"/>
    <w:rsid w:val="006679C2"/>
    <w:rsid w:val="0067111C"/>
    <w:rsid w:val="006717D0"/>
    <w:rsid w:val="00671CB5"/>
    <w:rsid w:val="00672DF2"/>
    <w:rsid w:val="006731D5"/>
    <w:rsid w:val="0067368C"/>
    <w:rsid w:val="00674DAD"/>
    <w:rsid w:val="00675014"/>
    <w:rsid w:val="006758CC"/>
    <w:rsid w:val="00675B74"/>
    <w:rsid w:val="00675BD4"/>
    <w:rsid w:val="00675F76"/>
    <w:rsid w:val="00676032"/>
    <w:rsid w:val="0067640A"/>
    <w:rsid w:val="00676931"/>
    <w:rsid w:val="00677A8F"/>
    <w:rsid w:val="006804FC"/>
    <w:rsid w:val="0068114F"/>
    <w:rsid w:val="00682324"/>
    <w:rsid w:val="0068279D"/>
    <w:rsid w:val="00682BB9"/>
    <w:rsid w:val="00682D67"/>
    <w:rsid w:val="00683248"/>
    <w:rsid w:val="00683818"/>
    <w:rsid w:val="00685C27"/>
    <w:rsid w:val="00686795"/>
    <w:rsid w:val="00686B48"/>
    <w:rsid w:val="00686D31"/>
    <w:rsid w:val="00690551"/>
    <w:rsid w:val="0069075B"/>
    <w:rsid w:val="0069095B"/>
    <w:rsid w:val="006909EE"/>
    <w:rsid w:val="00690AD4"/>
    <w:rsid w:val="00692362"/>
    <w:rsid w:val="006924F7"/>
    <w:rsid w:val="00693F9D"/>
    <w:rsid w:val="00694635"/>
    <w:rsid w:val="00694831"/>
    <w:rsid w:val="0069538E"/>
    <w:rsid w:val="00695F77"/>
    <w:rsid w:val="00696AE4"/>
    <w:rsid w:val="0069777C"/>
    <w:rsid w:val="006A0E17"/>
    <w:rsid w:val="006A11AF"/>
    <w:rsid w:val="006A1FD0"/>
    <w:rsid w:val="006A2629"/>
    <w:rsid w:val="006A2989"/>
    <w:rsid w:val="006A3A07"/>
    <w:rsid w:val="006A41C4"/>
    <w:rsid w:val="006A422A"/>
    <w:rsid w:val="006A6D6B"/>
    <w:rsid w:val="006A7DE0"/>
    <w:rsid w:val="006B00D5"/>
    <w:rsid w:val="006B096C"/>
    <w:rsid w:val="006B0CE7"/>
    <w:rsid w:val="006B3FB3"/>
    <w:rsid w:val="006B43F7"/>
    <w:rsid w:val="006B4B88"/>
    <w:rsid w:val="006B5465"/>
    <w:rsid w:val="006B71FC"/>
    <w:rsid w:val="006B75DB"/>
    <w:rsid w:val="006C0979"/>
    <w:rsid w:val="006C13FF"/>
    <w:rsid w:val="006C1499"/>
    <w:rsid w:val="006C17EB"/>
    <w:rsid w:val="006C208D"/>
    <w:rsid w:val="006C31D8"/>
    <w:rsid w:val="006C38C2"/>
    <w:rsid w:val="006C4210"/>
    <w:rsid w:val="006C4C5C"/>
    <w:rsid w:val="006C6290"/>
    <w:rsid w:val="006C6470"/>
    <w:rsid w:val="006D01B4"/>
    <w:rsid w:val="006D1887"/>
    <w:rsid w:val="006D18CB"/>
    <w:rsid w:val="006D234A"/>
    <w:rsid w:val="006D33A4"/>
    <w:rsid w:val="006D3883"/>
    <w:rsid w:val="006D3964"/>
    <w:rsid w:val="006E128C"/>
    <w:rsid w:val="006E1E8F"/>
    <w:rsid w:val="006E4D0D"/>
    <w:rsid w:val="006E53F6"/>
    <w:rsid w:val="006E6433"/>
    <w:rsid w:val="006E6ED8"/>
    <w:rsid w:val="006F1CEE"/>
    <w:rsid w:val="006F3DBA"/>
    <w:rsid w:val="006F49A9"/>
    <w:rsid w:val="006F4A67"/>
    <w:rsid w:val="006F4CB7"/>
    <w:rsid w:val="006F5CF8"/>
    <w:rsid w:val="006F5DFB"/>
    <w:rsid w:val="006F6110"/>
    <w:rsid w:val="006F6EC1"/>
    <w:rsid w:val="007024AC"/>
    <w:rsid w:val="007031EE"/>
    <w:rsid w:val="00704498"/>
    <w:rsid w:val="00705AE2"/>
    <w:rsid w:val="007076E2"/>
    <w:rsid w:val="007078F0"/>
    <w:rsid w:val="00707F44"/>
    <w:rsid w:val="0071316A"/>
    <w:rsid w:val="007146B7"/>
    <w:rsid w:val="00715213"/>
    <w:rsid w:val="00715C54"/>
    <w:rsid w:val="00716456"/>
    <w:rsid w:val="00720BDD"/>
    <w:rsid w:val="00720D3D"/>
    <w:rsid w:val="00720DFE"/>
    <w:rsid w:val="00720EE8"/>
    <w:rsid w:val="0072221E"/>
    <w:rsid w:val="0072255B"/>
    <w:rsid w:val="00723D0F"/>
    <w:rsid w:val="007240BF"/>
    <w:rsid w:val="007258E7"/>
    <w:rsid w:val="0072638C"/>
    <w:rsid w:val="007265E3"/>
    <w:rsid w:val="00726E53"/>
    <w:rsid w:val="00727861"/>
    <w:rsid w:val="00727AC0"/>
    <w:rsid w:val="00727D3D"/>
    <w:rsid w:val="00731249"/>
    <w:rsid w:val="00732819"/>
    <w:rsid w:val="007333B5"/>
    <w:rsid w:val="007334DC"/>
    <w:rsid w:val="0073446D"/>
    <w:rsid w:val="00734A32"/>
    <w:rsid w:val="00734E34"/>
    <w:rsid w:val="007353A8"/>
    <w:rsid w:val="0073563B"/>
    <w:rsid w:val="007359C4"/>
    <w:rsid w:val="00735D59"/>
    <w:rsid w:val="00737274"/>
    <w:rsid w:val="007375E5"/>
    <w:rsid w:val="00737A1B"/>
    <w:rsid w:val="00740F16"/>
    <w:rsid w:val="00741E79"/>
    <w:rsid w:val="0074409E"/>
    <w:rsid w:val="007442FB"/>
    <w:rsid w:val="0074438F"/>
    <w:rsid w:val="0074466D"/>
    <w:rsid w:val="00744ED9"/>
    <w:rsid w:val="00745764"/>
    <w:rsid w:val="00745BD7"/>
    <w:rsid w:val="00746394"/>
    <w:rsid w:val="00747376"/>
    <w:rsid w:val="007501E5"/>
    <w:rsid w:val="00750317"/>
    <w:rsid w:val="0075033C"/>
    <w:rsid w:val="00751A85"/>
    <w:rsid w:val="0075231B"/>
    <w:rsid w:val="00753702"/>
    <w:rsid w:val="00755926"/>
    <w:rsid w:val="007564C0"/>
    <w:rsid w:val="0075669F"/>
    <w:rsid w:val="007578D3"/>
    <w:rsid w:val="0076106D"/>
    <w:rsid w:val="00761CB8"/>
    <w:rsid w:val="00761D53"/>
    <w:rsid w:val="00764231"/>
    <w:rsid w:val="007645FA"/>
    <w:rsid w:val="00764E48"/>
    <w:rsid w:val="00765129"/>
    <w:rsid w:val="00765BC2"/>
    <w:rsid w:val="00766059"/>
    <w:rsid w:val="00766214"/>
    <w:rsid w:val="00766A8E"/>
    <w:rsid w:val="00766E83"/>
    <w:rsid w:val="00767ECA"/>
    <w:rsid w:val="00770EF9"/>
    <w:rsid w:val="00772F51"/>
    <w:rsid w:val="0077443A"/>
    <w:rsid w:val="0077487F"/>
    <w:rsid w:val="0077540E"/>
    <w:rsid w:val="00775A88"/>
    <w:rsid w:val="00775C9A"/>
    <w:rsid w:val="007768D4"/>
    <w:rsid w:val="00777EB9"/>
    <w:rsid w:val="00782503"/>
    <w:rsid w:val="00783143"/>
    <w:rsid w:val="00783890"/>
    <w:rsid w:val="007842E5"/>
    <w:rsid w:val="00784851"/>
    <w:rsid w:val="00785279"/>
    <w:rsid w:val="00786EE5"/>
    <w:rsid w:val="00787953"/>
    <w:rsid w:val="00790764"/>
    <w:rsid w:val="00790BAF"/>
    <w:rsid w:val="00790DD7"/>
    <w:rsid w:val="00791477"/>
    <w:rsid w:val="00792963"/>
    <w:rsid w:val="007929E6"/>
    <w:rsid w:val="00793803"/>
    <w:rsid w:val="00793CAC"/>
    <w:rsid w:val="0079524B"/>
    <w:rsid w:val="00795494"/>
    <w:rsid w:val="00796C3C"/>
    <w:rsid w:val="0079775A"/>
    <w:rsid w:val="00797BD9"/>
    <w:rsid w:val="007A3211"/>
    <w:rsid w:val="007A4CA4"/>
    <w:rsid w:val="007A5566"/>
    <w:rsid w:val="007A665F"/>
    <w:rsid w:val="007A7DBD"/>
    <w:rsid w:val="007B0BD9"/>
    <w:rsid w:val="007B0F9E"/>
    <w:rsid w:val="007B245D"/>
    <w:rsid w:val="007B3244"/>
    <w:rsid w:val="007B33DC"/>
    <w:rsid w:val="007B5AE2"/>
    <w:rsid w:val="007B5B77"/>
    <w:rsid w:val="007B5EA5"/>
    <w:rsid w:val="007B6312"/>
    <w:rsid w:val="007B6D9B"/>
    <w:rsid w:val="007B6FFF"/>
    <w:rsid w:val="007C0119"/>
    <w:rsid w:val="007C165E"/>
    <w:rsid w:val="007C2836"/>
    <w:rsid w:val="007C528C"/>
    <w:rsid w:val="007D0A84"/>
    <w:rsid w:val="007D0BBE"/>
    <w:rsid w:val="007D0CC0"/>
    <w:rsid w:val="007D2E18"/>
    <w:rsid w:val="007D3C82"/>
    <w:rsid w:val="007D4376"/>
    <w:rsid w:val="007D4561"/>
    <w:rsid w:val="007D6F7F"/>
    <w:rsid w:val="007E01A9"/>
    <w:rsid w:val="007E0B12"/>
    <w:rsid w:val="007E2C44"/>
    <w:rsid w:val="007E2FB1"/>
    <w:rsid w:val="007E4484"/>
    <w:rsid w:val="007E4670"/>
    <w:rsid w:val="007E524C"/>
    <w:rsid w:val="007E55D2"/>
    <w:rsid w:val="007E729A"/>
    <w:rsid w:val="007F09BC"/>
    <w:rsid w:val="007F0A69"/>
    <w:rsid w:val="007F101C"/>
    <w:rsid w:val="007F27BB"/>
    <w:rsid w:val="007F2912"/>
    <w:rsid w:val="007F52E8"/>
    <w:rsid w:val="007F59E7"/>
    <w:rsid w:val="007F7A07"/>
    <w:rsid w:val="008019A8"/>
    <w:rsid w:val="00802113"/>
    <w:rsid w:val="00802E7B"/>
    <w:rsid w:val="0080375F"/>
    <w:rsid w:val="00803C7F"/>
    <w:rsid w:val="00805548"/>
    <w:rsid w:val="00805EC9"/>
    <w:rsid w:val="00806F86"/>
    <w:rsid w:val="00807727"/>
    <w:rsid w:val="00810D9C"/>
    <w:rsid w:val="00811309"/>
    <w:rsid w:val="0081177D"/>
    <w:rsid w:val="00813F4C"/>
    <w:rsid w:val="00814AD9"/>
    <w:rsid w:val="00816128"/>
    <w:rsid w:val="00817421"/>
    <w:rsid w:val="008200AB"/>
    <w:rsid w:val="0082031F"/>
    <w:rsid w:val="0082099E"/>
    <w:rsid w:val="00821605"/>
    <w:rsid w:val="00822927"/>
    <w:rsid w:val="00824B4F"/>
    <w:rsid w:val="00825684"/>
    <w:rsid w:val="00827A26"/>
    <w:rsid w:val="008304F5"/>
    <w:rsid w:val="008312D8"/>
    <w:rsid w:val="00831414"/>
    <w:rsid w:val="0083341D"/>
    <w:rsid w:val="00833B49"/>
    <w:rsid w:val="00836DD7"/>
    <w:rsid w:val="008370DD"/>
    <w:rsid w:val="00837970"/>
    <w:rsid w:val="008404DD"/>
    <w:rsid w:val="008420BA"/>
    <w:rsid w:val="00842177"/>
    <w:rsid w:val="00844DAB"/>
    <w:rsid w:val="008453C1"/>
    <w:rsid w:val="00846D7F"/>
    <w:rsid w:val="00847416"/>
    <w:rsid w:val="00847B2E"/>
    <w:rsid w:val="00850C00"/>
    <w:rsid w:val="008526DC"/>
    <w:rsid w:val="00855AD6"/>
    <w:rsid w:val="00855C28"/>
    <w:rsid w:val="00855CFA"/>
    <w:rsid w:val="008562AC"/>
    <w:rsid w:val="008631C2"/>
    <w:rsid w:val="008640AC"/>
    <w:rsid w:val="0086500C"/>
    <w:rsid w:val="00865945"/>
    <w:rsid w:val="00866592"/>
    <w:rsid w:val="00867334"/>
    <w:rsid w:val="00867446"/>
    <w:rsid w:val="008674F1"/>
    <w:rsid w:val="00867788"/>
    <w:rsid w:val="0087129F"/>
    <w:rsid w:val="00871934"/>
    <w:rsid w:val="00871E71"/>
    <w:rsid w:val="00872D27"/>
    <w:rsid w:val="00873BDF"/>
    <w:rsid w:val="00874F14"/>
    <w:rsid w:val="008758A5"/>
    <w:rsid w:val="00876749"/>
    <w:rsid w:val="00877262"/>
    <w:rsid w:val="008776C3"/>
    <w:rsid w:val="008779CF"/>
    <w:rsid w:val="00880B1E"/>
    <w:rsid w:val="008814DE"/>
    <w:rsid w:val="00881A78"/>
    <w:rsid w:val="00881A7D"/>
    <w:rsid w:val="00881DF1"/>
    <w:rsid w:val="008825B6"/>
    <w:rsid w:val="00884A8C"/>
    <w:rsid w:val="008865B9"/>
    <w:rsid w:val="008868EB"/>
    <w:rsid w:val="00887271"/>
    <w:rsid w:val="00887C5B"/>
    <w:rsid w:val="008903C7"/>
    <w:rsid w:val="00890634"/>
    <w:rsid w:val="0089300F"/>
    <w:rsid w:val="00893234"/>
    <w:rsid w:val="008934D7"/>
    <w:rsid w:val="0089395A"/>
    <w:rsid w:val="008939EB"/>
    <w:rsid w:val="00893E7C"/>
    <w:rsid w:val="00894250"/>
    <w:rsid w:val="008953E9"/>
    <w:rsid w:val="00895A1D"/>
    <w:rsid w:val="0089610E"/>
    <w:rsid w:val="0089693A"/>
    <w:rsid w:val="00897644"/>
    <w:rsid w:val="008A0D0F"/>
    <w:rsid w:val="008A1C61"/>
    <w:rsid w:val="008A1E11"/>
    <w:rsid w:val="008A25BE"/>
    <w:rsid w:val="008A417E"/>
    <w:rsid w:val="008A4189"/>
    <w:rsid w:val="008A4ECE"/>
    <w:rsid w:val="008A6582"/>
    <w:rsid w:val="008A7BE0"/>
    <w:rsid w:val="008B26D5"/>
    <w:rsid w:val="008B2C2B"/>
    <w:rsid w:val="008B3F3D"/>
    <w:rsid w:val="008B4C4D"/>
    <w:rsid w:val="008B5162"/>
    <w:rsid w:val="008B53C6"/>
    <w:rsid w:val="008B59B3"/>
    <w:rsid w:val="008B5BDA"/>
    <w:rsid w:val="008B7585"/>
    <w:rsid w:val="008B7849"/>
    <w:rsid w:val="008C0311"/>
    <w:rsid w:val="008C2D49"/>
    <w:rsid w:val="008C40D6"/>
    <w:rsid w:val="008C597F"/>
    <w:rsid w:val="008C6006"/>
    <w:rsid w:val="008C607B"/>
    <w:rsid w:val="008C6840"/>
    <w:rsid w:val="008D05E0"/>
    <w:rsid w:val="008D1BFF"/>
    <w:rsid w:val="008D222F"/>
    <w:rsid w:val="008D6B9E"/>
    <w:rsid w:val="008E108A"/>
    <w:rsid w:val="008E135C"/>
    <w:rsid w:val="008E1CEB"/>
    <w:rsid w:val="008E2030"/>
    <w:rsid w:val="008E2C06"/>
    <w:rsid w:val="008E2F24"/>
    <w:rsid w:val="008E420A"/>
    <w:rsid w:val="008E62F1"/>
    <w:rsid w:val="008E730C"/>
    <w:rsid w:val="008E75FF"/>
    <w:rsid w:val="008F0104"/>
    <w:rsid w:val="008F2C46"/>
    <w:rsid w:val="008F33D8"/>
    <w:rsid w:val="008F3E4F"/>
    <w:rsid w:val="008F51A9"/>
    <w:rsid w:val="008F56DD"/>
    <w:rsid w:val="008F66F5"/>
    <w:rsid w:val="009011E8"/>
    <w:rsid w:val="00901BDE"/>
    <w:rsid w:val="009032BA"/>
    <w:rsid w:val="009038D4"/>
    <w:rsid w:val="00905978"/>
    <w:rsid w:val="00905B7E"/>
    <w:rsid w:val="00906BDC"/>
    <w:rsid w:val="00906CAB"/>
    <w:rsid w:val="0091003C"/>
    <w:rsid w:val="009106A2"/>
    <w:rsid w:val="00910D43"/>
    <w:rsid w:val="00911809"/>
    <w:rsid w:val="009126E1"/>
    <w:rsid w:val="009137E1"/>
    <w:rsid w:val="00913992"/>
    <w:rsid w:val="009155CC"/>
    <w:rsid w:val="00915EBD"/>
    <w:rsid w:val="009163F6"/>
    <w:rsid w:val="0091663E"/>
    <w:rsid w:val="00916898"/>
    <w:rsid w:val="00917480"/>
    <w:rsid w:val="00917ED3"/>
    <w:rsid w:val="00920339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77C"/>
    <w:rsid w:val="00925977"/>
    <w:rsid w:val="00926644"/>
    <w:rsid w:val="0092698D"/>
    <w:rsid w:val="00926F29"/>
    <w:rsid w:val="009275F5"/>
    <w:rsid w:val="009310E6"/>
    <w:rsid w:val="009312A9"/>
    <w:rsid w:val="00932185"/>
    <w:rsid w:val="009330DD"/>
    <w:rsid w:val="00933AF9"/>
    <w:rsid w:val="0093517E"/>
    <w:rsid w:val="0093524F"/>
    <w:rsid w:val="00937AD4"/>
    <w:rsid w:val="00937CA7"/>
    <w:rsid w:val="00937DCD"/>
    <w:rsid w:val="00937F5E"/>
    <w:rsid w:val="00940EFE"/>
    <w:rsid w:val="00941552"/>
    <w:rsid w:val="00941BF4"/>
    <w:rsid w:val="00942D6B"/>
    <w:rsid w:val="009434FB"/>
    <w:rsid w:val="00943FB9"/>
    <w:rsid w:val="009446BD"/>
    <w:rsid w:val="00944A9E"/>
    <w:rsid w:val="00944E39"/>
    <w:rsid w:val="00945016"/>
    <w:rsid w:val="00945D37"/>
    <w:rsid w:val="009476A2"/>
    <w:rsid w:val="00947FAD"/>
    <w:rsid w:val="009504EB"/>
    <w:rsid w:val="00951C8D"/>
    <w:rsid w:val="0095254B"/>
    <w:rsid w:val="009531EC"/>
    <w:rsid w:val="0095425E"/>
    <w:rsid w:val="00957071"/>
    <w:rsid w:val="00957609"/>
    <w:rsid w:val="00957A3D"/>
    <w:rsid w:val="009615D9"/>
    <w:rsid w:val="00962B65"/>
    <w:rsid w:val="009633C1"/>
    <w:rsid w:val="00963BA6"/>
    <w:rsid w:val="0096472A"/>
    <w:rsid w:val="00965B1B"/>
    <w:rsid w:val="00966F6D"/>
    <w:rsid w:val="00967FAE"/>
    <w:rsid w:val="009712D3"/>
    <w:rsid w:val="009713DC"/>
    <w:rsid w:val="00971949"/>
    <w:rsid w:val="00971A56"/>
    <w:rsid w:val="00972A34"/>
    <w:rsid w:val="009745B8"/>
    <w:rsid w:val="00976D12"/>
    <w:rsid w:val="00977A53"/>
    <w:rsid w:val="0098027D"/>
    <w:rsid w:val="00980810"/>
    <w:rsid w:val="00980881"/>
    <w:rsid w:val="009818EE"/>
    <w:rsid w:val="00981CB7"/>
    <w:rsid w:val="009823DB"/>
    <w:rsid w:val="00982546"/>
    <w:rsid w:val="00983089"/>
    <w:rsid w:val="009855D5"/>
    <w:rsid w:val="00985904"/>
    <w:rsid w:val="00985CFE"/>
    <w:rsid w:val="009862E7"/>
    <w:rsid w:val="00986327"/>
    <w:rsid w:val="0098736C"/>
    <w:rsid w:val="00990F94"/>
    <w:rsid w:val="00992C3C"/>
    <w:rsid w:val="00994E88"/>
    <w:rsid w:val="0099513E"/>
    <w:rsid w:val="009954E3"/>
    <w:rsid w:val="00995DC0"/>
    <w:rsid w:val="00997021"/>
    <w:rsid w:val="00997156"/>
    <w:rsid w:val="00997D28"/>
    <w:rsid w:val="00997E14"/>
    <w:rsid w:val="009A026A"/>
    <w:rsid w:val="009A1A1A"/>
    <w:rsid w:val="009A1B4F"/>
    <w:rsid w:val="009A1B86"/>
    <w:rsid w:val="009A1E7D"/>
    <w:rsid w:val="009A29BD"/>
    <w:rsid w:val="009A2BD1"/>
    <w:rsid w:val="009A369A"/>
    <w:rsid w:val="009A43DA"/>
    <w:rsid w:val="009A4813"/>
    <w:rsid w:val="009A5A70"/>
    <w:rsid w:val="009A5EB3"/>
    <w:rsid w:val="009A6078"/>
    <w:rsid w:val="009A6170"/>
    <w:rsid w:val="009A686B"/>
    <w:rsid w:val="009A7C5B"/>
    <w:rsid w:val="009B0611"/>
    <w:rsid w:val="009B104B"/>
    <w:rsid w:val="009B120F"/>
    <w:rsid w:val="009B1416"/>
    <w:rsid w:val="009B1CFC"/>
    <w:rsid w:val="009B3261"/>
    <w:rsid w:val="009B32D2"/>
    <w:rsid w:val="009B44F9"/>
    <w:rsid w:val="009B4C5E"/>
    <w:rsid w:val="009B5075"/>
    <w:rsid w:val="009B55BD"/>
    <w:rsid w:val="009B59BA"/>
    <w:rsid w:val="009B64A7"/>
    <w:rsid w:val="009B6A4D"/>
    <w:rsid w:val="009B765A"/>
    <w:rsid w:val="009B76B2"/>
    <w:rsid w:val="009B789F"/>
    <w:rsid w:val="009C08FE"/>
    <w:rsid w:val="009C2B62"/>
    <w:rsid w:val="009C3113"/>
    <w:rsid w:val="009C35EF"/>
    <w:rsid w:val="009C7281"/>
    <w:rsid w:val="009C7E4D"/>
    <w:rsid w:val="009D051D"/>
    <w:rsid w:val="009D1D42"/>
    <w:rsid w:val="009D1E0B"/>
    <w:rsid w:val="009D2509"/>
    <w:rsid w:val="009D2C6A"/>
    <w:rsid w:val="009D4396"/>
    <w:rsid w:val="009D7497"/>
    <w:rsid w:val="009E0EAD"/>
    <w:rsid w:val="009E1299"/>
    <w:rsid w:val="009E2D2D"/>
    <w:rsid w:val="009E4381"/>
    <w:rsid w:val="009E5F0B"/>
    <w:rsid w:val="009E70E5"/>
    <w:rsid w:val="009F3262"/>
    <w:rsid w:val="009F408A"/>
    <w:rsid w:val="009F42DA"/>
    <w:rsid w:val="009F42DE"/>
    <w:rsid w:val="009F46D4"/>
    <w:rsid w:val="009F4DE3"/>
    <w:rsid w:val="009F6ED6"/>
    <w:rsid w:val="009F770A"/>
    <w:rsid w:val="009F7DF1"/>
    <w:rsid w:val="00A01140"/>
    <w:rsid w:val="00A01A12"/>
    <w:rsid w:val="00A01F00"/>
    <w:rsid w:val="00A02521"/>
    <w:rsid w:val="00A031DF"/>
    <w:rsid w:val="00A03904"/>
    <w:rsid w:val="00A03AE0"/>
    <w:rsid w:val="00A05199"/>
    <w:rsid w:val="00A05ADE"/>
    <w:rsid w:val="00A05B07"/>
    <w:rsid w:val="00A06393"/>
    <w:rsid w:val="00A10A6C"/>
    <w:rsid w:val="00A12B50"/>
    <w:rsid w:val="00A13127"/>
    <w:rsid w:val="00A13CC4"/>
    <w:rsid w:val="00A164A1"/>
    <w:rsid w:val="00A23CBC"/>
    <w:rsid w:val="00A24AD1"/>
    <w:rsid w:val="00A24ED2"/>
    <w:rsid w:val="00A253BE"/>
    <w:rsid w:val="00A25C00"/>
    <w:rsid w:val="00A267DA"/>
    <w:rsid w:val="00A26D59"/>
    <w:rsid w:val="00A2734D"/>
    <w:rsid w:val="00A27D98"/>
    <w:rsid w:val="00A322A3"/>
    <w:rsid w:val="00A323F6"/>
    <w:rsid w:val="00A32D22"/>
    <w:rsid w:val="00A35F14"/>
    <w:rsid w:val="00A37D8E"/>
    <w:rsid w:val="00A37E9D"/>
    <w:rsid w:val="00A401B7"/>
    <w:rsid w:val="00A419BF"/>
    <w:rsid w:val="00A41E9B"/>
    <w:rsid w:val="00A432CE"/>
    <w:rsid w:val="00A43FA2"/>
    <w:rsid w:val="00A448E5"/>
    <w:rsid w:val="00A457C4"/>
    <w:rsid w:val="00A458FD"/>
    <w:rsid w:val="00A45A2F"/>
    <w:rsid w:val="00A460E4"/>
    <w:rsid w:val="00A4737B"/>
    <w:rsid w:val="00A500EC"/>
    <w:rsid w:val="00A50B30"/>
    <w:rsid w:val="00A50FB8"/>
    <w:rsid w:val="00A5116D"/>
    <w:rsid w:val="00A536F3"/>
    <w:rsid w:val="00A55132"/>
    <w:rsid w:val="00A5536D"/>
    <w:rsid w:val="00A556D9"/>
    <w:rsid w:val="00A56A6A"/>
    <w:rsid w:val="00A56AD5"/>
    <w:rsid w:val="00A56B8E"/>
    <w:rsid w:val="00A56BA2"/>
    <w:rsid w:val="00A5765B"/>
    <w:rsid w:val="00A576AA"/>
    <w:rsid w:val="00A577BC"/>
    <w:rsid w:val="00A61A93"/>
    <w:rsid w:val="00A61F37"/>
    <w:rsid w:val="00A62A14"/>
    <w:rsid w:val="00A62D85"/>
    <w:rsid w:val="00A6305D"/>
    <w:rsid w:val="00A6368E"/>
    <w:rsid w:val="00A6381E"/>
    <w:rsid w:val="00A645ED"/>
    <w:rsid w:val="00A64606"/>
    <w:rsid w:val="00A65259"/>
    <w:rsid w:val="00A65992"/>
    <w:rsid w:val="00A66C95"/>
    <w:rsid w:val="00A70337"/>
    <w:rsid w:val="00A70ACE"/>
    <w:rsid w:val="00A726DF"/>
    <w:rsid w:val="00A73228"/>
    <w:rsid w:val="00A74A10"/>
    <w:rsid w:val="00A75545"/>
    <w:rsid w:val="00A75D86"/>
    <w:rsid w:val="00A80DCA"/>
    <w:rsid w:val="00A82633"/>
    <w:rsid w:val="00A82F1B"/>
    <w:rsid w:val="00A83A0C"/>
    <w:rsid w:val="00A85ECE"/>
    <w:rsid w:val="00A87326"/>
    <w:rsid w:val="00A87E39"/>
    <w:rsid w:val="00A900A2"/>
    <w:rsid w:val="00A90902"/>
    <w:rsid w:val="00A90EF9"/>
    <w:rsid w:val="00A93E56"/>
    <w:rsid w:val="00A976E5"/>
    <w:rsid w:val="00A97BA5"/>
    <w:rsid w:val="00AA3B05"/>
    <w:rsid w:val="00AA678B"/>
    <w:rsid w:val="00AA757D"/>
    <w:rsid w:val="00AA7F9F"/>
    <w:rsid w:val="00AB0153"/>
    <w:rsid w:val="00AB03A1"/>
    <w:rsid w:val="00AB1815"/>
    <w:rsid w:val="00AB2492"/>
    <w:rsid w:val="00AB24DC"/>
    <w:rsid w:val="00AB2A8A"/>
    <w:rsid w:val="00AB2EEC"/>
    <w:rsid w:val="00AB32CF"/>
    <w:rsid w:val="00AB4066"/>
    <w:rsid w:val="00AB50F5"/>
    <w:rsid w:val="00AB7D9A"/>
    <w:rsid w:val="00AB7F40"/>
    <w:rsid w:val="00AC0D68"/>
    <w:rsid w:val="00AC0EDA"/>
    <w:rsid w:val="00AC121C"/>
    <w:rsid w:val="00AC2548"/>
    <w:rsid w:val="00AC2A19"/>
    <w:rsid w:val="00AC46FA"/>
    <w:rsid w:val="00AC4C1E"/>
    <w:rsid w:val="00AC514A"/>
    <w:rsid w:val="00AC596E"/>
    <w:rsid w:val="00AC5B52"/>
    <w:rsid w:val="00AD0F50"/>
    <w:rsid w:val="00AD1134"/>
    <w:rsid w:val="00AD1644"/>
    <w:rsid w:val="00AD1EB2"/>
    <w:rsid w:val="00AD22D5"/>
    <w:rsid w:val="00AD3678"/>
    <w:rsid w:val="00AD3A58"/>
    <w:rsid w:val="00AD4CED"/>
    <w:rsid w:val="00AD69D0"/>
    <w:rsid w:val="00AD7DAB"/>
    <w:rsid w:val="00AE0F1A"/>
    <w:rsid w:val="00AE169D"/>
    <w:rsid w:val="00AE17B6"/>
    <w:rsid w:val="00AE1CCA"/>
    <w:rsid w:val="00AE3B2C"/>
    <w:rsid w:val="00AE49C1"/>
    <w:rsid w:val="00AE5762"/>
    <w:rsid w:val="00AE58E0"/>
    <w:rsid w:val="00AE58FB"/>
    <w:rsid w:val="00AE5E43"/>
    <w:rsid w:val="00AE7395"/>
    <w:rsid w:val="00AF1770"/>
    <w:rsid w:val="00AF17F2"/>
    <w:rsid w:val="00AF6977"/>
    <w:rsid w:val="00B00788"/>
    <w:rsid w:val="00B029A7"/>
    <w:rsid w:val="00B02AAA"/>
    <w:rsid w:val="00B02E48"/>
    <w:rsid w:val="00B03D5C"/>
    <w:rsid w:val="00B048A6"/>
    <w:rsid w:val="00B04B52"/>
    <w:rsid w:val="00B04EF6"/>
    <w:rsid w:val="00B05B61"/>
    <w:rsid w:val="00B05FC9"/>
    <w:rsid w:val="00B063A4"/>
    <w:rsid w:val="00B07053"/>
    <w:rsid w:val="00B075FB"/>
    <w:rsid w:val="00B10451"/>
    <w:rsid w:val="00B10A9B"/>
    <w:rsid w:val="00B11F06"/>
    <w:rsid w:val="00B129AD"/>
    <w:rsid w:val="00B13C5A"/>
    <w:rsid w:val="00B14220"/>
    <w:rsid w:val="00B146F2"/>
    <w:rsid w:val="00B15751"/>
    <w:rsid w:val="00B15E1F"/>
    <w:rsid w:val="00B16CFB"/>
    <w:rsid w:val="00B22441"/>
    <w:rsid w:val="00B238BB"/>
    <w:rsid w:val="00B24636"/>
    <w:rsid w:val="00B250FA"/>
    <w:rsid w:val="00B25A15"/>
    <w:rsid w:val="00B27111"/>
    <w:rsid w:val="00B2761E"/>
    <w:rsid w:val="00B30904"/>
    <w:rsid w:val="00B30BD7"/>
    <w:rsid w:val="00B3234F"/>
    <w:rsid w:val="00B327CA"/>
    <w:rsid w:val="00B35634"/>
    <w:rsid w:val="00B36DC5"/>
    <w:rsid w:val="00B37A47"/>
    <w:rsid w:val="00B401E4"/>
    <w:rsid w:val="00B40C3F"/>
    <w:rsid w:val="00B40D01"/>
    <w:rsid w:val="00B41688"/>
    <w:rsid w:val="00B416FF"/>
    <w:rsid w:val="00B41FAC"/>
    <w:rsid w:val="00B423BC"/>
    <w:rsid w:val="00B426C2"/>
    <w:rsid w:val="00B42879"/>
    <w:rsid w:val="00B4296E"/>
    <w:rsid w:val="00B449CA"/>
    <w:rsid w:val="00B458B7"/>
    <w:rsid w:val="00B46C31"/>
    <w:rsid w:val="00B47445"/>
    <w:rsid w:val="00B5046C"/>
    <w:rsid w:val="00B504F8"/>
    <w:rsid w:val="00B507E4"/>
    <w:rsid w:val="00B51284"/>
    <w:rsid w:val="00B53201"/>
    <w:rsid w:val="00B567D8"/>
    <w:rsid w:val="00B57064"/>
    <w:rsid w:val="00B57762"/>
    <w:rsid w:val="00B6018C"/>
    <w:rsid w:val="00B6118C"/>
    <w:rsid w:val="00B63F00"/>
    <w:rsid w:val="00B64CC2"/>
    <w:rsid w:val="00B65AA4"/>
    <w:rsid w:val="00B66255"/>
    <w:rsid w:val="00B67094"/>
    <w:rsid w:val="00B700D8"/>
    <w:rsid w:val="00B764C9"/>
    <w:rsid w:val="00B77842"/>
    <w:rsid w:val="00B77A79"/>
    <w:rsid w:val="00B77BB3"/>
    <w:rsid w:val="00B77D0A"/>
    <w:rsid w:val="00B8016D"/>
    <w:rsid w:val="00B81235"/>
    <w:rsid w:val="00B81726"/>
    <w:rsid w:val="00B8267A"/>
    <w:rsid w:val="00B82FFB"/>
    <w:rsid w:val="00B83141"/>
    <w:rsid w:val="00B849CE"/>
    <w:rsid w:val="00B84BA7"/>
    <w:rsid w:val="00B8522A"/>
    <w:rsid w:val="00B86150"/>
    <w:rsid w:val="00B87995"/>
    <w:rsid w:val="00B902D2"/>
    <w:rsid w:val="00B90A68"/>
    <w:rsid w:val="00B90A73"/>
    <w:rsid w:val="00B91392"/>
    <w:rsid w:val="00B91938"/>
    <w:rsid w:val="00B91DCB"/>
    <w:rsid w:val="00B921C1"/>
    <w:rsid w:val="00B9280B"/>
    <w:rsid w:val="00B9329C"/>
    <w:rsid w:val="00B932C3"/>
    <w:rsid w:val="00B93AA6"/>
    <w:rsid w:val="00B943E5"/>
    <w:rsid w:val="00B94D0C"/>
    <w:rsid w:val="00B95B37"/>
    <w:rsid w:val="00B96794"/>
    <w:rsid w:val="00B97742"/>
    <w:rsid w:val="00BA089F"/>
    <w:rsid w:val="00BA142F"/>
    <w:rsid w:val="00BA1F33"/>
    <w:rsid w:val="00BA356E"/>
    <w:rsid w:val="00BA396C"/>
    <w:rsid w:val="00BA3B09"/>
    <w:rsid w:val="00BA3E4D"/>
    <w:rsid w:val="00BA4D85"/>
    <w:rsid w:val="00BA63F3"/>
    <w:rsid w:val="00BA6C21"/>
    <w:rsid w:val="00BB23C5"/>
    <w:rsid w:val="00BB26F5"/>
    <w:rsid w:val="00BB2C6B"/>
    <w:rsid w:val="00BB423F"/>
    <w:rsid w:val="00BB45FC"/>
    <w:rsid w:val="00BB4643"/>
    <w:rsid w:val="00BB4C4D"/>
    <w:rsid w:val="00BB5716"/>
    <w:rsid w:val="00BB5E4C"/>
    <w:rsid w:val="00BB6B75"/>
    <w:rsid w:val="00BB7AA3"/>
    <w:rsid w:val="00BC2149"/>
    <w:rsid w:val="00BC35F6"/>
    <w:rsid w:val="00BC3C4D"/>
    <w:rsid w:val="00BC4552"/>
    <w:rsid w:val="00BC4AC8"/>
    <w:rsid w:val="00BC6068"/>
    <w:rsid w:val="00BD0265"/>
    <w:rsid w:val="00BD0562"/>
    <w:rsid w:val="00BD2B11"/>
    <w:rsid w:val="00BD3600"/>
    <w:rsid w:val="00BD4532"/>
    <w:rsid w:val="00BD717F"/>
    <w:rsid w:val="00BE1A22"/>
    <w:rsid w:val="00BE1A4C"/>
    <w:rsid w:val="00BE2F69"/>
    <w:rsid w:val="00BE3AD6"/>
    <w:rsid w:val="00BE4819"/>
    <w:rsid w:val="00BE669F"/>
    <w:rsid w:val="00BE6CCD"/>
    <w:rsid w:val="00BF07FC"/>
    <w:rsid w:val="00BF15AB"/>
    <w:rsid w:val="00BF1724"/>
    <w:rsid w:val="00BF1937"/>
    <w:rsid w:val="00BF1BEB"/>
    <w:rsid w:val="00BF205B"/>
    <w:rsid w:val="00BF2575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7066"/>
    <w:rsid w:val="00BF71C3"/>
    <w:rsid w:val="00C02709"/>
    <w:rsid w:val="00C02B99"/>
    <w:rsid w:val="00C04A18"/>
    <w:rsid w:val="00C0682F"/>
    <w:rsid w:val="00C0689B"/>
    <w:rsid w:val="00C06DE1"/>
    <w:rsid w:val="00C078A7"/>
    <w:rsid w:val="00C07BCD"/>
    <w:rsid w:val="00C10136"/>
    <w:rsid w:val="00C10871"/>
    <w:rsid w:val="00C11DD1"/>
    <w:rsid w:val="00C12273"/>
    <w:rsid w:val="00C146C9"/>
    <w:rsid w:val="00C1471A"/>
    <w:rsid w:val="00C1569C"/>
    <w:rsid w:val="00C20315"/>
    <w:rsid w:val="00C20775"/>
    <w:rsid w:val="00C215D4"/>
    <w:rsid w:val="00C21BED"/>
    <w:rsid w:val="00C24DE5"/>
    <w:rsid w:val="00C266EF"/>
    <w:rsid w:val="00C27B10"/>
    <w:rsid w:val="00C27FF3"/>
    <w:rsid w:val="00C313B8"/>
    <w:rsid w:val="00C3171D"/>
    <w:rsid w:val="00C3177B"/>
    <w:rsid w:val="00C3190F"/>
    <w:rsid w:val="00C31926"/>
    <w:rsid w:val="00C34B22"/>
    <w:rsid w:val="00C351D8"/>
    <w:rsid w:val="00C36042"/>
    <w:rsid w:val="00C416A6"/>
    <w:rsid w:val="00C41B13"/>
    <w:rsid w:val="00C427DB"/>
    <w:rsid w:val="00C42E07"/>
    <w:rsid w:val="00C43119"/>
    <w:rsid w:val="00C433EF"/>
    <w:rsid w:val="00C44850"/>
    <w:rsid w:val="00C45FB8"/>
    <w:rsid w:val="00C46679"/>
    <w:rsid w:val="00C47969"/>
    <w:rsid w:val="00C50224"/>
    <w:rsid w:val="00C51914"/>
    <w:rsid w:val="00C51EE0"/>
    <w:rsid w:val="00C52573"/>
    <w:rsid w:val="00C533CE"/>
    <w:rsid w:val="00C54604"/>
    <w:rsid w:val="00C57ABB"/>
    <w:rsid w:val="00C60063"/>
    <w:rsid w:val="00C63810"/>
    <w:rsid w:val="00C63E79"/>
    <w:rsid w:val="00C64819"/>
    <w:rsid w:val="00C64C11"/>
    <w:rsid w:val="00C64E07"/>
    <w:rsid w:val="00C65138"/>
    <w:rsid w:val="00C6545B"/>
    <w:rsid w:val="00C6555C"/>
    <w:rsid w:val="00C6567F"/>
    <w:rsid w:val="00C667CD"/>
    <w:rsid w:val="00C66D0F"/>
    <w:rsid w:val="00C67396"/>
    <w:rsid w:val="00C67980"/>
    <w:rsid w:val="00C70B9C"/>
    <w:rsid w:val="00C7206D"/>
    <w:rsid w:val="00C729D8"/>
    <w:rsid w:val="00C731B0"/>
    <w:rsid w:val="00C736D9"/>
    <w:rsid w:val="00C74D8A"/>
    <w:rsid w:val="00C75196"/>
    <w:rsid w:val="00C7547B"/>
    <w:rsid w:val="00C76CF0"/>
    <w:rsid w:val="00C80960"/>
    <w:rsid w:val="00C813A6"/>
    <w:rsid w:val="00C81A2D"/>
    <w:rsid w:val="00C81FCA"/>
    <w:rsid w:val="00C8238B"/>
    <w:rsid w:val="00C82AF1"/>
    <w:rsid w:val="00C82DE2"/>
    <w:rsid w:val="00C83BEE"/>
    <w:rsid w:val="00C85020"/>
    <w:rsid w:val="00C878E4"/>
    <w:rsid w:val="00C87FA9"/>
    <w:rsid w:val="00C91F7A"/>
    <w:rsid w:val="00C92083"/>
    <w:rsid w:val="00C920D9"/>
    <w:rsid w:val="00C95E9B"/>
    <w:rsid w:val="00C97417"/>
    <w:rsid w:val="00C97863"/>
    <w:rsid w:val="00CA2300"/>
    <w:rsid w:val="00CA300B"/>
    <w:rsid w:val="00CA3446"/>
    <w:rsid w:val="00CA38E0"/>
    <w:rsid w:val="00CA3E56"/>
    <w:rsid w:val="00CA4284"/>
    <w:rsid w:val="00CA4456"/>
    <w:rsid w:val="00CA471E"/>
    <w:rsid w:val="00CA4F76"/>
    <w:rsid w:val="00CA5778"/>
    <w:rsid w:val="00CA5FB4"/>
    <w:rsid w:val="00CB0734"/>
    <w:rsid w:val="00CB17C2"/>
    <w:rsid w:val="00CB1D68"/>
    <w:rsid w:val="00CB2451"/>
    <w:rsid w:val="00CB30D6"/>
    <w:rsid w:val="00CB3D34"/>
    <w:rsid w:val="00CB5363"/>
    <w:rsid w:val="00CB5BDB"/>
    <w:rsid w:val="00CB6385"/>
    <w:rsid w:val="00CB64B0"/>
    <w:rsid w:val="00CB69B2"/>
    <w:rsid w:val="00CB6B4A"/>
    <w:rsid w:val="00CB704F"/>
    <w:rsid w:val="00CB70EF"/>
    <w:rsid w:val="00CC059D"/>
    <w:rsid w:val="00CC0963"/>
    <w:rsid w:val="00CC1560"/>
    <w:rsid w:val="00CC1F5D"/>
    <w:rsid w:val="00CC3ADC"/>
    <w:rsid w:val="00CC6F15"/>
    <w:rsid w:val="00CD0DA2"/>
    <w:rsid w:val="00CD0DCD"/>
    <w:rsid w:val="00CD0EC8"/>
    <w:rsid w:val="00CD14B3"/>
    <w:rsid w:val="00CD1BA6"/>
    <w:rsid w:val="00CD1C32"/>
    <w:rsid w:val="00CD2511"/>
    <w:rsid w:val="00CD2C78"/>
    <w:rsid w:val="00CD2D56"/>
    <w:rsid w:val="00CD331A"/>
    <w:rsid w:val="00CD33B2"/>
    <w:rsid w:val="00CD3B22"/>
    <w:rsid w:val="00CD5C9E"/>
    <w:rsid w:val="00CD6FC1"/>
    <w:rsid w:val="00CD7F1D"/>
    <w:rsid w:val="00CE000F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588E"/>
    <w:rsid w:val="00CE79DB"/>
    <w:rsid w:val="00CF11C2"/>
    <w:rsid w:val="00CF393F"/>
    <w:rsid w:val="00CF466E"/>
    <w:rsid w:val="00CF58B0"/>
    <w:rsid w:val="00D00475"/>
    <w:rsid w:val="00D01CDD"/>
    <w:rsid w:val="00D03FCE"/>
    <w:rsid w:val="00D04F4D"/>
    <w:rsid w:val="00D06B89"/>
    <w:rsid w:val="00D07962"/>
    <w:rsid w:val="00D07D2E"/>
    <w:rsid w:val="00D10A16"/>
    <w:rsid w:val="00D127AB"/>
    <w:rsid w:val="00D12B25"/>
    <w:rsid w:val="00D132E1"/>
    <w:rsid w:val="00D143FC"/>
    <w:rsid w:val="00D14EFA"/>
    <w:rsid w:val="00D15456"/>
    <w:rsid w:val="00D175FD"/>
    <w:rsid w:val="00D20835"/>
    <w:rsid w:val="00D20A04"/>
    <w:rsid w:val="00D2104C"/>
    <w:rsid w:val="00D21F31"/>
    <w:rsid w:val="00D25E83"/>
    <w:rsid w:val="00D26515"/>
    <w:rsid w:val="00D269AA"/>
    <w:rsid w:val="00D2723B"/>
    <w:rsid w:val="00D274B3"/>
    <w:rsid w:val="00D27CCA"/>
    <w:rsid w:val="00D3088B"/>
    <w:rsid w:val="00D3126F"/>
    <w:rsid w:val="00D31FF0"/>
    <w:rsid w:val="00D325BB"/>
    <w:rsid w:val="00D32614"/>
    <w:rsid w:val="00D333FD"/>
    <w:rsid w:val="00D34D27"/>
    <w:rsid w:val="00D35208"/>
    <w:rsid w:val="00D364C1"/>
    <w:rsid w:val="00D36CEC"/>
    <w:rsid w:val="00D3731E"/>
    <w:rsid w:val="00D413A3"/>
    <w:rsid w:val="00D4144F"/>
    <w:rsid w:val="00D419A8"/>
    <w:rsid w:val="00D41F2E"/>
    <w:rsid w:val="00D42BD8"/>
    <w:rsid w:val="00D43C87"/>
    <w:rsid w:val="00D43E7E"/>
    <w:rsid w:val="00D4534F"/>
    <w:rsid w:val="00D45F6A"/>
    <w:rsid w:val="00D46B56"/>
    <w:rsid w:val="00D5017A"/>
    <w:rsid w:val="00D50F0A"/>
    <w:rsid w:val="00D51626"/>
    <w:rsid w:val="00D51C7D"/>
    <w:rsid w:val="00D5270F"/>
    <w:rsid w:val="00D53B47"/>
    <w:rsid w:val="00D53BDE"/>
    <w:rsid w:val="00D53CD4"/>
    <w:rsid w:val="00D54F03"/>
    <w:rsid w:val="00D60C4F"/>
    <w:rsid w:val="00D60CFF"/>
    <w:rsid w:val="00D610E5"/>
    <w:rsid w:val="00D6111D"/>
    <w:rsid w:val="00D61BEF"/>
    <w:rsid w:val="00D62567"/>
    <w:rsid w:val="00D62B46"/>
    <w:rsid w:val="00D64ACB"/>
    <w:rsid w:val="00D652A4"/>
    <w:rsid w:val="00D65343"/>
    <w:rsid w:val="00D66C65"/>
    <w:rsid w:val="00D67031"/>
    <w:rsid w:val="00D67286"/>
    <w:rsid w:val="00D67FF4"/>
    <w:rsid w:val="00D707B3"/>
    <w:rsid w:val="00D70EA5"/>
    <w:rsid w:val="00D717E4"/>
    <w:rsid w:val="00D71CE8"/>
    <w:rsid w:val="00D73793"/>
    <w:rsid w:val="00D73AEE"/>
    <w:rsid w:val="00D74356"/>
    <w:rsid w:val="00D749C8"/>
    <w:rsid w:val="00D74EC9"/>
    <w:rsid w:val="00D7631C"/>
    <w:rsid w:val="00D76701"/>
    <w:rsid w:val="00D76E4D"/>
    <w:rsid w:val="00D76F68"/>
    <w:rsid w:val="00D77343"/>
    <w:rsid w:val="00D77978"/>
    <w:rsid w:val="00D8266C"/>
    <w:rsid w:val="00D82D3A"/>
    <w:rsid w:val="00D8345D"/>
    <w:rsid w:val="00D84814"/>
    <w:rsid w:val="00D8540C"/>
    <w:rsid w:val="00D85E62"/>
    <w:rsid w:val="00D86AA8"/>
    <w:rsid w:val="00D8704F"/>
    <w:rsid w:val="00D87329"/>
    <w:rsid w:val="00D87EC3"/>
    <w:rsid w:val="00D907FC"/>
    <w:rsid w:val="00D9091A"/>
    <w:rsid w:val="00D90DCE"/>
    <w:rsid w:val="00D90DE5"/>
    <w:rsid w:val="00D91ABD"/>
    <w:rsid w:val="00D92141"/>
    <w:rsid w:val="00D92AAD"/>
    <w:rsid w:val="00D92B44"/>
    <w:rsid w:val="00D94D53"/>
    <w:rsid w:val="00D959B0"/>
    <w:rsid w:val="00D96C75"/>
    <w:rsid w:val="00D97C7F"/>
    <w:rsid w:val="00DA0E44"/>
    <w:rsid w:val="00DA22B8"/>
    <w:rsid w:val="00DA2367"/>
    <w:rsid w:val="00DA2B71"/>
    <w:rsid w:val="00DA2FEB"/>
    <w:rsid w:val="00DA338A"/>
    <w:rsid w:val="00DA3DFB"/>
    <w:rsid w:val="00DA63AF"/>
    <w:rsid w:val="00DA7455"/>
    <w:rsid w:val="00DA7FC0"/>
    <w:rsid w:val="00DB074F"/>
    <w:rsid w:val="00DB122D"/>
    <w:rsid w:val="00DB15D5"/>
    <w:rsid w:val="00DB1823"/>
    <w:rsid w:val="00DB35EF"/>
    <w:rsid w:val="00DB572E"/>
    <w:rsid w:val="00DB6054"/>
    <w:rsid w:val="00DB61AF"/>
    <w:rsid w:val="00DB6DF8"/>
    <w:rsid w:val="00DB73D9"/>
    <w:rsid w:val="00DB751D"/>
    <w:rsid w:val="00DB76C8"/>
    <w:rsid w:val="00DC04E9"/>
    <w:rsid w:val="00DC15DB"/>
    <w:rsid w:val="00DC3267"/>
    <w:rsid w:val="00DC40DB"/>
    <w:rsid w:val="00DC4A1F"/>
    <w:rsid w:val="00DC4DC9"/>
    <w:rsid w:val="00DC5608"/>
    <w:rsid w:val="00DC6E63"/>
    <w:rsid w:val="00DD005E"/>
    <w:rsid w:val="00DD0511"/>
    <w:rsid w:val="00DD1996"/>
    <w:rsid w:val="00DD1FE5"/>
    <w:rsid w:val="00DD2C05"/>
    <w:rsid w:val="00DD422C"/>
    <w:rsid w:val="00DD42C8"/>
    <w:rsid w:val="00DD5E7B"/>
    <w:rsid w:val="00DD7E89"/>
    <w:rsid w:val="00DE09EC"/>
    <w:rsid w:val="00DE54A8"/>
    <w:rsid w:val="00DE578C"/>
    <w:rsid w:val="00DE6D49"/>
    <w:rsid w:val="00DE73B5"/>
    <w:rsid w:val="00DE7D2D"/>
    <w:rsid w:val="00DF0746"/>
    <w:rsid w:val="00DF0FC8"/>
    <w:rsid w:val="00DF1DA5"/>
    <w:rsid w:val="00DF22EE"/>
    <w:rsid w:val="00DF2AE0"/>
    <w:rsid w:val="00DF2C48"/>
    <w:rsid w:val="00DF372F"/>
    <w:rsid w:val="00DF40E0"/>
    <w:rsid w:val="00DF44B5"/>
    <w:rsid w:val="00DF4AAB"/>
    <w:rsid w:val="00DF4DD3"/>
    <w:rsid w:val="00DF4EDE"/>
    <w:rsid w:val="00DF5193"/>
    <w:rsid w:val="00DF5AEE"/>
    <w:rsid w:val="00DF6890"/>
    <w:rsid w:val="00DF6CC1"/>
    <w:rsid w:val="00E002A0"/>
    <w:rsid w:val="00E01470"/>
    <w:rsid w:val="00E02249"/>
    <w:rsid w:val="00E0338A"/>
    <w:rsid w:val="00E03887"/>
    <w:rsid w:val="00E03E72"/>
    <w:rsid w:val="00E04DB3"/>
    <w:rsid w:val="00E04EAF"/>
    <w:rsid w:val="00E06C34"/>
    <w:rsid w:val="00E07154"/>
    <w:rsid w:val="00E07AFC"/>
    <w:rsid w:val="00E07C37"/>
    <w:rsid w:val="00E07D3B"/>
    <w:rsid w:val="00E10A0A"/>
    <w:rsid w:val="00E10AB3"/>
    <w:rsid w:val="00E110DE"/>
    <w:rsid w:val="00E11EB5"/>
    <w:rsid w:val="00E11FDC"/>
    <w:rsid w:val="00E132C5"/>
    <w:rsid w:val="00E1352C"/>
    <w:rsid w:val="00E1362D"/>
    <w:rsid w:val="00E13A5A"/>
    <w:rsid w:val="00E13D62"/>
    <w:rsid w:val="00E1482E"/>
    <w:rsid w:val="00E149AD"/>
    <w:rsid w:val="00E14FC7"/>
    <w:rsid w:val="00E17136"/>
    <w:rsid w:val="00E21FE5"/>
    <w:rsid w:val="00E221F8"/>
    <w:rsid w:val="00E22F9B"/>
    <w:rsid w:val="00E23199"/>
    <w:rsid w:val="00E25FF0"/>
    <w:rsid w:val="00E303CA"/>
    <w:rsid w:val="00E30F5C"/>
    <w:rsid w:val="00E329C6"/>
    <w:rsid w:val="00E32D4C"/>
    <w:rsid w:val="00E334B2"/>
    <w:rsid w:val="00E377F4"/>
    <w:rsid w:val="00E37EED"/>
    <w:rsid w:val="00E41761"/>
    <w:rsid w:val="00E440C0"/>
    <w:rsid w:val="00E44FB9"/>
    <w:rsid w:val="00E45232"/>
    <w:rsid w:val="00E47073"/>
    <w:rsid w:val="00E510DE"/>
    <w:rsid w:val="00E52C7C"/>
    <w:rsid w:val="00E533BD"/>
    <w:rsid w:val="00E5581E"/>
    <w:rsid w:val="00E55B10"/>
    <w:rsid w:val="00E56F7E"/>
    <w:rsid w:val="00E57A5E"/>
    <w:rsid w:val="00E60FC4"/>
    <w:rsid w:val="00E62B35"/>
    <w:rsid w:val="00E634A8"/>
    <w:rsid w:val="00E648B9"/>
    <w:rsid w:val="00E649EA"/>
    <w:rsid w:val="00E65154"/>
    <w:rsid w:val="00E66430"/>
    <w:rsid w:val="00E70C37"/>
    <w:rsid w:val="00E7388F"/>
    <w:rsid w:val="00E73E30"/>
    <w:rsid w:val="00E73E84"/>
    <w:rsid w:val="00E74A95"/>
    <w:rsid w:val="00E75933"/>
    <w:rsid w:val="00E76925"/>
    <w:rsid w:val="00E77C32"/>
    <w:rsid w:val="00E8182E"/>
    <w:rsid w:val="00E81F86"/>
    <w:rsid w:val="00E84401"/>
    <w:rsid w:val="00E8475E"/>
    <w:rsid w:val="00E84CB9"/>
    <w:rsid w:val="00E856CC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B90"/>
    <w:rsid w:val="00E95C53"/>
    <w:rsid w:val="00EA14A6"/>
    <w:rsid w:val="00EA186A"/>
    <w:rsid w:val="00EA26CE"/>
    <w:rsid w:val="00EA28B3"/>
    <w:rsid w:val="00EA34F9"/>
    <w:rsid w:val="00EA4156"/>
    <w:rsid w:val="00EA4EBA"/>
    <w:rsid w:val="00EA5496"/>
    <w:rsid w:val="00EA5AAB"/>
    <w:rsid w:val="00EB0CAE"/>
    <w:rsid w:val="00EB136E"/>
    <w:rsid w:val="00EB1A4C"/>
    <w:rsid w:val="00EB1D2B"/>
    <w:rsid w:val="00EB2579"/>
    <w:rsid w:val="00EB2F19"/>
    <w:rsid w:val="00EB371B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0326"/>
    <w:rsid w:val="00EC2933"/>
    <w:rsid w:val="00EC3DF0"/>
    <w:rsid w:val="00EC43AB"/>
    <w:rsid w:val="00EC527A"/>
    <w:rsid w:val="00EC58F0"/>
    <w:rsid w:val="00EC6E45"/>
    <w:rsid w:val="00EC71A6"/>
    <w:rsid w:val="00EC7BD0"/>
    <w:rsid w:val="00ED0A30"/>
    <w:rsid w:val="00ED0D54"/>
    <w:rsid w:val="00ED0E82"/>
    <w:rsid w:val="00ED0F65"/>
    <w:rsid w:val="00ED13F5"/>
    <w:rsid w:val="00ED18E6"/>
    <w:rsid w:val="00ED2043"/>
    <w:rsid w:val="00ED3878"/>
    <w:rsid w:val="00ED4144"/>
    <w:rsid w:val="00ED4DBE"/>
    <w:rsid w:val="00ED6918"/>
    <w:rsid w:val="00ED7B63"/>
    <w:rsid w:val="00EE1315"/>
    <w:rsid w:val="00EE2FB6"/>
    <w:rsid w:val="00EE4332"/>
    <w:rsid w:val="00EE4E71"/>
    <w:rsid w:val="00EE5237"/>
    <w:rsid w:val="00EE5690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230"/>
    <w:rsid w:val="00EF2411"/>
    <w:rsid w:val="00EF2FF1"/>
    <w:rsid w:val="00EF3BAE"/>
    <w:rsid w:val="00EF3E96"/>
    <w:rsid w:val="00EF463A"/>
    <w:rsid w:val="00EF4652"/>
    <w:rsid w:val="00EF47A3"/>
    <w:rsid w:val="00EF53FB"/>
    <w:rsid w:val="00EF6366"/>
    <w:rsid w:val="00EF6640"/>
    <w:rsid w:val="00F001E3"/>
    <w:rsid w:val="00F00896"/>
    <w:rsid w:val="00F00A16"/>
    <w:rsid w:val="00F012B6"/>
    <w:rsid w:val="00F0152C"/>
    <w:rsid w:val="00F01619"/>
    <w:rsid w:val="00F01E0E"/>
    <w:rsid w:val="00F0217A"/>
    <w:rsid w:val="00F03115"/>
    <w:rsid w:val="00F048DC"/>
    <w:rsid w:val="00F0499F"/>
    <w:rsid w:val="00F04F64"/>
    <w:rsid w:val="00F05835"/>
    <w:rsid w:val="00F05978"/>
    <w:rsid w:val="00F07270"/>
    <w:rsid w:val="00F07BBC"/>
    <w:rsid w:val="00F10B3C"/>
    <w:rsid w:val="00F119C1"/>
    <w:rsid w:val="00F12884"/>
    <w:rsid w:val="00F13EEE"/>
    <w:rsid w:val="00F13F4F"/>
    <w:rsid w:val="00F14E60"/>
    <w:rsid w:val="00F15402"/>
    <w:rsid w:val="00F15671"/>
    <w:rsid w:val="00F166A3"/>
    <w:rsid w:val="00F20393"/>
    <w:rsid w:val="00F21E8A"/>
    <w:rsid w:val="00F243DB"/>
    <w:rsid w:val="00F252D2"/>
    <w:rsid w:val="00F268E1"/>
    <w:rsid w:val="00F27EAB"/>
    <w:rsid w:val="00F30DDC"/>
    <w:rsid w:val="00F31084"/>
    <w:rsid w:val="00F31535"/>
    <w:rsid w:val="00F331BD"/>
    <w:rsid w:val="00F34632"/>
    <w:rsid w:val="00F40BB4"/>
    <w:rsid w:val="00F41053"/>
    <w:rsid w:val="00F421AD"/>
    <w:rsid w:val="00F42289"/>
    <w:rsid w:val="00F42694"/>
    <w:rsid w:val="00F43200"/>
    <w:rsid w:val="00F43AE4"/>
    <w:rsid w:val="00F44929"/>
    <w:rsid w:val="00F46DAA"/>
    <w:rsid w:val="00F50EA6"/>
    <w:rsid w:val="00F5116D"/>
    <w:rsid w:val="00F5243A"/>
    <w:rsid w:val="00F539BF"/>
    <w:rsid w:val="00F54900"/>
    <w:rsid w:val="00F54D30"/>
    <w:rsid w:val="00F54D53"/>
    <w:rsid w:val="00F5634C"/>
    <w:rsid w:val="00F566BE"/>
    <w:rsid w:val="00F56C9A"/>
    <w:rsid w:val="00F62A8B"/>
    <w:rsid w:val="00F62E56"/>
    <w:rsid w:val="00F62F3D"/>
    <w:rsid w:val="00F6340E"/>
    <w:rsid w:val="00F63A76"/>
    <w:rsid w:val="00F641D0"/>
    <w:rsid w:val="00F64436"/>
    <w:rsid w:val="00F65A05"/>
    <w:rsid w:val="00F717EC"/>
    <w:rsid w:val="00F726EA"/>
    <w:rsid w:val="00F7305A"/>
    <w:rsid w:val="00F733CF"/>
    <w:rsid w:val="00F7464A"/>
    <w:rsid w:val="00F74B71"/>
    <w:rsid w:val="00F76C1B"/>
    <w:rsid w:val="00F774B1"/>
    <w:rsid w:val="00F80722"/>
    <w:rsid w:val="00F82B95"/>
    <w:rsid w:val="00F86121"/>
    <w:rsid w:val="00F87090"/>
    <w:rsid w:val="00F87E0D"/>
    <w:rsid w:val="00F92269"/>
    <w:rsid w:val="00F925FE"/>
    <w:rsid w:val="00F926C8"/>
    <w:rsid w:val="00F9272D"/>
    <w:rsid w:val="00F92874"/>
    <w:rsid w:val="00F92AB0"/>
    <w:rsid w:val="00F92D44"/>
    <w:rsid w:val="00F93786"/>
    <w:rsid w:val="00F9660A"/>
    <w:rsid w:val="00F96CE4"/>
    <w:rsid w:val="00FA326F"/>
    <w:rsid w:val="00FA3E72"/>
    <w:rsid w:val="00FA4404"/>
    <w:rsid w:val="00FA454F"/>
    <w:rsid w:val="00FA4F74"/>
    <w:rsid w:val="00FA5E72"/>
    <w:rsid w:val="00FA6D61"/>
    <w:rsid w:val="00FB0ED4"/>
    <w:rsid w:val="00FB3E05"/>
    <w:rsid w:val="00FB5022"/>
    <w:rsid w:val="00FB5B87"/>
    <w:rsid w:val="00FB6CD0"/>
    <w:rsid w:val="00FB7289"/>
    <w:rsid w:val="00FB7B39"/>
    <w:rsid w:val="00FB7B87"/>
    <w:rsid w:val="00FC0549"/>
    <w:rsid w:val="00FC2DB4"/>
    <w:rsid w:val="00FC2EAE"/>
    <w:rsid w:val="00FC30C4"/>
    <w:rsid w:val="00FC3455"/>
    <w:rsid w:val="00FC3E7B"/>
    <w:rsid w:val="00FC4DC3"/>
    <w:rsid w:val="00FC5C6B"/>
    <w:rsid w:val="00FC7B44"/>
    <w:rsid w:val="00FD0CF6"/>
    <w:rsid w:val="00FD0D6C"/>
    <w:rsid w:val="00FD26F2"/>
    <w:rsid w:val="00FD2B27"/>
    <w:rsid w:val="00FD2E5B"/>
    <w:rsid w:val="00FD3E4C"/>
    <w:rsid w:val="00FD5E64"/>
    <w:rsid w:val="00FD6E34"/>
    <w:rsid w:val="00FD6FDC"/>
    <w:rsid w:val="00FD7CF2"/>
    <w:rsid w:val="00FE1657"/>
    <w:rsid w:val="00FE1C77"/>
    <w:rsid w:val="00FE290C"/>
    <w:rsid w:val="00FE45D0"/>
    <w:rsid w:val="00FE4C70"/>
    <w:rsid w:val="00FE56D8"/>
    <w:rsid w:val="00FE6572"/>
    <w:rsid w:val="00FE69BA"/>
    <w:rsid w:val="00FF0570"/>
    <w:rsid w:val="00FF097E"/>
    <w:rsid w:val="00FF3B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625B298F"/>
  <w15:chartTrackingRefBased/>
  <w15:docId w15:val="{DE4A21F1-8E1A-40F2-810E-3D5BBF2E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D36"/>
    <w:pPr>
      <w:spacing w:before="160" w:after="160" w:line="360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41D36"/>
    <w:pPr>
      <w:keepNext/>
      <w:pageBreakBefore/>
      <w:numPr>
        <w:numId w:val="6"/>
      </w:numPr>
      <w:spacing w:before="240" w:after="60"/>
      <w:contextualSpacing/>
      <w:outlineLvl w:val="0"/>
    </w:pPr>
    <w:rPr>
      <w:b/>
      <w:bCs/>
      <w:kern w:val="32"/>
      <w:sz w:val="40"/>
      <w:szCs w:val="32"/>
    </w:rPr>
  </w:style>
  <w:style w:type="paragraph" w:styleId="Nagwek2">
    <w:name w:val="heading 2"/>
    <w:basedOn w:val="Normalny"/>
    <w:next w:val="Normalny"/>
    <w:link w:val="Nagwek2Znak"/>
    <w:qFormat/>
    <w:rsid w:val="00541D36"/>
    <w:pPr>
      <w:keepNext/>
      <w:numPr>
        <w:ilvl w:val="1"/>
        <w:numId w:val="6"/>
      </w:numPr>
      <w:tabs>
        <w:tab w:val="num" w:pos="1418"/>
      </w:tabs>
      <w:spacing w:before="240" w:after="120" w:line="400" w:lineRule="exact"/>
      <w:ind w:left="1418"/>
      <w:outlineLvl w:val="1"/>
    </w:pPr>
    <w:rPr>
      <w:b/>
      <w:bCs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qFormat/>
    <w:rsid w:val="00541D36"/>
    <w:pPr>
      <w:keepNext/>
      <w:numPr>
        <w:ilvl w:val="2"/>
        <w:numId w:val="6"/>
      </w:numPr>
      <w:spacing w:before="240" w:after="120" w:line="320" w:lineRule="exact"/>
      <w:outlineLvl w:val="2"/>
    </w:pPr>
    <w:rPr>
      <w:b/>
      <w:bCs/>
      <w:sz w:val="28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41D36"/>
    <w:rPr>
      <w:rFonts w:ascii="Lato" w:hAnsi="Lato"/>
      <w:b/>
      <w:bCs/>
      <w:kern w:val="32"/>
      <w:sz w:val="40"/>
      <w:szCs w:val="32"/>
      <w:lang w:eastAsia="en-US"/>
    </w:rPr>
  </w:style>
  <w:style w:type="character" w:customStyle="1" w:styleId="Nagwek2Znak">
    <w:name w:val="Nagłówek 2 Znak"/>
    <w:link w:val="Nagwek2"/>
    <w:rsid w:val="00541D36"/>
    <w:rPr>
      <w:rFonts w:ascii="Lato" w:hAnsi="Lato"/>
      <w:b/>
      <w:bCs/>
      <w:iCs/>
      <w:sz w:val="32"/>
      <w:szCs w:val="28"/>
      <w:lang w:eastAsia="en-US"/>
    </w:rPr>
  </w:style>
  <w:style w:type="character" w:customStyle="1" w:styleId="Nagwek3Znak">
    <w:name w:val="Nagłówek 3 Znak"/>
    <w:link w:val="Nagwek3"/>
    <w:rsid w:val="00541D36"/>
    <w:rPr>
      <w:rFonts w:ascii="Lato" w:hAnsi="Lato"/>
      <w:b/>
      <w:bCs/>
      <w:sz w:val="28"/>
      <w:szCs w:val="26"/>
      <w:lang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541D36"/>
    <w:rPr>
      <w:rFonts w:ascii="Lato" w:eastAsia="Times New Roman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sz w:val="18"/>
      </w:rPr>
      <w:tblPr/>
      <w:tcPr>
        <w:shd w:val="clear" w:color="auto" w:fill="D9D9D9" w:themeFill="background1" w:themeFillShade="D9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541D36"/>
    <w:pPr>
      <w:ind w:left="1134"/>
    </w:pPr>
    <w:rPr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541D36"/>
    <w:rPr>
      <w:rFonts w:ascii="Lato" w:hAnsi="Lato"/>
      <w:b/>
      <w:sz w:val="48"/>
      <w:szCs w:val="48"/>
      <w:lang w:val="x-none"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656616"/>
    <w:pPr>
      <w:keepNext/>
      <w:spacing w:before="180" w:after="60"/>
    </w:pPr>
    <w:rPr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rsid w:val="007240BF"/>
    <w:rPr>
      <w:rFonts w:ascii="Arial" w:eastAsia="Times New Roman" w:hAnsi="Arial"/>
      <w:sz w:val="18"/>
      <w:szCs w:val="28"/>
    </w:rPr>
  </w:style>
  <w:style w:type="character" w:customStyle="1" w:styleId="poleodsylacz">
    <w:name w:val="pole_odsylacz"/>
    <w:uiPriority w:val="1"/>
    <w:qFormat/>
    <w:rsid w:val="0073446D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">
    <w:name w:val="pole"/>
    <w:uiPriority w:val="1"/>
    <w:qFormat/>
    <w:rsid w:val="0073446D"/>
    <w:rPr>
      <w:rFonts w:ascii="Courier New" w:hAnsi="Courier New" w:cs="Courier New"/>
      <w:noProof/>
      <w:sz w:val="18"/>
      <w:szCs w:val="18"/>
      <w:lang w:val="en-US"/>
    </w:rPr>
  </w:style>
  <w:style w:type="character" w:customStyle="1" w:styleId="polegwne">
    <w:name w:val="pole_główne"/>
    <w:uiPriority w:val="1"/>
    <w:qFormat/>
    <w:rsid w:val="0073446D"/>
    <w:rPr>
      <w:rFonts w:ascii="Courier New" w:hAnsi="Courier New" w:cs="Courier New"/>
      <w:b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062F2C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062F2C"/>
    <w:rPr>
      <w:rFonts w:ascii="Arial" w:hAnsi="Arial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C438E-348A-4DFA-B6DE-0A451CAFB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48</TotalTime>
  <Pages>19</Pages>
  <Words>2230</Words>
  <Characters>17657</Characters>
  <Application>Microsoft Office Word</Application>
  <DocSecurity>0</DocSecurity>
  <Lines>147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techniczna powykonawcza: Specyfikacja XML dla podmiotów w zakresie elektronicznej obsługi deklaracji dla podatku od gier urządzających turniej gry pokera POGP</vt:lpstr>
    </vt:vector>
  </TitlesOfParts>
  <Company>Asseco Poland SA.</Company>
  <LinksUpToDate>false</LinksUpToDate>
  <CharactersWithSpaces>19848</CharactersWithSpaces>
  <SharedDoc>false</SharedDoc>
  <HLinks>
    <vt:vector size="144" baseType="variant">
      <vt:variant>
        <vt:i4>5242904</vt:i4>
      </vt:variant>
      <vt:variant>
        <vt:i4>180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1114160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_Toc450746021</vt:lpwstr>
      </vt:variant>
      <vt:variant>
        <vt:i4>1114160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_Toc450746020</vt:lpwstr>
      </vt:variant>
      <vt:variant>
        <vt:i4>1179696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_Toc450746019</vt:lpwstr>
      </vt:variant>
      <vt:variant>
        <vt:i4>1179696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_Toc450746018</vt:lpwstr>
      </vt:variant>
      <vt:variant>
        <vt:i4>1179696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_Toc450746017</vt:lpwstr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_Toc450746016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_Toc450746015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_Toc450746014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_Toc450746013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_Toc450746012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_Toc450746011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_Toc450746010</vt:lpwstr>
      </vt:variant>
      <vt:variant>
        <vt:i4>1245232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_Toc450746009</vt:lpwstr>
      </vt:variant>
      <vt:variant>
        <vt:i4>1245232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_Toc450746008</vt:lpwstr>
      </vt:variant>
      <vt:variant>
        <vt:i4>1245232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_Toc450746007</vt:lpwstr>
      </vt:variant>
      <vt:variant>
        <vt:i4>1245232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_Toc450746006</vt:lpwstr>
      </vt:variant>
      <vt:variant>
        <vt:i4>1245232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_Toc450746005</vt:lpwstr>
      </vt:variant>
      <vt:variant>
        <vt:i4>1245232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_Toc450746004</vt:lpwstr>
      </vt:variant>
      <vt:variant>
        <vt:i4>1245232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_Toc450746003</vt:lpwstr>
      </vt:variant>
      <vt:variant>
        <vt:i4>1245232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_Toc450746002</vt:lpwstr>
      </vt:variant>
      <vt:variant>
        <vt:i4>1245232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_Toc450746001</vt:lpwstr>
      </vt:variant>
      <vt:variant>
        <vt:i4>1245232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_Toc450746000</vt:lpwstr>
      </vt:variant>
      <vt:variant>
        <vt:i4>1638457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_Toc450745999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techniczna powykonawcza: Specyfikacja XML dla podmiotów w zakresie elektronicznej obsługi deklaracji dla podatku od gier urządzających turniej gry pokera POGP</dc:title>
  <dc:subject/>
  <cp:keywords>ZEFIR2; PUESC</cp:keywords>
  <cp:lastModifiedBy>Fall Krzysztof</cp:lastModifiedBy>
  <cp:revision>8</cp:revision>
  <cp:lastPrinted>2013-01-03T11:52:00Z</cp:lastPrinted>
  <dcterms:created xsi:type="dcterms:W3CDTF">2024-10-25T08:32:00Z</dcterms:created>
  <dcterms:modified xsi:type="dcterms:W3CDTF">2024-12-05T09:37:00Z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1.7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ZF2-PWT-KXML-POGP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UxC4dwLulzfINJ8nQH+xvX5LNGipWa4BRSZhPgxsCvmIrXkysy1omEgIQKoi/SCvFLJCKJH6D/VfKlISoLv3ow==</vt:lpwstr>
  </property>
  <property fmtid="{D5CDD505-2E9C-101B-9397-08002B2CF9AE}" pid="7" name="MFClassificationDate">
    <vt:lpwstr>2024-10-25T10:31:56.4423455+02:00</vt:lpwstr>
  </property>
  <property fmtid="{D5CDD505-2E9C-101B-9397-08002B2CF9AE}" pid="8" name="MFClassifiedBySID">
    <vt:lpwstr>UxC4dwLulzfINJ8nQH+xvX5LNGipWa4BRSZhPgxsCvm42mrIC/DSDv0ggS+FjUN/2v1BBotkLlY5aAiEhoi6uQBXN/b34YYhhqXU8jrZdM58l1Oy4LOrZqXhiyOc0kvE</vt:lpwstr>
  </property>
  <property fmtid="{D5CDD505-2E9C-101B-9397-08002B2CF9AE}" pid="9" name="MFGRNItemId">
    <vt:lpwstr>GRN-4b603876-35c8-47e4-aed9-c5e7bfc17085</vt:lpwstr>
  </property>
  <property fmtid="{D5CDD505-2E9C-101B-9397-08002B2CF9AE}" pid="10" name="MFHash">
    <vt:lpwstr>DP4GmdaJ6BDJ2IQh6/hzQz8qyoJwpIKYSVViu+qXZUQ=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